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C22D61" w14:textId="0D640F6F" w:rsidR="008C324B" w:rsidRDefault="00572E12" w:rsidP="008D5BEC">
      <w:pPr>
        <w:jc w:val="center"/>
      </w:pPr>
      <w:r>
        <w:rPr>
          <w:noProof/>
        </w:rPr>
        <w:drawing>
          <wp:inline distT="0" distB="0" distL="0" distR="0" wp14:anchorId="1C4FB3C9" wp14:editId="38B0E7CF">
            <wp:extent cx="3329305" cy="876300"/>
            <wp:effectExtent l="0" t="0" r="0" b="0"/>
            <wp:docPr id="1" name="Picture 1" descr="Coleman Oil Logo 8-10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leman Oil Logo 8-10-0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30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0BCF6" w14:textId="614E0694" w:rsidR="00493C82" w:rsidRDefault="00493C82" w:rsidP="008D5BEC">
      <w:pPr>
        <w:jc w:val="center"/>
      </w:pPr>
    </w:p>
    <w:p w14:paraId="78183771" w14:textId="77777777" w:rsidR="00F230BA" w:rsidRDefault="00F230BA" w:rsidP="008D5BEC">
      <w:pPr>
        <w:jc w:val="center"/>
      </w:pPr>
    </w:p>
    <w:p w14:paraId="428C5507" w14:textId="5C0FED33" w:rsidR="00F230BA" w:rsidRDefault="00F230BA" w:rsidP="00F230BA">
      <w:pPr>
        <w:jc w:val="center"/>
        <w:rPr>
          <w:rFonts w:cs="Arial"/>
          <w:b/>
          <w:sz w:val="32"/>
          <w:szCs w:val="32"/>
        </w:rPr>
      </w:pPr>
      <w:r w:rsidRPr="00F230BA">
        <w:rPr>
          <w:rFonts w:cs="Arial"/>
          <w:b/>
          <w:sz w:val="32"/>
          <w:szCs w:val="32"/>
        </w:rPr>
        <w:t>POLICY ON USE OF MASKS</w:t>
      </w:r>
    </w:p>
    <w:p w14:paraId="6A0BA17B" w14:textId="531DF6A7" w:rsidR="007C5532" w:rsidRPr="007C5532" w:rsidRDefault="0017247F" w:rsidP="00F230BA">
      <w:pPr>
        <w:jc w:val="center"/>
        <w:rPr>
          <w:rFonts w:cs="Arial"/>
          <w:sz w:val="24"/>
          <w:szCs w:val="24"/>
        </w:rPr>
      </w:pPr>
      <w:r>
        <w:rPr>
          <w:rFonts w:cs="Arial"/>
          <w:b/>
          <w:sz w:val="24"/>
          <w:szCs w:val="24"/>
        </w:rPr>
        <w:t>April 17, 2020</w:t>
      </w:r>
    </w:p>
    <w:p w14:paraId="439B33D3" w14:textId="77777777" w:rsidR="007C5532" w:rsidRDefault="007C5532" w:rsidP="00F230BA"/>
    <w:p w14:paraId="016C5CBB" w14:textId="3879C04A" w:rsidR="0017247F" w:rsidRDefault="00F230BA" w:rsidP="007D67D8">
      <w:pPr>
        <w:spacing w:line="276" w:lineRule="auto"/>
      </w:pPr>
      <w:r>
        <w:t xml:space="preserve">Coleman Oil Company is focused on protecting our staff, as well as ensuring the safety of our customers. </w:t>
      </w:r>
    </w:p>
    <w:p w14:paraId="359AE2B1" w14:textId="77777777" w:rsidR="00F230BA" w:rsidRDefault="00F230BA" w:rsidP="007D67D8">
      <w:pPr>
        <w:spacing w:line="276" w:lineRule="auto"/>
      </w:pPr>
      <w:r>
        <w:t xml:space="preserve">Safety is a core value and our top priority.  Based on recommendations of the Center for Disease Control (CDC) and requests from state health organizations we are </w:t>
      </w:r>
      <w:r w:rsidRPr="004B0C59">
        <w:rPr>
          <w:u w:val="single"/>
        </w:rPr>
        <w:t>requiring</w:t>
      </w:r>
      <w:r>
        <w:t xml:space="preserve"> </w:t>
      </w:r>
      <w:r w:rsidRPr="00E00D93">
        <w:rPr>
          <w:u w:val="single"/>
        </w:rPr>
        <w:t>employees to wear face masks</w:t>
      </w:r>
      <w:r>
        <w:t xml:space="preserve"> whenever working within 6 feet of another employee, vendor or customer.</w:t>
      </w:r>
    </w:p>
    <w:p w14:paraId="5A8371E0" w14:textId="77777777" w:rsidR="00F230BA" w:rsidRDefault="00F230BA" w:rsidP="007D67D8">
      <w:pPr>
        <w:spacing w:line="276" w:lineRule="auto"/>
      </w:pPr>
      <w:r>
        <w:t>This is a temporary measure that will be reviewed as health recommendations change.</w:t>
      </w:r>
    </w:p>
    <w:p w14:paraId="4A4F1DD3" w14:textId="19FD9BA0" w:rsidR="00F230BA" w:rsidRDefault="00F230BA" w:rsidP="007D67D8">
      <w:pPr>
        <w:spacing w:line="276" w:lineRule="auto"/>
      </w:pPr>
      <w:r>
        <w:t xml:space="preserve">Your work is vital.  You provide essential services in the form of transportation fuels and/or food, sundries and related items. It is for all of us to provide a safe and secure environment.  </w:t>
      </w:r>
      <w:r w:rsidR="007D67D8">
        <w:t xml:space="preserve">We </w:t>
      </w:r>
      <w:r w:rsidR="00B21748">
        <w:t>are</w:t>
      </w:r>
      <w:r w:rsidR="007D67D8">
        <w:t xml:space="preserve"> united with other </w:t>
      </w:r>
      <w:r w:rsidR="00B21748">
        <w:t xml:space="preserve">leading </w:t>
      </w:r>
      <w:r w:rsidR="007D67D8">
        <w:t>retail</w:t>
      </w:r>
      <w:r w:rsidR="00B21748">
        <w:t>ers</w:t>
      </w:r>
      <w:r w:rsidR="0051673C">
        <w:t xml:space="preserve"> in </w:t>
      </w:r>
      <w:r w:rsidR="005C100B">
        <w:t xml:space="preserve">the communities we serve by </w:t>
      </w:r>
      <w:r w:rsidR="0051673C">
        <w:t>implementing this policy.</w:t>
      </w:r>
    </w:p>
    <w:p w14:paraId="76A11BD3" w14:textId="77777777" w:rsidR="00F230BA" w:rsidRDefault="00F230BA" w:rsidP="007D67D8">
      <w:pPr>
        <w:spacing w:line="276" w:lineRule="auto"/>
      </w:pPr>
      <w:r>
        <w:t>Thank you for your leadership.  I have received many positive comments about your diligence.  Please be proud of the important contributions you are making.  I am certainly proud to be a part of this team.</w:t>
      </w:r>
    </w:p>
    <w:p w14:paraId="1DB5586D" w14:textId="77777777" w:rsidR="00F230BA" w:rsidRDefault="00F230BA" w:rsidP="00F230BA"/>
    <w:p w14:paraId="510E214B" w14:textId="77777777" w:rsidR="00F230BA" w:rsidRDefault="00F230BA" w:rsidP="00F230BA">
      <w:r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7B3F95E5" wp14:editId="51667670">
                <wp:simplePos x="0" y="0"/>
                <wp:positionH relativeFrom="column">
                  <wp:posOffset>288290</wp:posOffset>
                </wp:positionH>
                <wp:positionV relativeFrom="paragraph">
                  <wp:posOffset>-7620</wp:posOffset>
                </wp:positionV>
                <wp:extent cx="1679915" cy="358705"/>
                <wp:effectExtent l="38100" t="38100" r="34925" b="41910"/>
                <wp:wrapNone/>
                <wp:docPr id="28" name="Ink 2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1679915" cy="35870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0D7189F6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28" o:spid="_x0000_s1026" type="#_x0000_t75" style="position:absolute;margin-left:22pt;margin-top:-1.3pt;width:133.7pt;height:29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">
                <v:imagedata r:id="rId8" o:title=""/>
              </v:shape>
            </w:pict>
          </mc:Fallback>
        </mc:AlternateContent>
      </w:r>
    </w:p>
    <w:p w14:paraId="26200FF7" w14:textId="77777777" w:rsidR="00F230BA" w:rsidRDefault="00F230BA" w:rsidP="00F230BA">
      <w:r>
        <w:t>___________________________________</w:t>
      </w:r>
    </w:p>
    <w:p w14:paraId="371148C7" w14:textId="77777777" w:rsidR="00F230BA" w:rsidRDefault="00F230BA" w:rsidP="00F230BA">
      <w:r>
        <w:t>Bob Coleman</w:t>
      </w:r>
    </w:p>
    <w:p w14:paraId="2D21D02A" w14:textId="77777777" w:rsidR="00F230BA" w:rsidRDefault="00F230BA" w:rsidP="00F230BA"/>
    <w:p w14:paraId="053B94E2" w14:textId="77777777" w:rsidR="00F230BA" w:rsidRDefault="00F230BA" w:rsidP="00F230BA"/>
    <w:p w14:paraId="59CB495D" w14:textId="77777777" w:rsidR="00F230BA" w:rsidRDefault="00F230BA" w:rsidP="00F230BA"/>
    <w:p w14:paraId="66CA5584" w14:textId="77777777" w:rsidR="00F230BA" w:rsidRDefault="00F230BA" w:rsidP="00F230BA"/>
    <w:p w14:paraId="644DCCC2" w14:textId="17B51B93" w:rsidR="00493C82" w:rsidRDefault="00493C82" w:rsidP="00957D98"/>
    <w:sectPr w:rsidR="00493C82" w:rsidSect="00AB334B">
      <w:footerReference w:type="default" r:id="rId9"/>
      <w:pgSz w:w="12240" w:h="15840"/>
      <w:pgMar w:top="1440" w:right="1440" w:bottom="1440" w:left="1440" w:header="720" w:footer="720" w:gutter="20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F705C4" w14:textId="77777777" w:rsidR="00733BCC" w:rsidRDefault="00733BCC">
      <w:r>
        <w:separator/>
      </w:r>
    </w:p>
  </w:endnote>
  <w:endnote w:type="continuationSeparator" w:id="0">
    <w:p w14:paraId="7E53220E" w14:textId="77777777" w:rsidR="00733BCC" w:rsidRDefault="00733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Std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Gill Sans Std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B4C166" w14:textId="77777777" w:rsidR="00DF6304" w:rsidRPr="00E13073" w:rsidRDefault="00DF6304" w:rsidP="002903D7">
    <w:pPr>
      <w:pStyle w:val="Footer"/>
      <w:jc w:val="center"/>
      <w:rPr>
        <w:rFonts w:ascii="Gill Sans Std Light" w:hAnsi="Gill Sans Std Light"/>
        <w:sz w:val="18"/>
        <w:szCs w:val="18"/>
      </w:rPr>
    </w:pPr>
    <w:r w:rsidRPr="00E13073">
      <w:rPr>
        <w:rFonts w:ascii="Gill Sans Std" w:hAnsi="Gill Sans Std"/>
        <w:b/>
        <w:sz w:val="18"/>
        <w:szCs w:val="18"/>
      </w:rPr>
      <w:t>Telephone</w:t>
    </w:r>
    <w:r w:rsidRPr="00E13073">
      <w:rPr>
        <w:rFonts w:ascii="Gill Sans Std Light" w:hAnsi="Gill Sans Std Light"/>
        <w:sz w:val="18"/>
        <w:szCs w:val="18"/>
      </w:rPr>
      <w:t xml:space="preserve">  208.799.2000 • </w:t>
    </w:r>
    <w:r w:rsidRPr="00E13073">
      <w:rPr>
        <w:rFonts w:ascii="Gill Sans Std" w:hAnsi="Gill Sans Std"/>
        <w:b/>
        <w:sz w:val="18"/>
        <w:szCs w:val="18"/>
      </w:rPr>
      <w:t>Toll Free</w:t>
    </w:r>
    <w:r w:rsidRPr="00E13073">
      <w:rPr>
        <w:rFonts w:ascii="Gill Sans Std Light" w:hAnsi="Gill Sans Std Light"/>
        <w:sz w:val="18"/>
        <w:szCs w:val="18"/>
      </w:rPr>
      <w:t xml:space="preserve">  888.799.2000 • </w:t>
    </w:r>
    <w:r w:rsidRPr="00E13073">
      <w:rPr>
        <w:rFonts w:ascii="Gill Sans Std" w:hAnsi="Gill Sans Std"/>
        <w:b/>
        <w:sz w:val="18"/>
        <w:szCs w:val="18"/>
      </w:rPr>
      <w:t>Fax</w:t>
    </w:r>
    <w:r w:rsidRPr="00E13073">
      <w:rPr>
        <w:rFonts w:ascii="Gill Sans Std Light" w:hAnsi="Gill Sans Std Light"/>
        <w:sz w:val="18"/>
        <w:szCs w:val="18"/>
      </w:rPr>
      <w:t xml:space="preserve">  208.799.2008</w:t>
    </w:r>
  </w:p>
  <w:p w14:paraId="226C3568" w14:textId="77777777" w:rsidR="00DF6304" w:rsidRPr="00E13073" w:rsidRDefault="00DF6304" w:rsidP="002903D7">
    <w:pPr>
      <w:pStyle w:val="Footer"/>
      <w:jc w:val="center"/>
      <w:rPr>
        <w:rFonts w:ascii="Gill Sans Std Light" w:hAnsi="Gill Sans Std Light"/>
        <w:sz w:val="18"/>
        <w:szCs w:val="18"/>
      </w:rPr>
    </w:pPr>
    <w:r w:rsidRPr="00E13073">
      <w:rPr>
        <w:rFonts w:ascii="Gill Sans Std" w:hAnsi="Gill Sans Std"/>
        <w:b/>
        <w:sz w:val="18"/>
        <w:szCs w:val="18"/>
      </w:rPr>
      <w:t>Office</w:t>
    </w:r>
    <w:r w:rsidRPr="00E13073">
      <w:rPr>
        <w:rFonts w:ascii="Gill Sans Std Light" w:hAnsi="Gill Sans Std Light"/>
        <w:sz w:val="18"/>
        <w:szCs w:val="18"/>
      </w:rPr>
      <w:t xml:space="preserve">  </w:t>
    </w:r>
    <w:smartTag w:uri="urn:schemas-microsoft-com:office:smarttags" w:element="Street">
      <w:smartTag w:uri="urn:schemas-microsoft-com:office:smarttags" w:element="address">
        <w:r w:rsidRPr="00E13073">
          <w:rPr>
            <w:rFonts w:ascii="Gill Sans Std Light" w:hAnsi="Gill Sans Std Light"/>
            <w:sz w:val="18"/>
            <w:szCs w:val="18"/>
          </w:rPr>
          <w:t>335 Mill Road</w:t>
        </w:r>
      </w:smartTag>
    </w:smartTag>
    <w:r w:rsidRPr="00E13073">
      <w:rPr>
        <w:rFonts w:ascii="Gill Sans Std Light" w:hAnsi="Gill Sans Std Light"/>
        <w:sz w:val="18"/>
        <w:szCs w:val="18"/>
      </w:rPr>
      <w:t xml:space="preserve"> • </w:t>
    </w:r>
    <w:smartTag w:uri="urn:schemas-microsoft-com:office:smarttags" w:element="address">
      <w:smartTag w:uri="urn:schemas-microsoft-com:office:smarttags" w:element="Street">
        <w:r w:rsidRPr="00E13073">
          <w:rPr>
            <w:rFonts w:ascii="Gill Sans Std Light" w:hAnsi="Gill Sans Std Light"/>
            <w:sz w:val="18"/>
            <w:szCs w:val="18"/>
          </w:rPr>
          <w:t>PO Box</w:t>
        </w:r>
      </w:smartTag>
      <w:r w:rsidRPr="00E13073">
        <w:rPr>
          <w:rFonts w:ascii="Gill Sans Std Light" w:hAnsi="Gill Sans Std Light"/>
          <w:sz w:val="18"/>
          <w:szCs w:val="18"/>
        </w:rPr>
        <w:t xml:space="preserve"> 1308</w:t>
      </w:r>
    </w:smartTag>
    <w:r w:rsidRPr="00E13073">
      <w:rPr>
        <w:rFonts w:ascii="Gill Sans Std Light" w:hAnsi="Gill Sans Std Light"/>
        <w:sz w:val="18"/>
        <w:szCs w:val="18"/>
      </w:rPr>
      <w:t xml:space="preserve"> • </w:t>
    </w:r>
    <w:smartTag w:uri="urn:schemas-microsoft-com:office:smarttags" w:element="place">
      <w:smartTag w:uri="urn:schemas-microsoft-com:office:smarttags" w:element="City">
        <w:r w:rsidRPr="00E13073">
          <w:rPr>
            <w:rFonts w:ascii="Gill Sans Std Light" w:hAnsi="Gill Sans Std Light"/>
            <w:sz w:val="18"/>
            <w:szCs w:val="18"/>
          </w:rPr>
          <w:t>Lewiston</w:t>
        </w:r>
      </w:smartTag>
      <w:r w:rsidRPr="00E13073">
        <w:rPr>
          <w:rFonts w:ascii="Gill Sans Std Light" w:hAnsi="Gill Sans Std Light"/>
          <w:sz w:val="18"/>
          <w:szCs w:val="18"/>
        </w:rPr>
        <w:t xml:space="preserve">, </w:t>
      </w:r>
      <w:smartTag w:uri="urn:schemas-microsoft-com:office:smarttags" w:element="State">
        <w:r w:rsidRPr="00E13073">
          <w:rPr>
            <w:rFonts w:ascii="Gill Sans Std Light" w:hAnsi="Gill Sans Std Light"/>
            <w:sz w:val="18"/>
            <w:szCs w:val="18"/>
          </w:rPr>
          <w:t>ID</w:t>
        </w:r>
      </w:smartTag>
      <w:r w:rsidRPr="00E13073">
        <w:rPr>
          <w:rFonts w:ascii="Gill Sans Std Light" w:hAnsi="Gill Sans Std Light"/>
          <w:sz w:val="18"/>
          <w:szCs w:val="18"/>
        </w:rPr>
        <w:t xml:space="preserve">  </w:t>
      </w:r>
      <w:smartTag w:uri="urn:schemas-microsoft-com:office:smarttags" w:element="PostalCode">
        <w:r w:rsidRPr="00E13073">
          <w:rPr>
            <w:rFonts w:ascii="Gill Sans Std Light" w:hAnsi="Gill Sans Std Light"/>
            <w:sz w:val="18"/>
            <w:szCs w:val="18"/>
          </w:rPr>
          <w:t>83501</w:t>
        </w:r>
      </w:smartTag>
    </w:smartTag>
  </w:p>
  <w:p w14:paraId="2C4997F8" w14:textId="77777777" w:rsidR="00DF6304" w:rsidRPr="00E13073" w:rsidRDefault="00DF6304" w:rsidP="002903D7">
    <w:pPr>
      <w:pStyle w:val="Footer"/>
      <w:jc w:val="center"/>
      <w:rPr>
        <w:rFonts w:ascii="Gill Sans Std Light" w:hAnsi="Gill Sans Std Light"/>
        <w:sz w:val="18"/>
        <w:szCs w:val="18"/>
      </w:rPr>
    </w:pPr>
    <w:r w:rsidRPr="00E13073">
      <w:rPr>
        <w:rFonts w:ascii="Gill Sans Std" w:hAnsi="Gill Sans Std"/>
        <w:b/>
        <w:sz w:val="18"/>
        <w:szCs w:val="18"/>
      </w:rPr>
      <w:t>Web</w:t>
    </w:r>
    <w:r w:rsidRPr="00E13073">
      <w:rPr>
        <w:rFonts w:ascii="Gill Sans Std Light" w:hAnsi="Gill Sans Std Light"/>
        <w:sz w:val="18"/>
        <w:szCs w:val="18"/>
      </w:rPr>
      <w:t xml:space="preserve">  www.colemanoil.com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FBE747" w14:textId="77777777" w:rsidR="00733BCC" w:rsidRDefault="00733BCC">
      <w:r>
        <w:separator/>
      </w:r>
    </w:p>
  </w:footnote>
  <w:footnote w:type="continuationSeparator" w:id="0">
    <w:p w14:paraId="496396F4" w14:textId="77777777" w:rsidR="00733BCC" w:rsidRDefault="00733B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57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43F"/>
    <w:rsid w:val="000000D0"/>
    <w:rsid w:val="000001B4"/>
    <w:rsid w:val="00000438"/>
    <w:rsid w:val="000005F7"/>
    <w:rsid w:val="00000666"/>
    <w:rsid w:val="00000AE5"/>
    <w:rsid w:val="00000EB6"/>
    <w:rsid w:val="00001004"/>
    <w:rsid w:val="00001780"/>
    <w:rsid w:val="00001F94"/>
    <w:rsid w:val="0000278C"/>
    <w:rsid w:val="000027EC"/>
    <w:rsid w:val="00002A4A"/>
    <w:rsid w:val="00002D6B"/>
    <w:rsid w:val="000037E3"/>
    <w:rsid w:val="00003857"/>
    <w:rsid w:val="00003DC2"/>
    <w:rsid w:val="00003DD7"/>
    <w:rsid w:val="00003EED"/>
    <w:rsid w:val="000046A6"/>
    <w:rsid w:val="00004824"/>
    <w:rsid w:val="00004A6C"/>
    <w:rsid w:val="00004CCB"/>
    <w:rsid w:val="00004EC7"/>
    <w:rsid w:val="00005704"/>
    <w:rsid w:val="000057BA"/>
    <w:rsid w:val="00005972"/>
    <w:rsid w:val="00005DC2"/>
    <w:rsid w:val="000062F4"/>
    <w:rsid w:val="00006970"/>
    <w:rsid w:val="00006AEE"/>
    <w:rsid w:val="00006B70"/>
    <w:rsid w:val="0000701D"/>
    <w:rsid w:val="00007060"/>
    <w:rsid w:val="0000740D"/>
    <w:rsid w:val="000077D2"/>
    <w:rsid w:val="00007AE4"/>
    <w:rsid w:val="0001047D"/>
    <w:rsid w:val="00010871"/>
    <w:rsid w:val="00010A91"/>
    <w:rsid w:val="00010AC9"/>
    <w:rsid w:val="00010B8C"/>
    <w:rsid w:val="0001193A"/>
    <w:rsid w:val="00011A45"/>
    <w:rsid w:val="00011B57"/>
    <w:rsid w:val="00011E79"/>
    <w:rsid w:val="00012058"/>
    <w:rsid w:val="000120D4"/>
    <w:rsid w:val="00012B48"/>
    <w:rsid w:val="00012D0C"/>
    <w:rsid w:val="000132E9"/>
    <w:rsid w:val="00014256"/>
    <w:rsid w:val="00014BDE"/>
    <w:rsid w:val="00015D49"/>
    <w:rsid w:val="00015DEE"/>
    <w:rsid w:val="00016155"/>
    <w:rsid w:val="00016633"/>
    <w:rsid w:val="00016DA4"/>
    <w:rsid w:val="0001734E"/>
    <w:rsid w:val="000177E3"/>
    <w:rsid w:val="00017C33"/>
    <w:rsid w:val="00017F94"/>
    <w:rsid w:val="000200D8"/>
    <w:rsid w:val="000208E0"/>
    <w:rsid w:val="00020E91"/>
    <w:rsid w:val="0002105B"/>
    <w:rsid w:val="0002120C"/>
    <w:rsid w:val="000216FC"/>
    <w:rsid w:val="0002198A"/>
    <w:rsid w:val="00021A99"/>
    <w:rsid w:val="00021C17"/>
    <w:rsid w:val="00021EC4"/>
    <w:rsid w:val="00021EF3"/>
    <w:rsid w:val="000238AC"/>
    <w:rsid w:val="00023FCD"/>
    <w:rsid w:val="000242F3"/>
    <w:rsid w:val="0002489B"/>
    <w:rsid w:val="00024942"/>
    <w:rsid w:val="00024957"/>
    <w:rsid w:val="00024D36"/>
    <w:rsid w:val="00024D5E"/>
    <w:rsid w:val="00025598"/>
    <w:rsid w:val="000257CE"/>
    <w:rsid w:val="00025D02"/>
    <w:rsid w:val="00026192"/>
    <w:rsid w:val="00026C99"/>
    <w:rsid w:val="00027377"/>
    <w:rsid w:val="00027D8C"/>
    <w:rsid w:val="000302DC"/>
    <w:rsid w:val="000306C0"/>
    <w:rsid w:val="00030E91"/>
    <w:rsid w:val="000315C4"/>
    <w:rsid w:val="00031660"/>
    <w:rsid w:val="00031841"/>
    <w:rsid w:val="00031CC1"/>
    <w:rsid w:val="0003230B"/>
    <w:rsid w:val="00032421"/>
    <w:rsid w:val="00032511"/>
    <w:rsid w:val="0003286E"/>
    <w:rsid w:val="000328AC"/>
    <w:rsid w:val="000329E1"/>
    <w:rsid w:val="00033A06"/>
    <w:rsid w:val="00033B88"/>
    <w:rsid w:val="00033CA7"/>
    <w:rsid w:val="00033F63"/>
    <w:rsid w:val="000340D4"/>
    <w:rsid w:val="00034383"/>
    <w:rsid w:val="00034488"/>
    <w:rsid w:val="00034675"/>
    <w:rsid w:val="000347D1"/>
    <w:rsid w:val="00034A4D"/>
    <w:rsid w:val="00034E0D"/>
    <w:rsid w:val="00034E49"/>
    <w:rsid w:val="00035058"/>
    <w:rsid w:val="00035066"/>
    <w:rsid w:val="000356D0"/>
    <w:rsid w:val="00035BFB"/>
    <w:rsid w:val="000360AE"/>
    <w:rsid w:val="000360B2"/>
    <w:rsid w:val="0003631C"/>
    <w:rsid w:val="000363DE"/>
    <w:rsid w:val="0003671C"/>
    <w:rsid w:val="00036763"/>
    <w:rsid w:val="000368AC"/>
    <w:rsid w:val="000371FF"/>
    <w:rsid w:val="00037B4A"/>
    <w:rsid w:val="0004015A"/>
    <w:rsid w:val="00040B7D"/>
    <w:rsid w:val="00041084"/>
    <w:rsid w:val="000411B2"/>
    <w:rsid w:val="000415BA"/>
    <w:rsid w:val="000416F4"/>
    <w:rsid w:val="00041959"/>
    <w:rsid w:val="00041BFE"/>
    <w:rsid w:val="00041C75"/>
    <w:rsid w:val="00042000"/>
    <w:rsid w:val="0004210C"/>
    <w:rsid w:val="00042624"/>
    <w:rsid w:val="00042D22"/>
    <w:rsid w:val="00042F7F"/>
    <w:rsid w:val="000430B5"/>
    <w:rsid w:val="000431B7"/>
    <w:rsid w:val="0004335B"/>
    <w:rsid w:val="000436C0"/>
    <w:rsid w:val="00043D89"/>
    <w:rsid w:val="00044BD7"/>
    <w:rsid w:val="00044E93"/>
    <w:rsid w:val="00045749"/>
    <w:rsid w:val="00045CF6"/>
    <w:rsid w:val="00046349"/>
    <w:rsid w:val="00046F20"/>
    <w:rsid w:val="00047CBE"/>
    <w:rsid w:val="0005009A"/>
    <w:rsid w:val="000504CE"/>
    <w:rsid w:val="0005083B"/>
    <w:rsid w:val="00050AC0"/>
    <w:rsid w:val="00050D65"/>
    <w:rsid w:val="0005125D"/>
    <w:rsid w:val="0005163D"/>
    <w:rsid w:val="00051854"/>
    <w:rsid w:val="00052828"/>
    <w:rsid w:val="00052C21"/>
    <w:rsid w:val="00052CAD"/>
    <w:rsid w:val="00052E24"/>
    <w:rsid w:val="00052E71"/>
    <w:rsid w:val="00053E30"/>
    <w:rsid w:val="00054278"/>
    <w:rsid w:val="00054372"/>
    <w:rsid w:val="000547C4"/>
    <w:rsid w:val="0005503B"/>
    <w:rsid w:val="00055052"/>
    <w:rsid w:val="00055571"/>
    <w:rsid w:val="00055632"/>
    <w:rsid w:val="00055EDA"/>
    <w:rsid w:val="000561B1"/>
    <w:rsid w:val="000562EE"/>
    <w:rsid w:val="00056694"/>
    <w:rsid w:val="000567B6"/>
    <w:rsid w:val="000569BD"/>
    <w:rsid w:val="0005708E"/>
    <w:rsid w:val="0005724C"/>
    <w:rsid w:val="000575E6"/>
    <w:rsid w:val="00057772"/>
    <w:rsid w:val="00057A46"/>
    <w:rsid w:val="00057D26"/>
    <w:rsid w:val="0006006F"/>
    <w:rsid w:val="00060367"/>
    <w:rsid w:val="000603E5"/>
    <w:rsid w:val="00060618"/>
    <w:rsid w:val="0006061A"/>
    <w:rsid w:val="00060716"/>
    <w:rsid w:val="00060899"/>
    <w:rsid w:val="00060D30"/>
    <w:rsid w:val="00061169"/>
    <w:rsid w:val="00061708"/>
    <w:rsid w:val="00062E69"/>
    <w:rsid w:val="00062E7E"/>
    <w:rsid w:val="0006388C"/>
    <w:rsid w:val="00063B06"/>
    <w:rsid w:val="00063F66"/>
    <w:rsid w:val="0006433B"/>
    <w:rsid w:val="000647AC"/>
    <w:rsid w:val="00064CA8"/>
    <w:rsid w:val="00064F19"/>
    <w:rsid w:val="00064F2E"/>
    <w:rsid w:val="0006552C"/>
    <w:rsid w:val="0006556B"/>
    <w:rsid w:val="00066C1C"/>
    <w:rsid w:val="00066CA1"/>
    <w:rsid w:val="000670D0"/>
    <w:rsid w:val="00070063"/>
    <w:rsid w:val="00070146"/>
    <w:rsid w:val="0007043D"/>
    <w:rsid w:val="000705D1"/>
    <w:rsid w:val="000708B7"/>
    <w:rsid w:val="00070D88"/>
    <w:rsid w:val="00070E41"/>
    <w:rsid w:val="00071260"/>
    <w:rsid w:val="00071922"/>
    <w:rsid w:val="00071D8C"/>
    <w:rsid w:val="00072695"/>
    <w:rsid w:val="000732B0"/>
    <w:rsid w:val="00073693"/>
    <w:rsid w:val="00073CB2"/>
    <w:rsid w:val="00073FBF"/>
    <w:rsid w:val="000743E5"/>
    <w:rsid w:val="00074C34"/>
    <w:rsid w:val="00075087"/>
    <w:rsid w:val="00075254"/>
    <w:rsid w:val="00076209"/>
    <w:rsid w:val="0007662F"/>
    <w:rsid w:val="00076928"/>
    <w:rsid w:val="00076D9F"/>
    <w:rsid w:val="00077442"/>
    <w:rsid w:val="00077748"/>
    <w:rsid w:val="00077B6C"/>
    <w:rsid w:val="00077F0A"/>
    <w:rsid w:val="0008076A"/>
    <w:rsid w:val="000808AA"/>
    <w:rsid w:val="0008145B"/>
    <w:rsid w:val="000814EA"/>
    <w:rsid w:val="000815E8"/>
    <w:rsid w:val="000818D2"/>
    <w:rsid w:val="00081E7E"/>
    <w:rsid w:val="000823DD"/>
    <w:rsid w:val="000825DC"/>
    <w:rsid w:val="00082E30"/>
    <w:rsid w:val="00082E5B"/>
    <w:rsid w:val="00082F52"/>
    <w:rsid w:val="00083B60"/>
    <w:rsid w:val="00084234"/>
    <w:rsid w:val="00084A0C"/>
    <w:rsid w:val="00084CF3"/>
    <w:rsid w:val="00085CBE"/>
    <w:rsid w:val="00085DF5"/>
    <w:rsid w:val="00086677"/>
    <w:rsid w:val="00086843"/>
    <w:rsid w:val="00086BDE"/>
    <w:rsid w:val="00086C3B"/>
    <w:rsid w:val="00086C76"/>
    <w:rsid w:val="00087123"/>
    <w:rsid w:val="000874AB"/>
    <w:rsid w:val="00090033"/>
    <w:rsid w:val="00090047"/>
    <w:rsid w:val="00090196"/>
    <w:rsid w:val="00090BE7"/>
    <w:rsid w:val="00090E48"/>
    <w:rsid w:val="00090F63"/>
    <w:rsid w:val="00091431"/>
    <w:rsid w:val="000919FF"/>
    <w:rsid w:val="000929E4"/>
    <w:rsid w:val="000937B8"/>
    <w:rsid w:val="0009388C"/>
    <w:rsid w:val="000938D9"/>
    <w:rsid w:val="000940CE"/>
    <w:rsid w:val="00094AEF"/>
    <w:rsid w:val="00094D91"/>
    <w:rsid w:val="000951DC"/>
    <w:rsid w:val="00095838"/>
    <w:rsid w:val="00095AF6"/>
    <w:rsid w:val="0009613D"/>
    <w:rsid w:val="00096479"/>
    <w:rsid w:val="00096A54"/>
    <w:rsid w:val="00096DF7"/>
    <w:rsid w:val="00096E1F"/>
    <w:rsid w:val="00096E95"/>
    <w:rsid w:val="000976A1"/>
    <w:rsid w:val="000978FE"/>
    <w:rsid w:val="00097C0D"/>
    <w:rsid w:val="000A0087"/>
    <w:rsid w:val="000A018D"/>
    <w:rsid w:val="000A01C3"/>
    <w:rsid w:val="000A0470"/>
    <w:rsid w:val="000A04B0"/>
    <w:rsid w:val="000A0507"/>
    <w:rsid w:val="000A090D"/>
    <w:rsid w:val="000A0C5D"/>
    <w:rsid w:val="000A0CAD"/>
    <w:rsid w:val="000A116E"/>
    <w:rsid w:val="000A1554"/>
    <w:rsid w:val="000A16F4"/>
    <w:rsid w:val="000A1820"/>
    <w:rsid w:val="000A19E0"/>
    <w:rsid w:val="000A22E8"/>
    <w:rsid w:val="000A23F3"/>
    <w:rsid w:val="000A29F2"/>
    <w:rsid w:val="000A311E"/>
    <w:rsid w:val="000A341F"/>
    <w:rsid w:val="000A3468"/>
    <w:rsid w:val="000A3A02"/>
    <w:rsid w:val="000A3A2F"/>
    <w:rsid w:val="000A4421"/>
    <w:rsid w:val="000A4495"/>
    <w:rsid w:val="000A4601"/>
    <w:rsid w:val="000A5826"/>
    <w:rsid w:val="000A62CA"/>
    <w:rsid w:val="000A6397"/>
    <w:rsid w:val="000A6FDA"/>
    <w:rsid w:val="000A73C0"/>
    <w:rsid w:val="000A73D5"/>
    <w:rsid w:val="000A73FB"/>
    <w:rsid w:val="000A789F"/>
    <w:rsid w:val="000A7AB7"/>
    <w:rsid w:val="000A7B89"/>
    <w:rsid w:val="000A7FAE"/>
    <w:rsid w:val="000B0259"/>
    <w:rsid w:val="000B03BE"/>
    <w:rsid w:val="000B0D18"/>
    <w:rsid w:val="000B0D52"/>
    <w:rsid w:val="000B0EC2"/>
    <w:rsid w:val="000B0F9D"/>
    <w:rsid w:val="000B102E"/>
    <w:rsid w:val="000B191A"/>
    <w:rsid w:val="000B240F"/>
    <w:rsid w:val="000B2B21"/>
    <w:rsid w:val="000B2F8F"/>
    <w:rsid w:val="000B305A"/>
    <w:rsid w:val="000B381D"/>
    <w:rsid w:val="000B3D5C"/>
    <w:rsid w:val="000B4492"/>
    <w:rsid w:val="000B46AF"/>
    <w:rsid w:val="000B4CB1"/>
    <w:rsid w:val="000B4DB3"/>
    <w:rsid w:val="000B5586"/>
    <w:rsid w:val="000B62D7"/>
    <w:rsid w:val="000B6321"/>
    <w:rsid w:val="000B6DBE"/>
    <w:rsid w:val="000B7410"/>
    <w:rsid w:val="000B7E33"/>
    <w:rsid w:val="000C0084"/>
    <w:rsid w:val="000C01EB"/>
    <w:rsid w:val="000C0F52"/>
    <w:rsid w:val="000C10F5"/>
    <w:rsid w:val="000C1199"/>
    <w:rsid w:val="000C1554"/>
    <w:rsid w:val="000C15D2"/>
    <w:rsid w:val="000C1B4A"/>
    <w:rsid w:val="000C205F"/>
    <w:rsid w:val="000C2642"/>
    <w:rsid w:val="000C2705"/>
    <w:rsid w:val="000C2B94"/>
    <w:rsid w:val="000C3019"/>
    <w:rsid w:val="000C319A"/>
    <w:rsid w:val="000C38F2"/>
    <w:rsid w:val="000C429B"/>
    <w:rsid w:val="000C43D0"/>
    <w:rsid w:val="000C4676"/>
    <w:rsid w:val="000C4BF5"/>
    <w:rsid w:val="000C5057"/>
    <w:rsid w:val="000C50E0"/>
    <w:rsid w:val="000C5286"/>
    <w:rsid w:val="000C65DD"/>
    <w:rsid w:val="000C6608"/>
    <w:rsid w:val="000C6635"/>
    <w:rsid w:val="000C66E1"/>
    <w:rsid w:val="000C69ED"/>
    <w:rsid w:val="000C6A98"/>
    <w:rsid w:val="000C6AA9"/>
    <w:rsid w:val="000C6FFD"/>
    <w:rsid w:val="000C7078"/>
    <w:rsid w:val="000C74AB"/>
    <w:rsid w:val="000C7EA2"/>
    <w:rsid w:val="000D029D"/>
    <w:rsid w:val="000D0401"/>
    <w:rsid w:val="000D069E"/>
    <w:rsid w:val="000D06DA"/>
    <w:rsid w:val="000D0732"/>
    <w:rsid w:val="000D0974"/>
    <w:rsid w:val="000D0E80"/>
    <w:rsid w:val="000D0ECB"/>
    <w:rsid w:val="000D155F"/>
    <w:rsid w:val="000D20E7"/>
    <w:rsid w:val="000D232B"/>
    <w:rsid w:val="000D2702"/>
    <w:rsid w:val="000D2734"/>
    <w:rsid w:val="000D27A1"/>
    <w:rsid w:val="000D2AE4"/>
    <w:rsid w:val="000D36C9"/>
    <w:rsid w:val="000D3D41"/>
    <w:rsid w:val="000D40C8"/>
    <w:rsid w:val="000D4358"/>
    <w:rsid w:val="000D4B66"/>
    <w:rsid w:val="000D4C50"/>
    <w:rsid w:val="000D4DA9"/>
    <w:rsid w:val="000D4E27"/>
    <w:rsid w:val="000D5015"/>
    <w:rsid w:val="000D5072"/>
    <w:rsid w:val="000D5153"/>
    <w:rsid w:val="000D51B4"/>
    <w:rsid w:val="000D5597"/>
    <w:rsid w:val="000D5720"/>
    <w:rsid w:val="000D5BAD"/>
    <w:rsid w:val="000D64AB"/>
    <w:rsid w:val="000D6783"/>
    <w:rsid w:val="000D6B63"/>
    <w:rsid w:val="000D7934"/>
    <w:rsid w:val="000E03A2"/>
    <w:rsid w:val="000E0C82"/>
    <w:rsid w:val="000E0E43"/>
    <w:rsid w:val="000E174B"/>
    <w:rsid w:val="000E18D8"/>
    <w:rsid w:val="000E2459"/>
    <w:rsid w:val="000E2811"/>
    <w:rsid w:val="000E2E34"/>
    <w:rsid w:val="000E2FAA"/>
    <w:rsid w:val="000E366E"/>
    <w:rsid w:val="000E4007"/>
    <w:rsid w:val="000E41E5"/>
    <w:rsid w:val="000E446E"/>
    <w:rsid w:val="000E44A9"/>
    <w:rsid w:val="000E46A5"/>
    <w:rsid w:val="000E497E"/>
    <w:rsid w:val="000E521B"/>
    <w:rsid w:val="000E5B3F"/>
    <w:rsid w:val="000E5E17"/>
    <w:rsid w:val="000E6433"/>
    <w:rsid w:val="000E66D9"/>
    <w:rsid w:val="000E6A04"/>
    <w:rsid w:val="000E6C2C"/>
    <w:rsid w:val="000E6E60"/>
    <w:rsid w:val="000E70B5"/>
    <w:rsid w:val="000E74E6"/>
    <w:rsid w:val="000F047F"/>
    <w:rsid w:val="000F056A"/>
    <w:rsid w:val="000F0808"/>
    <w:rsid w:val="000F0B88"/>
    <w:rsid w:val="000F0D15"/>
    <w:rsid w:val="000F12CD"/>
    <w:rsid w:val="000F1CED"/>
    <w:rsid w:val="000F1DEB"/>
    <w:rsid w:val="000F1E29"/>
    <w:rsid w:val="000F26A7"/>
    <w:rsid w:val="000F2A7A"/>
    <w:rsid w:val="000F2F37"/>
    <w:rsid w:val="000F3492"/>
    <w:rsid w:val="000F3D95"/>
    <w:rsid w:val="000F3FD8"/>
    <w:rsid w:val="000F4286"/>
    <w:rsid w:val="000F4413"/>
    <w:rsid w:val="000F4966"/>
    <w:rsid w:val="000F4C1C"/>
    <w:rsid w:val="000F4E24"/>
    <w:rsid w:val="000F50DD"/>
    <w:rsid w:val="000F517C"/>
    <w:rsid w:val="000F5722"/>
    <w:rsid w:val="000F5F89"/>
    <w:rsid w:val="000F6762"/>
    <w:rsid w:val="000F692B"/>
    <w:rsid w:val="000F6B30"/>
    <w:rsid w:val="000F729F"/>
    <w:rsid w:val="000F7567"/>
    <w:rsid w:val="000F766C"/>
    <w:rsid w:val="000F7965"/>
    <w:rsid w:val="000F7994"/>
    <w:rsid w:val="000F7A16"/>
    <w:rsid w:val="000F7EA3"/>
    <w:rsid w:val="000F7EAC"/>
    <w:rsid w:val="0010010C"/>
    <w:rsid w:val="001002AD"/>
    <w:rsid w:val="001007B5"/>
    <w:rsid w:val="0010101C"/>
    <w:rsid w:val="00101058"/>
    <w:rsid w:val="00101102"/>
    <w:rsid w:val="00101AF8"/>
    <w:rsid w:val="00101D30"/>
    <w:rsid w:val="00102035"/>
    <w:rsid w:val="00102102"/>
    <w:rsid w:val="001023E3"/>
    <w:rsid w:val="00102590"/>
    <w:rsid w:val="00102D98"/>
    <w:rsid w:val="001033E0"/>
    <w:rsid w:val="00103443"/>
    <w:rsid w:val="001034EF"/>
    <w:rsid w:val="001034F5"/>
    <w:rsid w:val="00103F23"/>
    <w:rsid w:val="00104376"/>
    <w:rsid w:val="00104583"/>
    <w:rsid w:val="001050D9"/>
    <w:rsid w:val="001052B1"/>
    <w:rsid w:val="0010541E"/>
    <w:rsid w:val="001056F7"/>
    <w:rsid w:val="00105FA8"/>
    <w:rsid w:val="001060D7"/>
    <w:rsid w:val="001066F2"/>
    <w:rsid w:val="00106C12"/>
    <w:rsid w:val="00107E5B"/>
    <w:rsid w:val="0011037A"/>
    <w:rsid w:val="00110576"/>
    <w:rsid w:val="00110AC1"/>
    <w:rsid w:val="0011128C"/>
    <w:rsid w:val="00111758"/>
    <w:rsid w:val="00111A42"/>
    <w:rsid w:val="00111C9F"/>
    <w:rsid w:val="00111DBE"/>
    <w:rsid w:val="001127D4"/>
    <w:rsid w:val="00114147"/>
    <w:rsid w:val="00114D8E"/>
    <w:rsid w:val="00115A3A"/>
    <w:rsid w:val="00115ABD"/>
    <w:rsid w:val="00116017"/>
    <w:rsid w:val="0011604F"/>
    <w:rsid w:val="00116C26"/>
    <w:rsid w:val="00117365"/>
    <w:rsid w:val="00117BF2"/>
    <w:rsid w:val="00117FAF"/>
    <w:rsid w:val="0012002C"/>
    <w:rsid w:val="00120121"/>
    <w:rsid w:val="001202E8"/>
    <w:rsid w:val="001203E5"/>
    <w:rsid w:val="0012054F"/>
    <w:rsid w:val="00120E53"/>
    <w:rsid w:val="00120E57"/>
    <w:rsid w:val="00120F73"/>
    <w:rsid w:val="00121990"/>
    <w:rsid w:val="001219E5"/>
    <w:rsid w:val="00121E34"/>
    <w:rsid w:val="00121F10"/>
    <w:rsid w:val="001228D4"/>
    <w:rsid w:val="0012324E"/>
    <w:rsid w:val="0012327A"/>
    <w:rsid w:val="0012351E"/>
    <w:rsid w:val="001235ED"/>
    <w:rsid w:val="0012372E"/>
    <w:rsid w:val="0012379A"/>
    <w:rsid w:val="00123E6E"/>
    <w:rsid w:val="001243E3"/>
    <w:rsid w:val="00124B94"/>
    <w:rsid w:val="00124C36"/>
    <w:rsid w:val="00125724"/>
    <w:rsid w:val="00125AFB"/>
    <w:rsid w:val="00125B58"/>
    <w:rsid w:val="00125B64"/>
    <w:rsid w:val="00125C98"/>
    <w:rsid w:val="00125D24"/>
    <w:rsid w:val="00125FA4"/>
    <w:rsid w:val="001268B4"/>
    <w:rsid w:val="00126D21"/>
    <w:rsid w:val="00127290"/>
    <w:rsid w:val="001272BB"/>
    <w:rsid w:val="00127637"/>
    <w:rsid w:val="001278CB"/>
    <w:rsid w:val="00127AF2"/>
    <w:rsid w:val="00127BA6"/>
    <w:rsid w:val="001301F3"/>
    <w:rsid w:val="001304C6"/>
    <w:rsid w:val="00130DC7"/>
    <w:rsid w:val="001319AE"/>
    <w:rsid w:val="00132589"/>
    <w:rsid w:val="00132666"/>
    <w:rsid w:val="001327C3"/>
    <w:rsid w:val="00132AD2"/>
    <w:rsid w:val="00132B2C"/>
    <w:rsid w:val="001330C1"/>
    <w:rsid w:val="0013345A"/>
    <w:rsid w:val="00133812"/>
    <w:rsid w:val="001341DC"/>
    <w:rsid w:val="00134477"/>
    <w:rsid w:val="00134FF3"/>
    <w:rsid w:val="0013559E"/>
    <w:rsid w:val="00135CD6"/>
    <w:rsid w:val="00135D3C"/>
    <w:rsid w:val="00135EF7"/>
    <w:rsid w:val="00136484"/>
    <w:rsid w:val="00136713"/>
    <w:rsid w:val="00136BE2"/>
    <w:rsid w:val="00136CDD"/>
    <w:rsid w:val="001373BF"/>
    <w:rsid w:val="00137D13"/>
    <w:rsid w:val="00137E75"/>
    <w:rsid w:val="00140437"/>
    <w:rsid w:val="0014163F"/>
    <w:rsid w:val="00141A14"/>
    <w:rsid w:val="00142CB9"/>
    <w:rsid w:val="00142D08"/>
    <w:rsid w:val="00143344"/>
    <w:rsid w:val="00143622"/>
    <w:rsid w:val="00143626"/>
    <w:rsid w:val="00143DC9"/>
    <w:rsid w:val="001440F8"/>
    <w:rsid w:val="00144680"/>
    <w:rsid w:val="00144727"/>
    <w:rsid w:val="00144CD9"/>
    <w:rsid w:val="00144F7D"/>
    <w:rsid w:val="00145E35"/>
    <w:rsid w:val="00145F73"/>
    <w:rsid w:val="00145FBB"/>
    <w:rsid w:val="00146068"/>
    <w:rsid w:val="00146567"/>
    <w:rsid w:val="00146855"/>
    <w:rsid w:val="001469F5"/>
    <w:rsid w:val="0014719C"/>
    <w:rsid w:val="00147304"/>
    <w:rsid w:val="001476B0"/>
    <w:rsid w:val="00147CA8"/>
    <w:rsid w:val="00150823"/>
    <w:rsid w:val="00150DCA"/>
    <w:rsid w:val="00150E54"/>
    <w:rsid w:val="00150EC8"/>
    <w:rsid w:val="00151A64"/>
    <w:rsid w:val="0015206F"/>
    <w:rsid w:val="00152180"/>
    <w:rsid w:val="0015270C"/>
    <w:rsid w:val="00152A1A"/>
    <w:rsid w:val="00153106"/>
    <w:rsid w:val="00153166"/>
    <w:rsid w:val="0015343E"/>
    <w:rsid w:val="0015378F"/>
    <w:rsid w:val="00154238"/>
    <w:rsid w:val="00155793"/>
    <w:rsid w:val="00155C6D"/>
    <w:rsid w:val="00155F05"/>
    <w:rsid w:val="00155F83"/>
    <w:rsid w:val="00156184"/>
    <w:rsid w:val="00156B1C"/>
    <w:rsid w:val="00156C6C"/>
    <w:rsid w:val="001571DA"/>
    <w:rsid w:val="00157631"/>
    <w:rsid w:val="00157821"/>
    <w:rsid w:val="001578ED"/>
    <w:rsid w:val="0016013C"/>
    <w:rsid w:val="00160385"/>
    <w:rsid w:val="001604A8"/>
    <w:rsid w:val="001607C9"/>
    <w:rsid w:val="001608B8"/>
    <w:rsid w:val="00160AED"/>
    <w:rsid w:val="00160F35"/>
    <w:rsid w:val="00161B6F"/>
    <w:rsid w:val="00161EBF"/>
    <w:rsid w:val="001626E2"/>
    <w:rsid w:val="00162728"/>
    <w:rsid w:val="00162B5D"/>
    <w:rsid w:val="00162FB2"/>
    <w:rsid w:val="0016369E"/>
    <w:rsid w:val="00163AA2"/>
    <w:rsid w:val="00163BAF"/>
    <w:rsid w:val="00163F25"/>
    <w:rsid w:val="0016417F"/>
    <w:rsid w:val="001645BB"/>
    <w:rsid w:val="00164747"/>
    <w:rsid w:val="00164DD7"/>
    <w:rsid w:val="001652E7"/>
    <w:rsid w:val="0016556D"/>
    <w:rsid w:val="00165BDD"/>
    <w:rsid w:val="00166AFE"/>
    <w:rsid w:val="00166B95"/>
    <w:rsid w:val="00166C70"/>
    <w:rsid w:val="00166CEB"/>
    <w:rsid w:val="0016702B"/>
    <w:rsid w:val="00167188"/>
    <w:rsid w:val="00167CEA"/>
    <w:rsid w:val="00167F0B"/>
    <w:rsid w:val="00170B2E"/>
    <w:rsid w:val="00170CBC"/>
    <w:rsid w:val="0017133A"/>
    <w:rsid w:val="00171EFC"/>
    <w:rsid w:val="00171F3E"/>
    <w:rsid w:val="00172069"/>
    <w:rsid w:val="0017247F"/>
    <w:rsid w:val="00172762"/>
    <w:rsid w:val="0017280B"/>
    <w:rsid w:val="0017295A"/>
    <w:rsid w:val="001741FD"/>
    <w:rsid w:val="00174446"/>
    <w:rsid w:val="00175043"/>
    <w:rsid w:val="00175167"/>
    <w:rsid w:val="001752FC"/>
    <w:rsid w:val="001756D7"/>
    <w:rsid w:val="00175FBE"/>
    <w:rsid w:val="00176117"/>
    <w:rsid w:val="001769CC"/>
    <w:rsid w:val="00176B58"/>
    <w:rsid w:val="00176E7F"/>
    <w:rsid w:val="00177169"/>
    <w:rsid w:val="001777B3"/>
    <w:rsid w:val="00177F5A"/>
    <w:rsid w:val="0018015D"/>
    <w:rsid w:val="00180597"/>
    <w:rsid w:val="001805BC"/>
    <w:rsid w:val="00180637"/>
    <w:rsid w:val="00180A69"/>
    <w:rsid w:val="00180DF7"/>
    <w:rsid w:val="00181195"/>
    <w:rsid w:val="001812F0"/>
    <w:rsid w:val="001821BE"/>
    <w:rsid w:val="001821E3"/>
    <w:rsid w:val="00182882"/>
    <w:rsid w:val="00183378"/>
    <w:rsid w:val="001836FA"/>
    <w:rsid w:val="00183E7C"/>
    <w:rsid w:val="00184696"/>
    <w:rsid w:val="00184AF4"/>
    <w:rsid w:val="00184D64"/>
    <w:rsid w:val="00185015"/>
    <w:rsid w:val="00185A8D"/>
    <w:rsid w:val="00185B06"/>
    <w:rsid w:val="00186B95"/>
    <w:rsid w:val="00186C3A"/>
    <w:rsid w:val="00186C69"/>
    <w:rsid w:val="001873B3"/>
    <w:rsid w:val="00187498"/>
    <w:rsid w:val="0019029B"/>
    <w:rsid w:val="0019033A"/>
    <w:rsid w:val="001903A2"/>
    <w:rsid w:val="0019057F"/>
    <w:rsid w:val="0019067B"/>
    <w:rsid w:val="001913B0"/>
    <w:rsid w:val="0019153F"/>
    <w:rsid w:val="00191F31"/>
    <w:rsid w:val="00192494"/>
    <w:rsid w:val="001925A6"/>
    <w:rsid w:val="0019281E"/>
    <w:rsid w:val="00192AEC"/>
    <w:rsid w:val="00192CA6"/>
    <w:rsid w:val="001930FC"/>
    <w:rsid w:val="0019375E"/>
    <w:rsid w:val="00193A00"/>
    <w:rsid w:val="00193BCF"/>
    <w:rsid w:val="00193F7B"/>
    <w:rsid w:val="0019435D"/>
    <w:rsid w:val="001944D1"/>
    <w:rsid w:val="00194505"/>
    <w:rsid w:val="00194593"/>
    <w:rsid w:val="00194C53"/>
    <w:rsid w:val="00194DD2"/>
    <w:rsid w:val="001951FC"/>
    <w:rsid w:val="00195442"/>
    <w:rsid w:val="001956AD"/>
    <w:rsid w:val="00195EC3"/>
    <w:rsid w:val="001966DF"/>
    <w:rsid w:val="001968E2"/>
    <w:rsid w:val="001969F9"/>
    <w:rsid w:val="00197099"/>
    <w:rsid w:val="0019759E"/>
    <w:rsid w:val="001975B1"/>
    <w:rsid w:val="00197FF7"/>
    <w:rsid w:val="001A055D"/>
    <w:rsid w:val="001A0A41"/>
    <w:rsid w:val="001A0D9E"/>
    <w:rsid w:val="001A102F"/>
    <w:rsid w:val="001A1082"/>
    <w:rsid w:val="001A1348"/>
    <w:rsid w:val="001A15D5"/>
    <w:rsid w:val="001A1951"/>
    <w:rsid w:val="001A1AB8"/>
    <w:rsid w:val="001A2093"/>
    <w:rsid w:val="001A32CA"/>
    <w:rsid w:val="001A35FB"/>
    <w:rsid w:val="001A3846"/>
    <w:rsid w:val="001A3863"/>
    <w:rsid w:val="001A3AB8"/>
    <w:rsid w:val="001A43D1"/>
    <w:rsid w:val="001A460F"/>
    <w:rsid w:val="001A5AB6"/>
    <w:rsid w:val="001A5C1B"/>
    <w:rsid w:val="001A5DA4"/>
    <w:rsid w:val="001A5F1D"/>
    <w:rsid w:val="001A6917"/>
    <w:rsid w:val="001A6BEE"/>
    <w:rsid w:val="001A7328"/>
    <w:rsid w:val="001A7AB8"/>
    <w:rsid w:val="001B0BE5"/>
    <w:rsid w:val="001B0CBA"/>
    <w:rsid w:val="001B0ECF"/>
    <w:rsid w:val="001B115C"/>
    <w:rsid w:val="001B11E4"/>
    <w:rsid w:val="001B15D0"/>
    <w:rsid w:val="001B16E0"/>
    <w:rsid w:val="001B19CC"/>
    <w:rsid w:val="001B1B15"/>
    <w:rsid w:val="001B1FAC"/>
    <w:rsid w:val="001B20F5"/>
    <w:rsid w:val="001B2560"/>
    <w:rsid w:val="001B29BC"/>
    <w:rsid w:val="001B3726"/>
    <w:rsid w:val="001B37A7"/>
    <w:rsid w:val="001B3815"/>
    <w:rsid w:val="001B3C6F"/>
    <w:rsid w:val="001B3F1E"/>
    <w:rsid w:val="001B4B05"/>
    <w:rsid w:val="001B4F98"/>
    <w:rsid w:val="001B5156"/>
    <w:rsid w:val="001B5351"/>
    <w:rsid w:val="001B54F3"/>
    <w:rsid w:val="001B5944"/>
    <w:rsid w:val="001B5AEE"/>
    <w:rsid w:val="001B6160"/>
    <w:rsid w:val="001B62FA"/>
    <w:rsid w:val="001B64DD"/>
    <w:rsid w:val="001B65BD"/>
    <w:rsid w:val="001B7816"/>
    <w:rsid w:val="001C0C47"/>
    <w:rsid w:val="001C10B5"/>
    <w:rsid w:val="001C1292"/>
    <w:rsid w:val="001C1912"/>
    <w:rsid w:val="001C1DB0"/>
    <w:rsid w:val="001C1FAB"/>
    <w:rsid w:val="001C2016"/>
    <w:rsid w:val="001C2EA5"/>
    <w:rsid w:val="001C322B"/>
    <w:rsid w:val="001C399D"/>
    <w:rsid w:val="001C3F57"/>
    <w:rsid w:val="001C40C8"/>
    <w:rsid w:val="001C421C"/>
    <w:rsid w:val="001C42AC"/>
    <w:rsid w:val="001C4AE2"/>
    <w:rsid w:val="001C4CE8"/>
    <w:rsid w:val="001C52D3"/>
    <w:rsid w:val="001C616E"/>
    <w:rsid w:val="001C61B1"/>
    <w:rsid w:val="001C64AB"/>
    <w:rsid w:val="001C6517"/>
    <w:rsid w:val="001C657F"/>
    <w:rsid w:val="001C6905"/>
    <w:rsid w:val="001C6923"/>
    <w:rsid w:val="001C6A9B"/>
    <w:rsid w:val="001C712E"/>
    <w:rsid w:val="001C7793"/>
    <w:rsid w:val="001C7FF9"/>
    <w:rsid w:val="001D000A"/>
    <w:rsid w:val="001D0616"/>
    <w:rsid w:val="001D0965"/>
    <w:rsid w:val="001D0AF4"/>
    <w:rsid w:val="001D0B0D"/>
    <w:rsid w:val="001D0B36"/>
    <w:rsid w:val="001D0F24"/>
    <w:rsid w:val="001D12DB"/>
    <w:rsid w:val="001D13D9"/>
    <w:rsid w:val="001D1CF6"/>
    <w:rsid w:val="001D1D1F"/>
    <w:rsid w:val="001D22B7"/>
    <w:rsid w:val="001D242E"/>
    <w:rsid w:val="001D2477"/>
    <w:rsid w:val="001D26E5"/>
    <w:rsid w:val="001D3C06"/>
    <w:rsid w:val="001D425D"/>
    <w:rsid w:val="001D4689"/>
    <w:rsid w:val="001D4840"/>
    <w:rsid w:val="001D56E5"/>
    <w:rsid w:val="001D5921"/>
    <w:rsid w:val="001D6169"/>
    <w:rsid w:val="001D6525"/>
    <w:rsid w:val="001D6CC7"/>
    <w:rsid w:val="001D6D4E"/>
    <w:rsid w:val="001D7246"/>
    <w:rsid w:val="001D7A27"/>
    <w:rsid w:val="001D7BA4"/>
    <w:rsid w:val="001D7F46"/>
    <w:rsid w:val="001E0068"/>
    <w:rsid w:val="001E09F4"/>
    <w:rsid w:val="001E0CBE"/>
    <w:rsid w:val="001E0CF1"/>
    <w:rsid w:val="001E191E"/>
    <w:rsid w:val="001E1F25"/>
    <w:rsid w:val="001E2A3E"/>
    <w:rsid w:val="001E2BF9"/>
    <w:rsid w:val="001E3057"/>
    <w:rsid w:val="001E3363"/>
    <w:rsid w:val="001E3908"/>
    <w:rsid w:val="001E3BA3"/>
    <w:rsid w:val="001E406A"/>
    <w:rsid w:val="001E4746"/>
    <w:rsid w:val="001E4975"/>
    <w:rsid w:val="001E51DF"/>
    <w:rsid w:val="001E5265"/>
    <w:rsid w:val="001E5B37"/>
    <w:rsid w:val="001E5E2C"/>
    <w:rsid w:val="001E61E3"/>
    <w:rsid w:val="001E667A"/>
    <w:rsid w:val="001E6DFF"/>
    <w:rsid w:val="001E7173"/>
    <w:rsid w:val="001E74CE"/>
    <w:rsid w:val="001E7EFF"/>
    <w:rsid w:val="001E7FB8"/>
    <w:rsid w:val="001F0911"/>
    <w:rsid w:val="001F0A01"/>
    <w:rsid w:val="001F1072"/>
    <w:rsid w:val="001F21C0"/>
    <w:rsid w:val="001F2438"/>
    <w:rsid w:val="001F2911"/>
    <w:rsid w:val="001F2B74"/>
    <w:rsid w:val="001F2BFA"/>
    <w:rsid w:val="001F2D29"/>
    <w:rsid w:val="001F2E4E"/>
    <w:rsid w:val="001F2EC5"/>
    <w:rsid w:val="001F36B9"/>
    <w:rsid w:val="001F3857"/>
    <w:rsid w:val="001F3B92"/>
    <w:rsid w:val="001F439C"/>
    <w:rsid w:val="001F452D"/>
    <w:rsid w:val="001F4BF6"/>
    <w:rsid w:val="001F4D31"/>
    <w:rsid w:val="001F514E"/>
    <w:rsid w:val="001F5A0F"/>
    <w:rsid w:val="001F5A41"/>
    <w:rsid w:val="001F624D"/>
    <w:rsid w:val="001F6271"/>
    <w:rsid w:val="001F632E"/>
    <w:rsid w:val="001F6437"/>
    <w:rsid w:val="001F6923"/>
    <w:rsid w:val="001F6B91"/>
    <w:rsid w:val="001F6DAB"/>
    <w:rsid w:val="001F70F9"/>
    <w:rsid w:val="001F7923"/>
    <w:rsid w:val="0020018E"/>
    <w:rsid w:val="00200236"/>
    <w:rsid w:val="00200395"/>
    <w:rsid w:val="002005A7"/>
    <w:rsid w:val="00200C71"/>
    <w:rsid w:val="00200D3F"/>
    <w:rsid w:val="00200D6E"/>
    <w:rsid w:val="00201423"/>
    <w:rsid w:val="0020168E"/>
    <w:rsid w:val="002017B0"/>
    <w:rsid w:val="00201F51"/>
    <w:rsid w:val="00202148"/>
    <w:rsid w:val="00202176"/>
    <w:rsid w:val="00203189"/>
    <w:rsid w:val="002034A7"/>
    <w:rsid w:val="00203606"/>
    <w:rsid w:val="00203689"/>
    <w:rsid w:val="00203A87"/>
    <w:rsid w:val="00203B82"/>
    <w:rsid w:val="00203CF7"/>
    <w:rsid w:val="002043A8"/>
    <w:rsid w:val="0020446A"/>
    <w:rsid w:val="002044A5"/>
    <w:rsid w:val="00205DB2"/>
    <w:rsid w:val="002067D0"/>
    <w:rsid w:val="00206D73"/>
    <w:rsid w:val="00207168"/>
    <w:rsid w:val="00207343"/>
    <w:rsid w:val="002074ED"/>
    <w:rsid w:val="002078E9"/>
    <w:rsid w:val="002079C1"/>
    <w:rsid w:val="00207C33"/>
    <w:rsid w:val="00207C34"/>
    <w:rsid w:val="002101ED"/>
    <w:rsid w:val="00210475"/>
    <w:rsid w:val="00210870"/>
    <w:rsid w:val="00210F5E"/>
    <w:rsid w:val="002113E6"/>
    <w:rsid w:val="002125E4"/>
    <w:rsid w:val="002131DB"/>
    <w:rsid w:val="00213358"/>
    <w:rsid w:val="00214969"/>
    <w:rsid w:val="00214F68"/>
    <w:rsid w:val="002150B7"/>
    <w:rsid w:val="0021560B"/>
    <w:rsid w:val="00215730"/>
    <w:rsid w:val="0021590F"/>
    <w:rsid w:val="00215924"/>
    <w:rsid w:val="002164C9"/>
    <w:rsid w:val="00216516"/>
    <w:rsid w:val="002165D2"/>
    <w:rsid w:val="00216880"/>
    <w:rsid w:val="0021708D"/>
    <w:rsid w:val="0021748B"/>
    <w:rsid w:val="00217665"/>
    <w:rsid w:val="0021769A"/>
    <w:rsid w:val="002179BF"/>
    <w:rsid w:val="00217AC7"/>
    <w:rsid w:val="00217E8F"/>
    <w:rsid w:val="00220019"/>
    <w:rsid w:val="0022006F"/>
    <w:rsid w:val="0022075F"/>
    <w:rsid w:val="00220960"/>
    <w:rsid w:val="00221217"/>
    <w:rsid w:val="002212F9"/>
    <w:rsid w:val="00221458"/>
    <w:rsid w:val="002219B0"/>
    <w:rsid w:val="00221EAD"/>
    <w:rsid w:val="002221F9"/>
    <w:rsid w:val="0022278C"/>
    <w:rsid w:val="00223A2C"/>
    <w:rsid w:val="00224211"/>
    <w:rsid w:val="00224744"/>
    <w:rsid w:val="00224973"/>
    <w:rsid w:val="002261CC"/>
    <w:rsid w:val="00226576"/>
    <w:rsid w:val="00227413"/>
    <w:rsid w:val="00227684"/>
    <w:rsid w:val="00227D6A"/>
    <w:rsid w:val="00227EF7"/>
    <w:rsid w:val="002306D5"/>
    <w:rsid w:val="002307ED"/>
    <w:rsid w:val="0023088F"/>
    <w:rsid w:val="00230A08"/>
    <w:rsid w:val="00230B4D"/>
    <w:rsid w:val="00231448"/>
    <w:rsid w:val="00231AA3"/>
    <w:rsid w:val="00232498"/>
    <w:rsid w:val="002324AE"/>
    <w:rsid w:val="00232754"/>
    <w:rsid w:val="00232921"/>
    <w:rsid w:val="00232B36"/>
    <w:rsid w:val="00232C86"/>
    <w:rsid w:val="00233065"/>
    <w:rsid w:val="0023340C"/>
    <w:rsid w:val="00233A4C"/>
    <w:rsid w:val="00233DC3"/>
    <w:rsid w:val="0023465A"/>
    <w:rsid w:val="00234FEC"/>
    <w:rsid w:val="002350B6"/>
    <w:rsid w:val="00235172"/>
    <w:rsid w:val="00235291"/>
    <w:rsid w:val="002353D8"/>
    <w:rsid w:val="00235682"/>
    <w:rsid w:val="00235AB3"/>
    <w:rsid w:val="00235D25"/>
    <w:rsid w:val="00235EAF"/>
    <w:rsid w:val="00235F1E"/>
    <w:rsid w:val="00236389"/>
    <w:rsid w:val="00236519"/>
    <w:rsid w:val="00236621"/>
    <w:rsid w:val="002366BE"/>
    <w:rsid w:val="0023677F"/>
    <w:rsid w:val="00237543"/>
    <w:rsid w:val="0023777A"/>
    <w:rsid w:val="00237807"/>
    <w:rsid w:val="00240218"/>
    <w:rsid w:val="00240325"/>
    <w:rsid w:val="0024045E"/>
    <w:rsid w:val="00240A3C"/>
    <w:rsid w:val="00240CF4"/>
    <w:rsid w:val="0024129D"/>
    <w:rsid w:val="0024164E"/>
    <w:rsid w:val="00241A65"/>
    <w:rsid w:val="00241F23"/>
    <w:rsid w:val="0024229C"/>
    <w:rsid w:val="002423A8"/>
    <w:rsid w:val="00242829"/>
    <w:rsid w:val="0024293A"/>
    <w:rsid w:val="002432D7"/>
    <w:rsid w:val="002434A5"/>
    <w:rsid w:val="00244C1F"/>
    <w:rsid w:val="002452D1"/>
    <w:rsid w:val="00245534"/>
    <w:rsid w:val="00245860"/>
    <w:rsid w:val="00245970"/>
    <w:rsid w:val="00245A25"/>
    <w:rsid w:val="00245CE8"/>
    <w:rsid w:val="00246029"/>
    <w:rsid w:val="00246243"/>
    <w:rsid w:val="002463BA"/>
    <w:rsid w:val="00246440"/>
    <w:rsid w:val="00246502"/>
    <w:rsid w:val="00246741"/>
    <w:rsid w:val="002467CD"/>
    <w:rsid w:val="00246C4F"/>
    <w:rsid w:val="00246CC4"/>
    <w:rsid w:val="00246FE7"/>
    <w:rsid w:val="002473FA"/>
    <w:rsid w:val="002476BD"/>
    <w:rsid w:val="00250889"/>
    <w:rsid w:val="00250960"/>
    <w:rsid w:val="00250968"/>
    <w:rsid w:val="00250C87"/>
    <w:rsid w:val="00250D2C"/>
    <w:rsid w:val="00250E90"/>
    <w:rsid w:val="0025168A"/>
    <w:rsid w:val="00251750"/>
    <w:rsid w:val="00251A86"/>
    <w:rsid w:val="00251B12"/>
    <w:rsid w:val="00252530"/>
    <w:rsid w:val="00252904"/>
    <w:rsid w:val="00252AAA"/>
    <w:rsid w:val="00252E26"/>
    <w:rsid w:val="00252E2E"/>
    <w:rsid w:val="0025305F"/>
    <w:rsid w:val="00253168"/>
    <w:rsid w:val="00253887"/>
    <w:rsid w:val="00253BE4"/>
    <w:rsid w:val="00254772"/>
    <w:rsid w:val="00254786"/>
    <w:rsid w:val="00254BF6"/>
    <w:rsid w:val="00254C53"/>
    <w:rsid w:val="00254C6E"/>
    <w:rsid w:val="00254F3B"/>
    <w:rsid w:val="00255D12"/>
    <w:rsid w:val="00256588"/>
    <w:rsid w:val="002567E0"/>
    <w:rsid w:val="002567E6"/>
    <w:rsid w:val="00257246"/>
    <w:rsid w:val="00257735"/>
    <w:rsid w:val="00257FC8"/>
    <w:rsid w:val="00257FF5"/>
    <w:rsid w:val="00260549"/>
    <w:rsid w:val="00260CDE"/>
    <w:rsid w:val="002612B7"/>
    <w:rsid w:val="00261481"/>
    <w:rsid w:val="0026183D"/>
    <w:rsid w:val="002618C1"/>
    <w:rsid w:val="00261C6C"/>
    <w:rsid w:val="00261E61"/>
    <w:rsid w:val="00262660"/>
    <w:rsid w:val="0026416A"/>
    <w:rsid w:val="0026487A"/>
    <w:rsid w:val="00264C05"/>
    <w:rsid w:val="00264E2D"/>
    <w:rsid w:val="0026543A"/>
    <w:rsid w:val="00265E95"/>
    <w:rsid w:val="00265F35"/>
    <w:rsid w:val="00265F7D"/>
    <w:rsid w:val="002660CF"/>
    <w:rsid w:val="00266383"/>
    <w:rsid w:val="00266D25"/>
    <w:rsid w:val="002671FA"/>
    <w:rsid w:val="002672FF"/>
    <w:rsid w:val="002675DD"/>
    <w:rsid w:val="0026765E"/>
    <w:rsid w:val="002676F4"/>
    <w:rsid w:val="002677B8"/>
    <w:rsid w:val="00267973"/>
    <w:rsid w:val="00267AA0"/>
    <w:rsid w:val="00270949"/>
    <w:rsid w:val="00270CD3"/>
    <w:rsid w:val="00270CEA"/>
    <w:rsid w:val="00270E2E"/>
    <w:rsid w:val="00270FDA"/>
    <w:rsid w:val="00271122"/>
    <w:rsid w:val="00271518"/>
    <w:rsid w:val="00271604"/>
    <w:rsid w:val="00271CC9"/>
    <w:rsid w:val="002721C4"/>
    <w:rsid w:val="002721EC"/>
    <w:rsid w:val="00272BC2"/>
    <w:rsid w:val="00272E53"/>
    <w:rsid w:val="002730A1"/>
    <w:rsid w:val="0027399E"/>
    <w:rsid w:val="00273D2B"/>
    <w:rsid w:val="00273E19"/>
    <w:rsid w:val="00274564"/>
    <w:rsid w:val="00274D44"/>
    <w:rsid w:val="00274FA6"/>
    <w:rsid w:val="00275118"/>
    <w:rsid w:val="00275487"/>
    <w:rsid w:val="00275738"/>
    <w:rsid w:val="00275BAB"/>
    <w:rsid w:val="00275FE3"/>
    <w:rsid w:val="00276869"/>
    <w:rsid w:val="002804B8"/>
    <w:rsid w:val="00280E53"/>
    <w:rsid w:val="00280F02"/>
    <w:rsid w:val="0028124B"/>
    <w:rsid w:val="00281553"/>
    <w:rsid w:val="0028172C"/>
    <w:rsid w:val="00281C92"/>
    <w:rsid w:val="00281CB1"/>
    <w:rsid w:val="00282207"/>
    <w:rsid w:val="00282522"/>
    <w:rsid w:val="002829B1"/>
    <w:rsid w:val="002831BE"/>
    <w:rsid w:val="002831FF"/>
    <w:rsid w:val="00283391"/>
    <w:rsid w:val="00283453"/>
    <w:rsid w:val="002834CC"/>
    <w:rsid w:val="00283698"/>
    <w:rsid w:val="00283831"/>
    <w:rsid w:val="00284100"/>
    <w:rsid w:val="002843A8"/>
    <w:rsid w:val="00285B84"/>
    <w:rsid w:val="002860CD"/>
    <w:rsid w:val="002862E8"/>
    <w:rsid w:val="00286759"/>
    <w:rsid w:val="00286BF7"/>
    <w:rsid w:val="00286D91"/>
    <w:rsid w:val="00286DEA"/>
    <w:rsid w:val="00287538"/>
    <w:rsid w:val="00287A1F"/>
    <w:rsid w:val="00287B92"/>
    <w:rsid w:val="00287CB8"/>
    <w:rsid w:val="00287ED8"/>
    <w:rsid w:val="002903D7"/>
    <w:rsid w:val="00290E70"/>
    <w:rsid w:val="002917F6"/>
    <w:rsid w:val="00291BB9"/>
    <w:rsid w:val="00291EAF"/>
    <w:rsid w:val="00292736"/>
    <w:rsid w:val="00292FAE"/>
    <w:rsid w:val="002936CD"/>
    <w:rsid w:val="0029373C"/>
    <w:rsid w:val="002938B1"/>
    <w:rsid w:val="00294407"/>
    <w:rsid w:val="002950C1"/>
    <w:rsid w:val="002954B2"/>
    <w:rsid w:val="00295682"/>
    <w:rsid w:val="00295AAB"/>
    <w:rsid w:val="00296679"/>
    <w:rsid w:val="00296684"/>
    <w:rsid w:val="002967C0"/>
    <w:rsid w:val="0029769B"/>
    <w:rsid w:val="00297A18"/>
    <w:rsid w:val="00297DBB"/>
    <w:rsid w:val="002A00C4"/>
    <w:rsid w:val="002A09D9"/>
    <w:rsid w:val="002A0B40"/>
    <w:rsid w:val="002A186F"/>
    <w:rsid w:val="002A1E19"/>
    <w:rsid w:val="002A276E"/>
    <w:rsid w:val="002A2D9B"/>
    <w:rsid w:val="002A31B0"/>
    <w:rsid w:val="002A3BF3"/>
    <w:rsid w:val="002A4891"/>
    <w:rsid w:val="002A49ED"/>
    <w:rsid w:val="002A4D71"/>
    <w:rsid w:val="002A5572"/>
    <w:rsid w:val="002A6C0D"/>
    <w:rsid w:val="002A6E41"/>
    <w:rsid w:val="002A7080"/>
    <w:rsid w:val="002A71B9"/>
    <w:rsid w:val="002A7389"/>
    <w:rsid w:val="002A7567"/>
    <w:rsid w:val="002A757C"/>
    <w:rsid w:val="002A7651"/>
    <w:rsid w:val="002A7C1E"/>
    <w:rsid w:val="002A7F64"/>
    <w:rsid w:val="002B0087"/>
    <w:rsid w:val="002B0C1E"/>
    <w:rsid w:val="002B0EC2"/>
    <w:rsid w:val="002B0ED1"/>
    <w:rsid w:val="002B10A2"/>
    <w:rsid w:val="002B10BA"/>
    <w:rsid w:val="002B13C9"/>
    <w:rsid w:val="002B1701"/>
    <w:rsid w:val="002B198A"/>
    <w:rsid w:val="002B242A"/>
    <w:rsid w:val="002B2F3B"/>
    <w:rsid w:val="002B31F6"/>
    <w:rsid w:val="002B345F"/>
    <w:rsid w:val="002B386C"/>
    <w:rsid w:val="002B40A6"/>
    <w:rsid w:val="002B443A"/>
    <w:rsid w:val="002B46CD"/>
    <w:rsid w:val="002B4BB1"/>
    <w:rsid w:val="002B4DEB"/>
    <w:rsid w:val="002B5676"/>
    <w:rsid w:val="002B5B88"/>
    <w:rsid w:val="002B5CC2"/>
    <w:rsid w:val="002B5DA5"/>
    <w:rsid w:val="002B6D25"/>
    <w:rsid w:val="002B7255"/>
    <w:rsid w:val="002C0499"/>
    <w:rsid w:val="002C04D6"/>
    <w:rsid w:val="002C0920"/>
    <w:rsid w:val="002C0BE5"/>
    <w:rsid w:val="002C1461"/>
    <w:rsid w:val="002C15C6"/>
    <w:rsid w:val="002C1F87"/>
    <w:rsid w:val="002C23A2"/>
    <w:rsid w:val="002C277B"/>
    <w:rsid w:val="002C2899"/>
    <w:rsid w:val="002C2B30"/>
    <w:rsid w:val="002C2E72"/>
    <w:rsid w:val="002C2F81"/>
    <w:rsid w:val="002C30A2"/>
    <w:rsid w:val="002C3A48"/>
    <w:rsid w:val="002C3FC1"/>
    <w:rsid w:val="002C40B3"/>
    <w:rsid w:val="002C414E"/>
    <w:rsid w:val="002C43B6"/>
    <w:rsid w:val="002C4433"/>
    <w:rsid w:val="002C4C8B"/>
    <w:rsid w:val="002C4EDB"/>
    <w:rsid w:val="002C559F"/>
    <w:rsid w:val="002C55D9"/>
    <w:rsid w:val="002C653D"/>
    <w:rsid w:val="002C6966"/>
    <w:rsid w:val="002C6B82"/>
    <w:rsid w:val="002C6D35"/>
    <w:rsid w:val="002C6E3A"/>
    <w:rsid w:val="002C713A"/>
    <w:rsid w:val="002C7203"/>
    <w:rsid w:val="002C72F6"/>
    <w:rsid w:val="002D000C"/>
    <w:rsid w:val="002D0443"/>
    <w:rsid w:val="002D0529"/>
    <w:rsid w:val="002D058D"/>
    <w:rsid w:val="002D0839"/>
    <w:rsid w:val="002D0A18"/>
    <w:rsid w:val="002D0ADC"/>
    <w:rsid w:val="002D0CE8"/>
    <w:rsid w:val="002D16DA"/>
    <w:rsid w:val="002D18AF"/>
    <w:rsid w:val="002D2314"/>
    <w:rsid w:val="002D2691"/>
    <w:rsid w:val="002D27E3"/>
    <w:rsid w:val="002D30C3"/>
    <w:rsid w:val="002D335C"/>
    <w:rsid w:val="002D342A"/>
    <w:rsid w:val="002D37C7"/>
    <w:rsid w:val="002D3C35"/>
    <w:rsid w:val="002D3EDE"/>
    <w:rsid w:val="002D4132"/>
    <w:rsid w:val="002D49FE"/>
    <w:rsid w:val="002D544A"/>
    <w:rsid w:val="002D5764"/>
    <w:rsid w:val="002D5A53"/>
    <w:rsid w:val="002D5C7E"/>
    <w:rsid w:val="002D5CC9"/>
    <w:rsid w:val="002D62D2"/>
    <w:rsid w:val="002D6F33"/>
    <w:rsid w:val="002D7884"/>
    <w:rsid w:val="002D7F51"/>
    <w:rsid w:val="002E00CE"/>
    <w:rsid w:val="002E0135"/>
    <w:rsid w:val="002E081C"/>
    <w:rsid w:val="002E0D22"/>
    <w:rsid w:val="002E17FE"/>
    <w:rsid w:val="002E1A37"/>
    <w:rsid w:val="002E1AD9"/>
    <w:rsid w:val="002E2066"/>
    <w:rsid w:val="002E22D8"/>
    <w:rsid w:val="002E30DD"/>
    <w:rsid w:val="002E3A35"/>
    <w:rsid w:val="002E4808"/>
    <w:rsid w:val="002E4D91"/>
    <w:rsid w:val="002E529A"/>
    <w:rsid w:val="002E581C"/>
    <w:rsid w:val="002E58F1"/>
    <w:rsid w:val="002E6047"/>
    <w:rsid w:val="002E613C"/>
    <w:rsid w:val="002E650C"/>
    <w:rsid w:val="002E665E"/>
    <w:rsid w:val="002E68F4"/>
    <w:rsid w:val="002E6B41"/>
    <w:rsid w:val="002E6B9D"/>
    <w:rsid w:val="002E6C38"/>
    <w:rsid w:val="002E6EE8"/>
    <w:rsid w:val="002E7731"/>
    <w:rsid w:val="002E7966"/>
    <w:rsid w:val="002E79C9"/>
    <w:rsid w:val="002E7E6A"/>
    <w:rsid w:val="002F077F"/>
    <w:rsid w:val="002F18E7"/>
    <w:rsid w:val="002F1D8A"/>
    <w:rsid w:val="002F1DB6"/>
    <w:rsid w:val="002F1E4F"/>
    <w:rsid w:val="002F1F99"/>
    <w:rsid w:val="002F2333"/>
    <w:rsid w:val="002F23E2"/>
    <w:rsid w:val="002F289A"/>
    <w:rsid w:val="002F2C04"/>
    <w:rsid w:val="002F2CA2"/>
    <w:rsid w:val="002F3082"/>
    <w:rsid w:val="002F3400"/>
    <w:rsid w:val="002F3C12"/>
    <w:rsid w:val="002F3E6B"/>
    <w:rsid w:val="002F44D0"/>
    <w:rsid w:val="002F4EAF"/>
    <w:rsid w:val="002F5384"/>
    <w:rsid w:val="002F554E"/>
    <w:rsid w:val="002F68F8"/>
    <w:rsid w:val="00300794"/>
    <w:rsid w:val="0030092A"/>
    <w:rsid w:val="003018C0"/>
    <w:rsid w:val="00301ABE"/>
    <w:rsid w:val="00301C2F"/>
    <w:rsid w:val="00301F11"/>
    <w:rsid w:val="00302196"/>
    <w:rsid w:val="00302343"/>
    <w:rsid w:val="00302E8E"/>
    <w:rsid w:val="00303418"/>
    <w:rsid w:val="00303586"/>
    <w:rsid w:val="00303811"/>
    <w:rsid w:val="003038B4"/>
    <w:rsid w:val="003039A7"/>
    <w:rsid w:val="00303CDD"/>
    <w:rsid w:val="003044AD"/>
    <w:rsid w:val="003047E2"/>
    <w:rsid w:val="00304876"/>
    <w:rsid w:val="0030536B"/>
    <w:rsid w:val="00305932"/>
    <w:rsid w:val="00306ABF"/>
    <w:rsid w:val="00306D9D"/>
    <w:rsid w:val="003076B1"/>
    <w:rsid w:val="00307E7A"/>
    <w:rsid w:val="00310203"/>
    <w:rsid w:val="003105E4"/>
    <w:rsid w:val="00310693"/>
    <w:rsid w:val="0031078C"/>
    <w:rsid w:val="00310CB3"/>
    <w:rsid w:val="003110FB"/>
    <w:rsid w:val="00311E12"/>
    <w:rsid w:val="00311FBD"/>
    <w:rsid w:val="00312609"/>
    <w:rsid w:val="003128C3"/>
    <w:rsid w:val="0031295C"/>
    <w:rsid w:val="00312A62"/>
    <w:rsid w:val="003138FE"/>
    <w:rsid w:val="00313B30"/>
    <w:rsid w:val="00313BA6"/>
    <w:rsid w:val="00313C5E"/>
    <w:rsid w:val="00313E07"/>
    <w:rsid w:val="003146CF"/>
    <w:rsid w:val="00314853"/>
    <w:rsid w:val="00315F02"/>
    <w:rsid w:val="0031698A"/>
    <w:rsid w:val="00316BA5"/>
    <w:rsid w:val="00317031"/>
    <w:rsid w:val="003170B6"/>
    <w:rsid w:val="00317396"/>
    <w:rsid w:val="003175E6"/>
    <w:rsid w:val="0031796D"/>
    <w:rsid w:val="00317CAE"/>
    <w:rsid w:val="00317E24"/>
    <w:rsid w:val="00317F87"/>
    <w:rsid w:val="003201DC"/>
    <w:rsid w:val="003209BC"/>
    <w:rsid w:val="00320D58"/>
    <w:rsid w:val="00320EB7"/>
    <w:rsid w:val="003211D4"/>
    <w:rsid w:val="0032191F"/>
    <w:rsid w:val="00321C23"/>
    <w:rsid w:val="00321E2F"/>
    <w:rsid w:val="00322596"/>
    <w:rsid w:val="0032282D"/>
    <w:rsid w:val="00322CEF"/>
    <w:rsid w:val="00322DD6"/>
    <w:rsid w:val="00323512"/>
    <w:rsid w:val="003235C3"/>
    <w:rsid w:val="0032399B"/>
    <w:rsid w:val="003239D9"/>
    <w:rsid w:val="00324D8C"/>
    <w:rsid w:val="00324FA9"/>
    <w:rsid w:val="0032508A"/>
    <w:rsid w:val="003250E3"/>
    <w:rsid w:val="00326533"/>
    <w:rsid w:val="00326FC0"/>
    <w:rsid w:val="003276BD"/>
    <w:rsid w:val="003277D4"/>
    <w:rsid w:val="00327E4C"/>
    <w:rsid w:val="00330032"/>
    <w:rsid w:val="00330591"/>
    <w:rsid w:val="0033065E"/>
    <w:rsid w:val="00330BAA"/>
    <w:rsid w:val="003321D8"/>
    <w:rsid w:val="00332485"/>
    <w:rsid w:val="00332CAF"/>
    <w:rsid w:val="00332CBC"/>
    <w:rsid w:val="00332E16"/>
    <w:rsid w:val="00332FC2"/>
    <w:rsid w:val="00333126"/>
    <w:rsid w:val="00333C5B"/>
    <w:rsid w:val="003344FC"/>
    <w:rsid w:val="00334A73"/>
    <w:rsid w:val="003352F3"/>
    <w:rsid w:val="003358D1"/>
    <w:rsid w:val="00335D0E"/>
    <w:rsid w:val="0033629A"/>
    <w:rsid w:val="00336381"/>
    <w:rsid w:val="00336B19"/>
    <w:rsid w:val="00336C6B"/>
    <w:rsid w:val="00337250"/>
    <w:rsid w:val="00340106"/>
    <w:rsid w:val="00340645"/>
    <w:rsid w:val="00340A4F"/>
    <w:rsid w:val="00340F28"/>
    <w:rsid w:val="0034108E"/>
    <w:rsid w:val="00341ABD"/>
    <w:rsid w:val="00341DD5"/>
    <w:rsid w:val="00341E17"/>
    <w:rsid w:val="00342EAA"/>
    <w:rsid w:val="00342EB2"/>
    <w:rsid w:val="00342EC3"/>
    <w:rsid w:val="003432FC"/>
    <w:rsid w:val="0034349D"/>
    <w:rsid w:val="00343B4E"/>
    <w:rsid w:val="00343BDC"/>
    <w:rsid w:val="003442D2"/>
    <w:rsid w:val="0034430C"/>
    <w:rsid w:val="003448CC"/>
    <w:rsid w:val="0034494D"/>
    <w:rsid w:val="00344B14"/>
    <w:rsid w:val="0034534F"/>
    <w:rsid w:val="00345A1C"/>
    <w:rsid w:val="0034632E"/>
    <w:rsid w:val="0034676C"/>
    <w:rsid w:val="00346CCD"/>
    <w:rsid w:val="00347560"/>
    <w:rsid w:val="00350129"/>
    <w:rsid w:val="003503EE"/>
    <w:rsid w:val="0035085F"/>
    <w:rsid w:val="003508A8"/>
    <w:rsid w:val="003508B7"/>
    <w:rsid w:val="003510A2"/>
    <w:rsid w:val="00351838"/>
    <w:rsid w:val="00351B17"/>
    <w:rsid w:val="0035285C"/>
    <w:rsid w:val="003529CE"/>
    <w:rsid w:val="003537F1"/>
    <w:rsid w:val="00354078"/>
    <w:rsid w:val="003546FB"/>
    <w:rsid w:val="00354A9B"/>
    <w:rsid w:val="00355241"/>
    <w:rsid w:val="00355277"/>
    <w:rsid w:val="00356233"/>
    <w:rsid w:val="00357173"/>
    <w:rsid w:val="00357448"/>
    <w:rsid w:val="00357879"/>
    <w:rsid w:val="00357A5E"/>
    <w:rsid w:val="00357D6B"/>
    <w:rsid w:val="00360183"/>
    <w:rsid w:val="003608C0"/>
    <w:rsid w:val="003610CE"/>
    <w:rsid w:val="003611C7"/>
    <w:rsid w:val="003616BE"/>
    <w:rsid w:val="00361B7E"/>
    <w:rsid w:val="00361EC8"/>
    <w:rsid w:val="00361EF1"/>
    <w:rsid w:val="00361FA6"/>
    <w:rsid w:val="00362939"/>
    <w:rsid w:val="003634D7"/>
    <w:rsid w:val="0036353F"/>
    <w:rsid w:val="0036379B"/>
    <w:rsid w:val="003638E5"/>
    <w:rsid w:val="00363E12"/>
    <w:rsid w:val="00364039"/>
    <w:rsid w:val="0036426F"/>
    <w:rsid w:val="00364CBD"/>
    <w:rsid w:val="00364D1B"/>
    <w:rsid w:val="003654C4"/>
    <w:rsid w:val="00365711"/>
    <w:rsid w:val="00365F01"/>
    <w:rsid w:val="00366327"/>
    <w:rsid w:val="0036638C"/>
    <w:rsid w:val="00367543"/>
    <w:rsid w:val="00370B36"/>
    <w:rsid w:val="00370B91"/>
    <w:rsid w:val="0037204E"/>
    <w:rsid w:val="00372237"/>
    <w:rsid w:val="003722C1"/>
    <w:rsid w:val="0037236B"/>
    <w:rsid w:val="00372402"/>
    <w:rsid w:val="0037273A"/>
    <w:rsid w:val="003730F7"/>
    <w:rsid w:val="00373455"/>
    <w:rsid w:val="00373785"/>
    <w:rsid w:val="00373BE5"/>
    <w:rsid w:val="00374475"/>
    <w:rsid w:val="00374AC0"/>
    <w:rsid w:val="00374D75"/>
    <w:rsid w:val="00374EBD"/>
    <w:rsid w:val="003756F3"/>
    <w:rsid w:val="00375B5F"/>
    <w:rsid w:val="00375E51"/>
    <w:rsid w:val="00375EFB"/>
    <w:rsid w:val="00376BFA"/>
    <w:rsid w:val="003770A0"/>
    <w:rsid w:val="0037757A"/>
    <w:rsid w:val="00377A13"/>
    <w:rsid w:val="00377BE3"/>
    <w:rsid w:val="00377C19"/>
    <w:rsid w:val="003800EB"/>
    <w:rsid w:val="00380204"/>
    <w:rsid w:val="003808DA"/>
    <w:rsid w:val="00380D02"/>
    <w:rsid w:val="00382072"/>
    <w:rsid w:val="003820DE"/>
    <w:rsid w:val="00382175"/>
    <w:rsid w:val="00382737"/>
    <w:rsid w:val="0038296D"/>
    <w:rsid w:val="00382A58"/>
    <w:rsid w:val="00383104"/>
    <w:rsid w:val="00383628"/>
    <w:rsid w:val="003837E7"/>
    <w:rsid w:val="00383941"/>
    <w:rsid w:val="00383C80"/>
    <w:rsid w:val="00384571"/>
    <w:rsid w:val="00385284"/>
    <w:rsid w:val="00385537"/>
    <w:rsid w:val="00385F84"/>
    <w:rsid w:val="00386100"/>
    <w:rsid w:val="00386176"/>
    <w:rsid w:val="0038626E"/>
    <w:rsid w:val="00386C51"/>
    <w:rsid w:val="003871CA"/>
    <w:rsid w:val="003878C3"/>
    <w:rsid w:val="00387FE1"/>
    <w:rsid w:val="00390297"/>
    <w:rsid w:val="00390D95"/>
    <w:rsid w:val="00390DDB"/>
    <w:rsid w:val="003910E0"/>
    <w:rsid w:val="003910ED"/>
    <w:rsid w:val="00391771"/>
    <w:rsid w:val="00391B19"/>
    <w:rsid w:val="00391FB5"/>
    <w:rsid w:val="0039208C"/>
    <w:rsid w:val="0039222D"/>
    <w:rsid w:val="003929D6"/>
    <w:rsid w:val="00392B01"/>
    <w:rsid w:val="00392F46"/>
    <w:rsid w:val="0039317A"/>
    <w:rsid w:val="00393783"/>
    <w:rsid w:val="003939B7"/>
    <w:rsid w:val="0039417B"/>
    <w:rsid w:val="0039444B"/>
    <w:rsid w:val="003944B5"/>
    <w:rsid w:val="003946D9"/>
    <w:rsid w:val="003947C0"/>
    <w:rsid w:val="003955EE"/>
    <w:rsid w:val="00395FBD"/>
    <w:rsid w:val="00396225"/>
    <w:rsid w:val="0039640D"/>
    <w:rsid w:val="00396BD8"/>
    <w:rsid w:val="00396D4B"/>
    <w:rsid w:val="00397172"/>
    <w:rsid w:val="00397D7A"/>
    <w:rsid w:val="003A035B"/>
    <w:rsid w:val="003A0606"/>
    <w:rsid w:val="003A1795"/>
    <w:rsid w:val="003A1CB4"/>
    <w:rsid w:val="003A1E59"/>
    <w:rsid w:val="003A2927"/>
    <w:rsid w:val="003A2B34"/>
    <w:rsid w:val="003A33D2"/>
    <w:rsid w:val="003A33F2"/>
    <w:rsid w:val="003A4627"/>
    <w:rsid w:val="003A48C3"/>
    <w:rsid w:val="003A4C3F"/>
    <w:rsid w:val="003A4DC6"/>
    <w:rsid w:val="003A516B"/>
    <w:rsid w:val="003A54B4"/>
    <w:rsid w:val="003A5692"/>
    <w:rsid w:val="003A56DC"/>
    <w:rsid w:val="003A70E8"/>
    <w:rsid w:val="003A78A3"/>
    <w:rsid w:val="003A7989"/>
    <w:rsid w:val="003A7CD9"/>
    <w:rsid w:val="003A7D6E"/>
    <w:rsid w:val="003B01C7"/>
    <w:rsid w:val="003B0946"/>
    <w:rsid w:val="003B099A"/>
    <w:rsid w:val="003B0CE6"/>
    <w:rsid w:val="003B17F6"/>
    <w:rsid w:val="003B1A06"/>
    <w:rsid w:val="003B1B01"/>
    <w:rsid w:val="003B1F91"/>
    <w:rsid w:val="003B2820"/>
    <w:rsid w:val="003B282A"/>
    <w:rsid w:val="003B285C"/>
    <w:rsid w:val="003B2A5D"/>
    <w:rsid w:val="003B2C60"/>
    <w:rsid w:val="003B2F0D"/>
    <w:rsid w:val="003B2FA9"/>
    <w:rsid w:val="003B3426"/>
    <w:rsid w:val="003B3A42"/>
    <w:rsid w:val="003B3C30"/>
    <w:rsid w:val="003B40D7"/>
    <w:rsid w:val="003B41EA"/>
    <w:rsid w:val="003B4483"/>
    <w:rsid w:val="003B45BA"/>
    <w:rsid w:val="003B48BF"/>
    <w:rsid w:val="003B4C68"/>
    <w:rsid w:val="003B5D5E"/>
    <w:rsid w:val="003B68F2"/>
    <w:rsid w:val="003B6EA0"/>
    <w:rsid w:val="003B701D"/>
    <w:rsid w:val="003B70E4"/>
    <w:rsid w:val="003B7925"/>
    <w:rsid w:val="003B7957"/>
    <w:rsid w:val="003B7CB5"/>
    <w:rsid w:val="003C019E"/>
    <w:rsid w:val="003C0740"/>
    <w:rsid w:val="003C0745"/>
    <w:rsid w:val="003C12D0"/>
    <w:rsid w:val="003C1531"/>
    <w:rsid w:val="003C18ED"/>
    <w:rsid w:val="003C2522"/>
    <w:rsid w:val="003C2D73"/>
    <w:rsid w:val="003C32F8"/>
    <w:rsid w:val="003C3BE1"/>
    <w:rsid w:val="003C3DB2"/>
    <w:rsid w:val="003C414B"/>
    <w:rsid w:val="003C47AB"/>
    <w:rsid w:val="003C4E5F"/>
    <w:rsid w:val="003C4FE8"/>
    <w:rsid w:val="003C56DB"/>
    <w:rsid w:val="003C64C1"/>
    <w:rsid w:val="003C6511"/>
    <w:rsid w:val="003C6766"/>
    <w:rsid w:val="003C6ADA"/>
    <w:rsid w:val="003C6D57"/>
    <w:rsid w:val="003C6F32"/>
    <w:rsid w:val="003C6FB9"/>
    <w:rsid w:val="003C70E0"/>
    <w:rsid w:val="003C727C"/>
    <w:rsid w:val="003C72C4"/>
    <w:rsid w:val="003C73FA"/>
    <w:rsid w:val="003C75E9"/>
    <w:rsid w:val="003C774B"/>
    <w:rsid w:val="003C7C92"/>
    <w:rsid w:val="003D04C9"/>
    <w:rsid w:val="003D0E46"/>
    <w:rsid w:val="003D17F7"/>
    <w:rsid w:val="003D2400"/>
    <w:rsid w:val="003D2B9F"/>
    <w:rsid w:val="003D38C9"/>
    <w:rsid w:val="003D3CE8"/>
    <w:rsid w:val="003D445F"/>
    <w:rsid w:val="003D4AF1"/>
    <w:rsid w:val="003D55A1"/>
    <w:rsid w:val="003D561B"/>
    <w:rsid w:val="003D5757"/>
    <w:rsid w:val="003D61DE"/>
    <w:rsid w:val="003D6926"/>
    <w:rsid w:val="003D6C1C"/>
    <w:rsid w:val="003D6F64"/>
    <w:rsid w:val="003D7245"/>
    <w:rsid w:val="003D724B"/>
    <w:rsid w:val="003D7701"/>
    <w:rsid w:val="003D786C"/>
    <w:rsid w:val="003D78C2"/>
    <w:rsid w:val="003D7DF7"/>
    <w:rsid w:val="003E0217"/>
    <w:rsid w:val="003E0AE4"/>
    <w:rsid w:val="003E0AE5"/>
    <w:rsid w:val="003E0D05"/>
    <w:rsid w:val="003E0FD5"/>
    <w:rsid w:val="003E1A68"/>
    <w:rsid w:val="003E1BF7"/>
    <w:rsid w:val="003E22B0"/>
    <w:rsid w:val="003E23A1"/>
    <w:rsid w:val="003E2444"/>
    <w:rsid w:val="003E27B5"/>
    <w:rsid w:val="003E2A7D"/>
    <w:rsid w:val="003E2B40"/>
    <w:rsid w:val="003E31CC"/>
    <w:rsid w:val="003E3D07"/>
    <w:rsid w:val="003E4401"/>
    <w:rsid w:val="003E4BB2"/>
    <w:rsid w:val="003E4DAA"/>
    <w:rsid w:val="003E4E96"/>
    <w:rsid w:val="003E566E"/>
    <w:rsid w:val="003E5694"/>
    <w:rsid w:val="003E5866"/>
    <w:rsid w:val="003E59A4"/>
    <w:rsid w:val="003E6338"/>
    <w:rsid w:val="003E63C1"/>
    <w:rsid w:val="003E643A"/>
    <w:rsid w:val="003E6599"/>
    <w:rsid w:val="003E6D71"/>
    <w:rsid w:val="003E72D8"/>
    <w:rsid w:val="003E75B2"/>
    <w:rsid w:val="003E7A05"/>
    <w:rsid w:val="003F0180"/>
    <w:rsid w:val="003F04AD"/>
    <w:rsid w:val="003F05A1"/>
    <w:rsid w:val="003F0A7C"/>
    <w:rsid w:val="003F0E19"/>
    <w:rsid w:val="003F0E22"/>
    <w:rsid w:val="003F0FC2"/>
    <w:rsid w:val="003F133D"/>
    <w:rsid w:val="003F1A2B"/>
    <w:rsid w:val="003F229D"/>
    <w:rsid w:val="003F24F6"/>
    <w:rsid w:val="003F2E3D"/>
    <w:rsid w:val="003F2E91"/>
    <w:rsid w:val="003F3078"/>
    <w:rsid w:val="003F32FE"/>
    <w:rsid w:val="003F4118"/>
    <w:rsid w:val="003F443A"/>
    <w:rsid w:val="003F4467"/>
    <w:rsid w:val="003F45C6"/>
    <w:rsid w:val="003F4700"/>
    <w:rsid w:val="003F479C"/>
    <w:rsid w:val="003F5309"/>
    <w:rsid w:val="003F5829"/>
    <w:rsid w:val="003F58E2"/>
    <w:rsid w:val="003F60B4"/>
    <w:rsid w:val="003F64B7"/>
    <w:rsid w:val="003F6518"/>
    <w:rsid w:val="003F6528"/>
    <w:rsid w:val="003F713F"/>
    <w:rsid w:val="003F7271"/>
    <w:rsid w:val="003F7762"/>
    <w:rsid w:val="003F7A26"/>
    <w:rsid w:val="003F7D53"/>
    <w:rsid w:val="003F7D55"/>
    <w:rsid w:val="00400204"/>
    <w:rsid w:val="004002AC"/>
    <w:rsid w:val="0040179C"/>
    <w:rsid w:val="00401AB7"/>
    <w:rsid w:val="00401FEF"/>
    <w:rsid w:val="0040237F"/>
    <w:rsid w:val="00402809"/>
    <w:rsid w:val="00402F5A"/>
    <w:rsid w:val="0040302B"/>
    <w:rsid w:val="004030F6"/>
    <w:rsid w:val="004032D2"/>
    <w:rsid w:val="00403353"/>
    <w:rsid w:val="00403587"/>
    <w:rsid w:val="0040359D"/>
    <w:rsid w:val="00403724"/>
    <w:rsid w:val="004042AF"/>
    <w:rsid w:val="004042DE"/>
    <w:rsid w:val="00404E51"/>
    <w:rsid w:val="00405059"/>
    <w:rsid w:val="0040551D"/>
    <w:rsid w:val="004057B4"/>
    <w:rsid w:val="004059D8"/>
    <w:rsid w:val="00405A51"/>
    <w:rsid w:val="00405E6B"/>
    <w:rsid w:val="004061F2"/>
    <w:rsid w:val="00406300"/>
    <w:rsid w:val="0040641D"/>
    <w:rsid w:val="00406567"/>
    <w:rsid w:val="0040683D"/>
    <w:rsid w:val="00406AE7"/>
    <w:rsid w:val="00407450"/>
    <w:rsid w:val="00407801"/>
    <w:rsid w:val="0040791B"/>
    <w:rsid w:val="0040796D"/>
    <w:rsid w:val="00410029"/>
    <w:rsid w:val="00410207"/>
    <w:rsid w:val="004105A1"/>
    <w:rsid w:val="004107B2"/>
    <w:rsid w:val="00410825"/>
    <w:rsid w:val="00410917"/>
    <w:rsid w:val="00410D49"/>
    <w:rsid w:val="00410E7B"/>
    <w:rsid w:val="00410FEA"/>
    <w:rsid w:val="004112F8"/>
    <w:rsid w:val="0041198E"/>
    <w:rsid w:val="00411C99"/>
    <w:rsid w:val="00411FB2"/>
    <w:rsid w:val="00412543"/>
    <w:rsid w:val="0041254B"/>
    <w:rsid w:val="00412711"/>
    <w:rsid w:val="004144AE"/>
    <w:rsid w:val="004149BB"/>
    <w:rsid w:val="00414D08"/>
    <w:rsid w:val="0041568E"/>
    <w:rsid w:val="00415728"/>
    <w:rsid w:val="00415B62"/>
    <w:rsid w:val="00415EFB"/>
    <w:rsid w:val="00416075"/>
    <w:rsid w:val="004163A4"/>
    <w:rsid w:val="0041678E"/>
    <w:rsid w:val="004167EE"/>
    <w:rsid w:val="00416D26"/>
    <w:rsid w:val="00417337"/>
    <w:rsid w:val="00417427"/>
    <w:rsid w:val="0041791C"/>
    <w:rsid w:val="004213D3"/>
    <w:rsid w:val="0042187E"/>
    <w:rsid w:val="004218ED"/>
    <w:rsid w:val="00421D89"/>
    <w:rsid w:val="004225A3"/>
    <w:rsid w:val="004225E0"/>
    <w:rsid w:val="00422E31"/>
    <w:rsid w:val="00423111"/>
    <w:rsid w:val="00423358"/>
    <w:rsid w:val="00423471"/>
    <w:rsid w:val="004236C2"/>
    <w:rsid w:val="004239F2"/>
    <w:rsid w:val="00423FC5"/>
    <w:rsid w:val="00424185"/>
    <w:rsid w:val="00424D00"/>
    <w:rsid w:val="00424E43"/>
    <w:rsid w:val="00424F20"/>
    <w:rsid w:val="004253B4"/>
    <w:rsid w:val="00425728"/>
    <w:rsid w:val="00425937"/>
    <w:rsid w:val="00425AEF"/>
    <w:rsid w:val="00426182"/>
    <w:rsid w:val="00426C9B"/>
    <w:rsid w:val="00427219"/>
    <w:rsid w:val="00427783"/>
    <w:rsid w:val="00427BCC"/>
    <w:rsid w:val="00427C1E"/>
    <w:rsid w:val="0043076B"/>
    <w:rsid w:val="00430DA9"/>
    <w:rsid w:val="00431471"/>
    <w:rsid w:val="004317DC"/>
    <w:rsid w:val="004320ED"/>
    <w:rsid w:val="004323A1"/>
    <w:rsid w:val="0043264C"/>
    <w:rsid w:val="004330DC"/>
    <w:rsid w:val="00434808"/>
    <w:rsid w:val="0043496F"/>
    <w:rsid w:val="00434F50"/>
    <w:rsid w:val="00435054"/>
    <w:rsid w:val="00435489"/>
    <w:rsid w:val="00435763"/>
    <w:rsid w:val="00435D02"/>
    <w:rsid w:val="004362B2"/>
    <w:rsid w:val="004375B5"/>
    <w:rsid w:val="0043774C"/>
    <w:rsid w:val="00437774"/>
    <w:rsid w:val="00437AFF"/>
    <w:rsid w:val="004401AE"/>
    <w:rsid w:val="004404BD"/>
    <w:rsid w:val="00440556"/>
    <w:rsid w:val="00440771"/>
    <w:rsid w:val="004408EB"/>
    <w:rsid w:val="00440DB5"/>
    <w:rsid w:val="0044162E"/>
    <w:rsid w:val="00441949"/>
    <w:rsid w:val="00442188"/>
    <w:rsid w:val="004421BE"/>
    <w:rsid w:val="004425EB"/>
    <w:rsid w:val="00442A0B"/>
    <w:rsid w:val="00442F46"/>
    <w:rsid w:val="00443806"/>
    <w:rsid w:val="004445FC"/>
    <w:rsid w:val="00444639"/>
    <w:rsid w:val="004447AB"/>
    <w:rsid w:val="0044489E"/>
    <w:rsid w:val="00444A40"/>
    <w:rsid w:val="00444A94"/>
    <w:rsid w:val="00444B2A"/>
    <w:rsid w:val="00445B82"/>
    <w:rsid w:val="00446002"/>
    <w:rsid w:val="004465FA"/>
    <w:rsid w:val="004466F2"/>
    <w:rsid w:val="004468EF"/>
    <w:rsid w:val="00446C47"/>
    <w:rsid w:val="00446D12"/>
    <w:rsid w:val="00446DA7"/>
    <w:rsid w:val="00446FBA"/>
    <w:rsid w:val="00446FD5"/>
    <w:rsid w:val="00447B5D"/>
    <w:rsid w:val="00447C7E"/>
    <w:rsid w:val="004502D4"/>
    <w:rsid w:val="00450770"/>
    <w:rsid w:val="00450B39"/>
    <w:rsid w:val="00450EBF"/>
    <w:rsid w:val="00451719"/>
    <w:rsid w:val="00452115"/>
    <w:rsid w:val="00452269"/>
    <w:rsid w:val="0045248B"/>
    <w:rsid w:val="004529BE"/>
    <w:rsid w:val="00453BAE"/>
    <w:rsid w:val="00454138"/>
    <w:rsid w:val="0045470A"/>
    <w:rsid w:val="0045484F"/>
    <w:rsid w:val="004549FF"/>
    <w:rsid w:val="00454FDB"/>
    <w:rsid w:val="00455003"/>
    <w:rsid w:val="004551F1"/>
    <w:rsid w:val="004558F0"/>
    <w:rsid w:val="00455AB1"/>
    <w:rsid w:val="00455AEF"/>
    <w:rsid w:val="004560E9"/>
    <w:rsid w:val="00457810"/>
    <w:rsid w:val="00457B18"/>
    <w:rsid w:val="00457B1A"/>
    <w:rsid w:val="00457D04"/>
    <w:rsid w:val="00457D9A"/>
    <w:rsid w:val="00457E4E"/>
    <w:rsid w:val="00460218"/>
    <w:rsid w:val="0046074C"/>
    <w:rsid w:val="004616DD"/>
    <w:rsid w:val="004617BC"/>
    <w:rsid w:val="004622C8"/>
    <w:rsid w:val="004624F5"/>
    <w:rsid w:val="004627FC"/>
    <w:rsid w:val="00462833"/>
    <w:rsid w:val="004637ED"/>
    <w:rsid w:val="00463F3A"/>
    <w:rsid w:val="00464247"/>
    <w:rsid w:val="00464449"/>
    <w:rsid w:val="00464D18"/>
    <w:rsid w:val="00465431"/>
    <w:rsid w:val="004654E1"/>
    <w:rsid w:val="00465671"/>
    <w:rsid w:val="004657E3"/>
    <w:rsid w:val="00466068"/>
    <w:rsid w:val="00466152"/>
    <w:rsid w:val="0046669F"/>
    <w:rsid w:val="00466F26"/>
    <w:rsid w:val="00467336"/>
    <w:rsid w:val="00467552"/>
    <w:rsid w:val="00467563"/>
    <w:rsid w:val="00467E2A"/>
    <w:rsid w:val="00467FE3"/>
    <w:rsid w:val="004706EF"/>
    <w:rsid w:val="0047074A"/>
    <w:rsid w:val="00470A31"/>
    <w:rsid w:val="0047122A"/>
    <w:rsid w:val="00471445"/>
    <w:rsid w:val="00471A2A"/>
    <w:rsid w:val="00471F53"/>
    <w:rsid w:val="004720E7"/>
    <w:rsid w:val="0047218E"/>
    <w:rsid w:val="0047277B"/>
    <w:rsid w:val="00473223"/>
    <w:rsid w:val="004733D0"/>
    <w:rsid w:val="00473BEA"/>
    <w:rsid w:val="004742FC"/>
    <w:rsid w:val="004759B7"/>
    <w:rsid w:val="004761DF"/>
    <w:rsid w:val="004766CA"/>
    <w:rsid w:val="004769A0"/>
    <w:rsid w:val="00476D59"/>
    <w:rsid w:val="00476E6B"/>
    <w:rsid w:val="00476FC4"/>
    <w:rsid w:val="00477216"/>
    <w:rsid w:val="00477507"/>
    <w:rsid w:val="004775D1"/>
    <w:rsid w:val="004776B7"/>
    <w:rsid w:val="004778A4"/>
    <w:rsid w:val="00477E32"/>
    <w:rsid w:val="004804FD"/>
    <w:rsid w:val="00480A5C"/>
    <w:rsid w:val="00480AE1"/>
    <w:rsid w:val="00480B38"/>
    <w:rsid w:val="00480EB4"/>
    <w:rsid w:val="00480EBC"/>
    <w:rsid w:val="00480FA9"/>
    <w:rsid w:val="00481001"/>
    <w:rsid w:val="004813C7"/>
    <w:rsid w:val="00481453"/>
    <w:rsid w:val="00481C35"/>
    <w:rsid w:val="00482669"/>
    <w:rsid w:val="00482903"/>
    <w:rsid w:val="00482943"/>
    <w:rsid w:val="0048295B"/>
    <w:rsid w:val="00482CE1"/>
    <w:rsid w:val="00482DC0"/>
    <w:rsid w:val="0048371A"/>
    <w:rsid w:val="00483B34"/>
    <w:rsid w:val="00483F33"/>
    <w:rsid w:val="00483F80"/>
    <w:rsid w:val="00483FBA"/>
    <w:rsid w:val="00484416"/>
    <w:rsid w:val="0048479D"/>
    <w:rsid w:val="0048500D"/>
    <w:rsid w:val="004859E7"/>
    <w:rsid w:val="004866F8"/>
    <w:rsid w:val="004871EF"/>
    <w:rsid w:val="00487331"/>
    <w:rsid w:val="004873A2"/>
    <w:rsid w:val="00487B05"/>
    <w:rsid w:val="00487EA7"/>
    <w:rsid w:val="00491216"/>
    <w:rsid w:val="00492293"/>
    <w:rsid w:val="00492632"/>
    <w:rsid w:val="00492DD5"/>
    <w:rsid w:val="004935B7"/>
    <w:rsid w:val="00493C82"/>
    <w:rsid w:val="00493DDC"/>
    <w:rsid w:val="00493E83"/>
    <w:rsid w:val="0049488B"/>
    <w:rsid w:val="00494C10"/>
    <w:rsid w:val="00495008"/>
    <w:rsid w:val="00495997"/>
    <w:rsid w:val="00495EAB"/>
    <w:rsid w:val="00495F32"/>
    <w:rsid w:val="00496085"/>
    <w:rsid w:val="004962E6"/>
    <w:rsid w:val="004963F6"/>
    <w:rsid w:val="00496B2C"/>
    <w:rsid w:val="00496C40"/>
    <w:rsid w:val="00497701"/>
    <w:rsid w:val="00497B19"/>
    <w:rsid w:val="00497F4B"/>
    <w:rsid w:val="004A0523"/>
    <w:rsid w:val="004A117C"/>
    <w:rsid w:val="004A120E"/>
    <w:rsid w:val="004A1817"/>
    <w:rsid w:val="004A1916"/>
    <w:rsid w:val="004A19BA"/>
    <w:rsid w:val="004A1B54"/>
    <w:rsid w:val="004A2671"/>
    <w:rsid w:val="004A296C"/>
    <w:rsid w:val="004A333F"/>
    <w:rsid w:val="004A36EB"/>
    <w:rsid w:val="004A3995"/>
    <w:rsid w:val="004A3D57"/>
    <w:rsid w:val="004A4661"/>
    <w:rsid w:val="004A4AA7"/>
    <w:rsid w:val="004A5B9B"/>
    <w:rsid w:val="004A61A0"/>
    <w:rsid w:val="004A6513"/>
    <w:rsid w:val="004A703F"/>
    <w:rsid w:val="004A705C"/>
    <w:rsid w:val="004A7064"/>
    <w:rsid w:val="004B0A43"/>
    <w:rsid w:val="004B0A90"/>
    <w:rsid w:val="004B0BDB"/>
    <w:rsid w:val="004B0C21"/>
    <w:rsid w:val="004B10D0"/>
    <w:rsid w:val="004B1FFF"/>
    <w:rsid w:val="004B2234"/>
    <w:rsid w:val="004B2958"/>
    <w:rsid w:val="004B2B7B"/>
    <w:rsid w:val="004B310F"/>
    <w:rsid w:val="004B31B2"/>
    <w:rsid w:val="004B3653"/>
    <w:rsid w:val="004B3764"/>
    <w:rsid w:val="004B3A11"/>
    <w:rsid w:val="004B3DE3"/>
    <w:rsid w:val="004B437A"/>
    <w:rsid w:val="004B4E1A"/>
    <w:rsid w:val="004B5425"/>
    <w:rsid w:val="004B56D4"/>
    <w:rsid w:val="004B5A45"/>
    <w:rsid w:val="004B5EBD"/>
    <w:rsid w:val="004B61DA"/>
    <w:rsid w:val="004B6DD6"/>
    <w:rsid w:val="004B6DE2"/>
    <w:rsid w:val="004B6EA7"/>
    <w:rsid w:val="004B7388"/>
    <w:rsid w:val="004B752D"/>
    <w:rsid w:val="004B7740"/>
    <w:rsid w:val="004C003A"/>
    <w:rsid w:val="004C0E02"/>
    <w:rsid w:val="004C0E8C"/>
    <w:rsid w:val="004C1242"/>
    <w:rsid w:val="004C12FA"/>
    <w:rsid w:val="004C13E3"/>
    <w:rsid w:val="004C1733"/>
    <w:rsid w:val="004C1D39"/>
    <w:rsid w:val="004C1EA8"/>
    <w:rsid w:val="004C2D31"/>
    <w:rsid w:val="004C2DEE"/>
    <w:rsid w:val="004C3F21"/>
    <w:rsid w:val="004C3FCB"/>
    <w:rsid w:val="004C40BB"/>
    <w:rsid w:val="004C45B2"/>
    <w:rsid w:val="004C48C6"/>
    <w:rsid w:val="004C4CB1"/>
    <w:rsid w:val="004C4DD1"/>
    <w:rsid w:val="004C4DD7"/>
    <w:rsid w:val="004C4E62"/>
    <w:rsid w:val="004C503C"/>
    <w:rsid w:val="004C51C6"/>
    <w:rsid w:val="004C5527"/>
    <w:rsid w:val="004C553A"/>
    <w:rsid w:val="004C6280"/>
    <w:rsid w:val="004C6628"/>
    <w:rsid w:val="004C6A33"/>
    <w:rsid w:val="004C7009"/>
    <w:rsid w:val="004C70C6"/>
    <w:rsid w:val="004C7303"/>
    <w:rsid w:val="004C7484"/>
    <w:rsid w:val="004C749D"/>
    <w:rsid w:val="004C75BF"/>
    <w:rsid w:val="004C76F0"/>
    <w:rsid w:val="004C7A36"/>
    <w:rsid w:val="004D005A"/>
    <w:rsid w:val="004D033C"/>
    <w:rsid w:val="004D046C"/>
    <w:rsid w:val="004D0481"/>
    <w:rsid w:val="004D073D"/>
    <w:rsid w:val="004D0B15"/>
    <w:rsid w:val="004D0D04"/>
    <w:rsid w:val="004D0D36"/>
    <w:rsid w:val="004D151D"/>
    <w:rsid w:val="004D168E"/>
    <w:rsid w:val="004D1871"/>
    <w:rsid w:val="004D1D34"/>
    <w:rsid w:val="004D1E27"/>
    <w:rsid w:val="004D223B"/>
    <w:rsid w:val="004D235D"/>
    <w:rsid w:val="004D2B9E"/>
    <w:rsid w:val="004D2D33"/>
    <w:rsid w:val="004D2F9E"/>
    <w:rsid w:val="004D3262"/>
    <w:rsid w:val="004D3487"/>
    <w:rsid w:val="004D354A"/>
    <w:rsid w:val="004D3796"/>
    <w:rsid w:val="004D4660"/>
    <w:rsid w:val="004D4E60"/>
    <w:rsid w:val="004D4E80"/>
    <w:rsid w:val="004D5460"/>
    <w:rsid w:val="004D5D63"/>
    <w:rsid w:val="004D6384"/>
    <w:rsid w:val="004D6776"/>
    <w:rsid w:val="004D67B8"/>
    <w:rsid w:val="004D69C1"/>
    <w:rsid w:val="004D7241"/>
    <w:rsid w:val="004D7245"/>
    <w:rsid w:val="004D7471"/>
    <w:rsid w:val="004D763B"/>
    <w:rsid w:val="004D7943"/>
    <w:rsid w:val="004D7DF3"/>
    <w:rsid w:val="004E004F"/>
    <w:rsid w:val="004E0587"/>
    <w:rsid w:val="004E17AB"/>
    <w:rsid w:val="004E1A2C"/>
    <w:rsid w:val="004E1ACA"/>
    <w:rsid w:val="004E1CBC"/>
    <w:rsid w:val="004E1D1D"/>
    <w:rsid w:val="004E20FC"/>
    <w:rsid w:val="004E2234"/>
    <w:rsid w:val="004E22F2"/>
    <w:rsid w:val="004E24AF"/>
    <w:rsid w:val="004E255A"/>
    <w:rsid w:val="004E315D"/>
    <w:rsid w:val="004E32E2"/>
    <w:rsid w:val="004E346D"/>
    <w:rsid w:val="004E3988"/>
    <w:rsid w:val="004E3F2D"/>
    <w:rsid w:val="004E402C"/>
    <w:rsid w:val="004E44CC"/>
    <w:rsid w:val="004E4E64"/>
    <w:rsid w:val="004E4F9F"/>
    <w:rsid w:val="004E50C4"/>
    <w:rsid w:val="004E540A"/>
    <w:rsid w:val="004E565B"/>
    <w:rsid w:val="004E6669"/>
    <w:rsid w:val="004E6E6C"/>
    <w:rsid w:val="004E6FCB"/>
    <w:rsid w:val="004E7631"/>
    <w:rsid w:val="004E7EB5"/>
    <w:rsid w:val="004F01A5"/>
    <w:rsid w:val="004F01A6"/>
    <w:rsid w:val="004F0338"/>
    <w:rsid w:val="004F073C"/>
    <w:rsid w:val="004F0ADC"/>
    <w:rsid w:val="004F103C"/>
    <w:rsid w:val="004F13FA"/>
    <w:rsid w:val="004F1762"/>
    <w:rsid w:val="004F2129"/>
    <w:rsid w:val="004F2A3E"/>
    <w:rsid w:val="004F2BC7"/>
    <w:rsid w:val="004F30F2"/>
    <w:rsid w:val="004F31D0"/>
    <w:rsid w:val="004F335E"/>
    <w:rsid w:val="004F404D"/>
    <w:rsid w:val="004F46A8"/>
    <w:rsid w:val="004F4A6F"/>
    <w:rsid w:val="004F4AA0"/>
    <w:rsid w:val="004F4BD3"/>
    <w:rsid w:val="004F4CA7"/>
    <w:rsid w:val="004F5081"/>
    <w:rsid w:val="004F5E09"/>
    <w:rsid w:val="004F667E"/>
    <w:rsid w:val="004F69BB"/>
    <w:rsid w:val="004F7617"/>
    <w:rsid w:val="005004D2"/>
    <w:rsid w:val="00500647"/>
    <w:rsid w:val="0050092F"/>
    <w:rsid w:val="00500B24"/>
    <w:rsid w:val="00500C30"/>
    <w:rsid w:val="005010DA"/>
    <w:rsid w:val="005013DE"/>
    <w:rsid w:val="00501F33"/>
    <w:rsid w:val="00502EAB"/>
    <w:rsid w:val="00504100"/>
    <w:rsid w:val="005048CB"/>
    <w:rsid w:val="0050492F"/>
    <w:rsid w:val="00504AEC"/>
    <w:rsid w:val="00504C4A"/>
    <w:rsid w:val="00504C8C"/>
    <w:rsid w:val="00505BB4"/>
    <w:rsid w:val="0050638B"/>
    <w:rsid w:val="0050700F"/>
    <w:rsid w:val="00507414"/>
    <w:rsid w:val="005074D4"/>
    <w:rsid w:val="00507505"/>
    <w:rsid w:val="00507BD4"/>
    <w:rsid w:val="00507BFC"/>
    <w:rsid w:val="00507C50"/>
    <w:rsid w:val="00507DE9"/>
    <w:rsid w:val="00507EA2"/>
    <w:rsid w:val="0051008E"/>
    <w:rsid w:val="00510B56"/>
    <w:rsid w:val="00510BD5"/>
    <w:rsid w:val="00510ED0"/>
    <w:rsid w:val="00511CB6"/>
    <w:rsid w:val="00511F7E"/>
    <w:rsid w:val="00512DF7"/>
    <w:rsid w:val="005130BB"/>
    <w:rsid w:val="005132DD"/>
    <w:rsid w:val="0051346F"/>
    <w:rsid w:val="00513756"/>
    <w:rsid w:val="005137AB"/>
    <w:rsid w:val="00513FCB"/>
    <w:rsid w:val="005146C6"/>
    <w:rsid w:val="005151EA"/>
    <w:rsid w:val="005154CC"/>
    <w:rsid w:val="0051559F"/>
    <w:rsid w:val="005156FB"/>
    <w:rsid w:val="00515BB5"/>
    <w:rsid w:val="00515C3B"/>
    <w:rsid w:val="00516103"/>
    <w:rsid w:val="005164AD"/>
    <w:rsid w:val="005166F3"/>
    <w:rsid w:val="0051673C"/>
    <w:rsid w:val="005167B3"/>
    <w:rsid w:val="00516B4C"/>
    <w:rsid w:val="00516D25"/>
    <w:rsid w:val="005173CF"/>
    <w:rsid w:val="005178CC"/>
    <w:rsid w:val="00517CD1"/>
    <w:rsid w:val="00517DD2"/>
    <w:rsid w:val="00517F14"/>
    <w:rsid w:val="0052006D"/>
    <w:rsid w:val="005200C3"/>
    <w:rsid w:val="00520940"/>
    <w:rsid w:val="00520DD8"/>
    <w:rsid w:val="00521959"/>
    <w:rsid w:val="00521DB2"/>
    <w:rsid w:val="00521E51"/>
    <w:rsid w:val="005222A2"/>
    <w:rsid w:val="00522324"/>
    <w:rsid w:val="005227FB"/>
    <w:rsid w:val="00522D30"/>
    <w:rsid w:val="00523501"/>
    <w:rsid w:val="005238EB"/>
    <w:rsid w:val="00523D15"/>
    <w:rsid w:val="00523F1F"/>
    <w:rsid w:val="005240DA"/>
    <w:rsid w:val="005240DB"/>
    <w:rsid w:val="0052436C"/>
    <w:rsid w:val="00524528"/>
    <w:rsid w:val="00524655"/>
    <w:rsid w:val="0052467E"/>
    <w:rsid w:val="00524B3F"/>
    <w:rsid w:val="00525040"/>
    <w:rsid w:val="00525680"/>
    <w:rsid w:val="005268AD"/>
    <w:rsid w:val="00526BE6"/>
    <w:rsid w:val="005270DD"/>
    <w:rsid w:val="005272FA"/>
    <w:rsid w:val="00527A5A"/>
    <w:rsid w:val="00530913"/>
    <w:rsid w:val="005309D0"/>
    <w:rsid w:val="00531248"/>
    <w:rsid w:val="0053150C"/>
    <w:rsid w:val="0053173B"/>
    <w:rsid w:val="00531AB5"/>
    <w:rsid w:val="00531BF0"/>
    <w:rsid w:val="00531F35"/>
    <w:rsid w:val="00531F46"/>
    <w:rsid w:val="00531FF0"/>
    <w:rsid w:val="00532308"/>
    <w:rsid w:val="0053287F"/>
    <w:rsid w:val="00532AA4"/>
    <w:rsid w:val="00532E00"/>
    <w:rsid w:val="0053370F"/>
    <w:rsid w:val="00533BEF"/>
    <w:rsid w:val="00534871"/>
    <w:rsid w:val="00534B70"/>
    <w:rsid w:val="00534B83"/>
    <w:rsid w:val="005354DE"/>
    <w:rsid w:val="0053592B"/>
    <w:rsid w:val="00535A65"/>
    <w:rsid w:val="00535D0D"/>
    <w:rsid w:val="00536814"/>
    <w:rsid w:val="005369CC"/>
    <w:rsid w:val="00536F07"/>
    <w:rsid w:val="00537564"/>
    <w:rsid w:val="00537F62"/>
    <w:rsid w:val="00540098"/>
    <w:rsid w:val="00540184"/>
    <w:rsid w:val="0054060B"/>
    <w:rsid w:val="005415C1"/>
    <w:rsid w:val="00541BAE"/>
    <w:rsid w:val="00541EC8"/>
    <w:rsid w:val="00542256"/>
    <w:rsid w:val="005427D1"/>
    <w:rsid w:val="005433C8"/>
    <w:rsid w:val="005438A1"/>
    <w:rsid w:val="00543A9F"/>
    <w:rsid w:val="00543AF9"/>
    <w:rsid w:val="00543EEF"/>
    <w:rsid w:val="00544425"/>
    <w:rsid w:val="00545249"/>
    <w:rsid w:val="0054528A"/>
    <w:rsid w:val="00545315"/>
    <w:rsid w:val="00545C85"/>
    <w:rsid w:val="00546117"/>
    <w:rsid w:val="00546D4B"/>
    <w:rsid w:val="00546DB5"/>
    <w:rsid w:val="00547109"/>
    <w:rsid w:val="00547292"/>
    <w:rsid w:val="005478FC"/>
    <w:rsid w:val="00547B2E"/>
    <w:rsid w:val="00550032"/>
    <w:rsid w:val="00550175"/>
    <w:rsid w:val="0055196F"/>
    <w:rsid w:val="00551A89"/>
    <w:rsid w:val="00552156"/>
    <w:rsid w:val="0055217B"/>
    <w:rsid w:val="00552432"/>
    <w:rsid w:val="005525D2"/>
    <w:rsid w:val="005528D3"/>
    <w:rsid w:val="00552EE7"/>
    <w:rsid w:val="005532F5"/>
    <w:rsid w:val="00553733"/>
    <w:rsid w:val="00553875"/>
    <w:rsid w:val="00554698"/>
    <w:rsid w:val="005546A8"/>
    <w:rsid w:val="005547B9"/>
    <w:rsid w:val="00554FE1"/>
    <w:rsid w:val="005554FC"/>
    <w:rsid w:val="00555771"/>
    <w:rsid w:val="00555A9F"/>
    <w:rsid w:val="005564C0"/>
    <w:rsid w:val="005568E3"/>
    <w:rsid w:val="005570CE"/>
    <w:rsid w:val="005574C4"/>
    <w:rsid w:val="00557896"/>
    <w:rsid w:val="0055791B"/>
    <w:rsid w:val="00557C7C"/>
    <w:rsid w:val="00560125"/>
    <w:rsid w:val="00560A62"/>
    <w:rsid w:val="00560F7E"/>
    <w:rsid w:val="00561564"/>
    <w:rsid w:val="00562443"/>
    <w:rsid w:val="0056261B"/>
    <w:rsid w:val="00562957"/>
    <w:rsid w:val="00562F7C"/>
    <w:rsid w:val="00563061"/>
    <w:rsid w:val="0056314A"/>
    <w:rsid w:val="00563287"/>
    <w:rsid w:val="005635A9"/>
    <w:rsid w:val="00563C53"/>
    <w:rsid w:val="0056424B"/>
    <w:rsid w:val="00564985"/>
    <w:rsid w:val="00564E70"/>
    <w:rsid w:val="0056510A"/>
    <w:rsid w:val="0056548C"/>
    <w:rsid w:val="005655CF"/>
    <w:rsid w:val="005662E1"/>
    <w:rsid w:val="00567169"/>
    <w:rsid w:val="00570189"/>
    <w:rsid w:val="0057117D"/>
    <w:rsid w:val="00571259"/>
    <w:rsid w:val="00571629"/>
    <w:rsid w:val="00571DF2"/>
    <w:rsid w:val="00571DF4"/>
    <w:rsid w:val="005720A3"/>
    <w:rsid w:val="00572141"/>
    <w:rsid w:val="005725E5"/>
    <w:rsid w:val="00572B87"/>
    <w:rsid w:val="00572E12"/>
    <w:rsid w:val="00573144"/>
    <w:rsid w:val="0057347D"/>
    <w:rsid w:val="005734B7"/>
    <w:rsid w:val="00574359"/>
    <w:rsid w:val="005746D7"/>
    <w:rsid w:val="005746F9"/>
    <w:rsid w:val="005747B6"/>
    <w:rsid w:val="00575189"/>
    <w:rsid w:val="005751F2"/>
    <w:rsid w:val="005753CD"/>
    <w:rsid w:val="005758AE"/>
    <w:rsid w:val="0057621E"/>
    <w:rsid w:val="00576777"/>
    <w:rsid w:val="00576DEC"/>
    <w:rsid w:val="00577AD2"/>
    <w:rsid w:val="00581405"/>
    <w:rsid w:val="005820F1"/>
    <w:rsid w:val="005823C7"/>
    <w:rsid w:val="0058243E"/>
    <w:rsid w:val="00582AC1"/>
    <w:rsid w:val="00582CF9"/>
    <w:rsid w:val="00582E68"/>
    <w:rsid w:val="0058334C"/>
    <w:rsid w:val="0058353E"/>
    <w:rsid w:val="00583C6C"/>
    <w:rsid w:val="00583FCB"/>
    <w:rsid w:val="005840AD"/>
    <w:rsid w:val="00584345"/>
    <w:rsid w:val="00584AD0"/>
    <w:rsid w:val="00584D2C"/>
    <w:rsid w:val="0058556E"/>
    <w:rsid w:val="005856AC"/>
    <w:rsid w:val="00585905"/>
    <w:rsid w:val="00585D20"/>
    <w:rsid w:val="005860EC"/>
    <w:rsid w:val="0058621F"/>
    <w:rsid w:val="00586259"/>
    <w:rsid w:val="005866F8"/>
    <w:rsid w:val="00586A8B"/>
    <w:rsid w:val="00586B9E"/>
    <w:rsid w:val="0058720A"/>
    <w:rsid w:val="00587EE8"/>
    <w:rsid w:val="0059023D"/>
    <w:rsid w:val="00590A15"/>
    <w:rsid w:val="00591094"/>
    <w:rsid w:val="00591DA6"/>
    <w:rsid w:val="0059256F"/>
    <w:rsid w:val="005926BD"/>
    <w:rsid w:val="0059272A"/>
    <w:rsid w:val="00592911"/>
    <w:rsid w:val="0059304D"/>
    <w:rsid w:val="00593322"/>
    <w:rsid w:val="0059368A"/>
    <w:rsid w:val="00593AE9"/>
    <w:rsid w:val="00594090"/>
    <w:rsid w:val="005945C8"/>
    <w:rsid w:val="0059462F"/>
    <w:rsid w:val="00594E97"/>
    <w:rsid w:val="00594FD9"/>
    <w:rsid w:val="0059500F"/>
    <w:rsid w:val="005952CC"/>
    <w:rsid w:val="005955DE"/>
    <w:rsid w:val="005956F3"/>
    <w:rsid w:val="00595751"/>
    <w:rsid w:val="00595774"/>
    <w:rsid w:val="00595D8B"/>
    <w:rsid w:val="0059612C"/>
    <w:rsid w:val="005965C5"/>
    <w:rsid w:val="00596633"/>
    <w:rsid w:val="0059692B"/>
    <w:rsid w:val="0059782C"/>
    <w:rsid w:val="00597ABC"/>
    <w:rsid w:val="005A0589"/>
    <w:rsid w:val="005A0727"/>
    <w:rsid w:val="005A0A73"/>
    <w:rsid w:val="005A0B64"/>
    <w:rsid w:val="005A0DA6"/>
    <w:rsid w:val="005A1206"/>
    <w:rsid w:val="005A15C6"/>
    <w:rsid w:val="005A1D43"/>
    <w:rsid w:val="005A1E56"/>
    <w:rsid w:val="005A1F41"/>
    <w:rsid w:val="005A235E"/>
    <w:rsid w:val="005A25FD"/>
    <w:rsid w:val="005A2809"/>
    <w:rsid w:val="005A2A05"/>
    <w:rsid w:val="005A3281"/>
    <w:rsid w:val="005A33BC"/>
    <w:rsid w:val="005A3E1F"/>
    <w:rsid w:val="005A42F0"/>
    <w:rsid w:val="005A451A"/>
    <w:rsid w:val="005A477C"/>
    <w:rsid w:val="005A4858"/>
    <w:rsid w:val="005A49D4"/>
    <w:rsid w:val="005A51DF"/>
    <w:rsid w:val="005A572E"/>
    <w:rsid w:val="005A574E"/>
    <w:rsid w:val="005A59FB"/>
    <w:rsid w:val="005A5F3C"/>
    <w:rsid w:val="005A6054"/>
    <w:rsid w:val="005A67DB"/>
    <w:rsid w:val="005A69E3"/>
    <w:rsid w:val="005A751B"/>
    <w:rsid w:val="005A75EE"/>
    <w:rsid w:val="005A7810"/>
    <w:rsid w:val="005A7CA8"/>
    <w:rsid w:val="005B0B19"/>
    <w:rsid w:val="005B108B"/>
    <w:rsid w:val="005B1189"/>
    <w:rsid w:val="005B1236"/>
    <w:rsid w:val="005B20C2"/>
    <w:rsid w:val="005B2124"/>
    <w:rsid w:val="005B2168"/>
    <w:rsid w:val="005B2BF1"/>
    <w:rsid w:val="005B2DFD"/>
    <w:rsid w:val="005B2E78"/>
    <w:rsid w:val="005B395D"/>
    <w:rsid w:val="005B3D4C"/>
    <w:rsid w:val="005B47EE"/>
    <w:rsid w:val="005B4DA6"/>
    <w:rsid w:val="005B5888"/>
    <w:rsid w:val="005B5B52"/>
    <w:rsid w:val="005B5CD8"/>
    <w:rsid w:val="005B5E80"/>
    <w:rsid w:val="005B6574"/>
    <w:rsid w:val="005B69F7"/>
    <w:rsid w:val="005B6FE8"/>
    <w:rsid w:val="005B7CA3"/>
    <w:rsid w:val="005C05F7"/>
    <w:rsid w:val="005C09B1"/>
    <w:rsid w:val="005C0A60"/>
    <w:rsid w:val="005C0AA2"/>
    <w:rsid w:val="005C0FFB"/>
    <w:rsid w:val="005C100B"/>
    <w:rsid w:val="005C1043"/>
    <w:rsid w:val="005C121C"/>
    <w:rsid w:val="005C2621"/>
    <w:rsid w:val="005C2645"/>
    <w:rsid w:val="005C28F5"/>
    <w:rsid w:val="005C2B86"/>
    <w:rsid w:val="005C2C84"/>
    <w:rsid w:val="005C464F"/>
    <w:rsid w:val="005C4A67"/>
    <w:rsid w:val="005C4B9B"/>
    <w:rsid w:val="005C4CCE"/>
    <w:rsid w:val="005C4F5E"/>
    <w:rsid w:val="005C5671"/>
    <w:rsid w:val="005C5A53"/>
    <w:rsid w:val="005C5CCF"/>
    <w:rsid w:val="005C5F19"/>
    <w:rsid w:val="005C670C"/>
    <w:rsid w:val="005C6EBB"/>
    <w:rsid w:val="005C6F81"/>
    <w:rsid w:val="005C6FFD"/>
    <w:rsid w:val="005C7560"/>
    <w:rsid w:val="005C77CA"/>
    <w:rsid w:val="005C7862"/>
    <w:rsid w:val="005C79A3"/>
    <w:rsid w:val="005C7B95"/>
    <w:rsid w:val="005D01EB"/>
    <w:rsid w:val="005D0A74"/>
    <w:rsid w:val="005D0F7C"/>
    <w:rsid w:val="005D1453"/>
    <w:rsid w:val="005D14AB"/>
    <w:rsid w:val="005D245C"/>
    <w:rsid w:val="005D27F0"/>
    <w:rsid w:val="005D28AF"/>
    <w:rsid w:val="005D28B6"/>
    <w:rsid w:val="005D32E6"/>
    <w:rsid w:val="005D3E85"/>
    <w:rsid w:val="005D4779"/>
    <w:rsid w:val="005D4D15"/>
    <w:rsid w:val="005D4D6A"/>
    <w:rsid w:val="005D6023"/>
    <w:rsid w:val="005D67BA"/>
    <w:rsid w:val="005D6B40"/>
    <w:rsid w:val="005D6BB4"/>
    <w:rsid w:val="005D6E0B"/>
    <w:rsid w:val="005D702D"/>
    <w:rsid w:val="005D7834"/>
    <w:rsid w:val="005D7C2F"/>
    <w:rsid w:val="005E2010"/>
    <w:rsid w:val="005E20C1"/>
    <w:rsid w:val="005E21D8"/>
    <w:rsid w:val="005E3058"/>
    <w:rsid w:val="005E32FA"/>
    <w:rsid w:val="005E353F"/>
    <w:rsid w:val="005E36A7"/>
    <w:rsid w:val="005E3E0B"/>
    <w:rsid w:val="005E3E83"/>
    <w:rsid w:val="005E3F56"/>
    <w:rsid w:val="005E40AE"/>
    <w:rsid w:val="005E4483"/>
    <w:rsid w:val="005E47C4"/>
    <w:rsid w:val="005E4AC5"/>
    <w:rsid w:val="005E4C14"/>
    <w:rsid w:val="005E4D13"/>
    <w:rsid w:val="005E5439"/>
    <w:rsid w:val="005E5510"/>
    <w:rsid w:val="005E5602"/>
    <w:rsid w:val="005E59A4"/>
    <w:rsid w:val="005E5B4D"/>
    <w:rsid w:val="005E5B69"/>
    <w:rsid w:val="005E6308"/>
    <w:rsid w:val="005E7C41"/>
    <w:rsid w:val="005E7D4B"/>
    <w:rsid w:val="005E7E6A"/>
    <w:rsid w:val="005F0321"/>
    <w:rsid w:val="005F069B"/>
    <w:rsid w:val="005F08B9"/>
    <w:rsid w:val="005F0A07"/>
    <w:rsid w:val="005F0B92"/>
    <w:rsid w:val="005F0CDE"/>
    <w:rsid w:val="005F0E15"/>
    <w:rsid w:val="005F0FD4"/>
    <w:rsid w:val="005F1B05"/>
    <w:rsid w:val="005F20AF"/>
    <w:rsid w:val="005F24D4"/>
    <w:rsid w:val="005F2677"/>
    <w:rsid w:val="005F4620"/>
    <w:rsid w:val="005F5390"/>
    <w:rsid w:val="005F5D3D"/>
    <w:rsid w:val="005F5E55"/>
    <w:rsid w:val="005F6613"/>
    <w:rsid w:val="005F690A"/>
    <w:rsid w:val="005F6FCC"/>
    <w:rsid w:val="005F765D"/>
    <w:rsid w:val="006007C5"/>
    <w:rsid w:val="00600F5A"/>
    <w:rsid w:val="0060113C"/>
    <w:rsid w:val="00601313"/>
    <w:rsid w:val="00601868"/>
    <w:rsid w:val="00601DA2"/>
    <w:rsid w:val="006020C3"/>
    <w:rsid w:val="0060217D"/>
    <w:rsid w:val="006021C8"/>
    <w:rsid w:val="006023AD"/>
    <w:rsid w:val="00602476"/>
    <w:rsid w:val="0060279C"/>
    <w:rsid w:val="0060286A"/>
    <w:rsid w:val="006035EC"/>
    <w:rsid w:val="00603679"/>
    <w:rsid w:val="00603ED3"/>
    <w:rsid w:val="006041F2"/>
    <w:rsid w:val="0060424C"/>
    <w:rsid w:val="006047FC"/>
    <w:rsid w:val="006048D1"/>
    <w:rsid w:val="00604E00"/>
    <w:rsid w:val="0060513D"/>
    <w:rsid w:val="006063BF"/>
    <w:rsid w:val="0060689C"/>
    <w:rsid w:val="00606F84"/>
    <w:rsid w:val="006072EB"/>
    <w:rsid w:val="00607AFD"/>
    <w:rsid w:val="00610D72"/>
    <w:rsid w:val="00611140"/>
    <w:rsid w:val="006113A2"/>
    <w:rsid w:val="00611443"/>
    <w:rsid w:val="0061280B"/>
    <w:rsid w:val="00612B70"/>
    <w:rsid w:val="00612CEA"/>
    <w:rsid w:val="00612D05"/>
    <w:rsid w:val="00612F94"/>
    <w:rsid w:val="00613DA9"/>
    <w:rsid w:val="00613F4B"/>
    <w:rsid w:val="00613F90"/>
    <w:rsid w:val="00614145"/>
    <w:rsid w:val="00614160"/>
    <w:rsid w:val="00614C72"/>
    <w:rsid w:val="006155A1"/>
    <w:rsid w:val="00615668"/>
    <w:rsid w:val="00615AE3"/>
    <w:rsid w:val="006165BE"/>
    <w:rsid w:val="00616FF8"/>
    <w:rsid w:val="0061744D"/>
    <w:rsid w:val="00617D62"/>
    <w:rsid w:val="00620394"/>
    <w:rsid w:val="006203FA"/>
    <w:rsid w:val="00620BC5"/>
    <w:rsid w:val="00620BE4"/>
    <w:rsid w:val="00620E21"/>
    <w:rsid w:val="00621058"/>
    <w:rsid w:val="00621421"/>
    <w:rsid w:val="00621870"/>
    <w:rsid w:val="00621AD1"/>
    <w:rsid w:val="00622005"/>
    <w:rsid w:val="00622323"/>
    <w:rsid w:val="0062258C"/>
    <w:rsid w:val="006227EE"/>
    <w:rsid w:val="00622819"/>
    <w:rsid w:val="006228CE"/>
    <w:rsid w:val="006228FB"/>
    <w:rsid w:val="00622D75"/>
    <w:rsid w:val="00622F0C"/>
    <w:rsid w:val="00623045"/>
    <w:rsid w:val="006230E5"/>
    <w:rsid w:val="00623211"/>
    <w:rsid w:val="00623850"/>
    <w:rsid w:val="00623909"/>
    <w:rsid w:val="00623955"/>
    <w:rsid w:val="00623CD6"/>
    <w:rsid w:val="006245DE"/>
    <w:rsid w:val="00624E6F"/>
    <w:rsid w:val="006250CA"/>
    <w:rsid w:val="00625AD0"/>
    <w:rsid w:val="00625EBE"/>
    <w:rsid w:val="00625EF2"/>
    <w:rsid w:val="006260B7"/>
    <w:rsid w:val="00626119"/>
    <w:rsid w:val="00626C2B"/>
    <w:rsid w:val="00627D09"/>
    <w:rsid w:val="0063084C"/>
    <w:rsid w:val="00630B2F"/>
    <w:rsid w:val="00630BC4"/>
    <w:rsid w:val="00630BCD"/>
    <w:rsid w:val="006316C8"/>
    <w:rsid w:val="00631A7A"/>
    <w:rsid w:val="0063227A"/>
    <w:rsid w:val="00632388"/>
    <w:rsid w:val="00632FB6"/>
    <w:rsid w:val="0063343E"/>
    <w:rsid w:val="006337C9"/>
    <w:rsid w:val="00634854"/>
    <w:rsid w:val="00634F3A"/>
    <w:rsid w:val="0063565B"/>
    <w:rsid w:val="00635C16"/>
    <w:rsid w:val="00635DBC"/>
    <w:rsid w:val="00635E1E"/>
    <w:rsid w:val="00635EE9"/>
    <w:rsid w:val="006363B6"/>
    <w:rsid w:val="00637664"/>
    <w:rsid w:val="00637D1A"/>
    <w:rsid w:val="006402CA"/>
    <w:rsid w:val="00640400"/>
    <w:rsid w:val="00640BA4"/>
    <w:rsid w:val="006415D4"/>
    <w:rsid w:val="00641DF3"/>
    <w:rsid w:val="00641ED7"/>
    <w:rsid w:val="00641EDE"/>
    <w:rsid w:val="006421C0"/>
    <w:rsid w:val="00642F41"/>
    <w:rsid w:val="006430EB"/>
    <w:rsid w:val="00643A76"/>
    <w:rsid w:val="00643CD7"/>
    <w:rsid w:val="00644109"/>
    <w:rsid w:val="00644404"/>
    <w:rsid w:val="006449C6"/>
    <w:rsid w:val="00644E10"/>
    <w:rsid w:val="00645AE0"/>
    <w:rsid w:val="006465FF"/>
    <w:rsid w:val="006466DF"/>
    <w:rsid w:val="00647D16"/>
    <w:rsid w:val="0065020C"/>
    <w:rsid w:val="0065033E"/>
    <w:rsid w:val="00650A37"/>
    <w:rsid w:val="00650B31"/>
    <w:rsid w:val="0065102A"/>
    <w:rsid w:val="0065117B"/>
    <w:rsid w:val="006514A4"/>
    <w:rsid w:val="00651856"/>
    <w:rsid w:val="00651BD6"/>
    <w:rsid w:val="006520D3"/>
    <w:rsid w:val="00652CE6"/>
    <w:rsid w:val="00653278"/>
    <w:rsid w:val="006533A7"/>
    <w:rsid w:val="00653624"/>
    <w:rsid w:val="00653704"/>
    <w:rsid w:val="00653B17"/>
    <w:rsid w:val="00653E26"/>
    <w:rsid w:val="00654499"/>
    <w:rsid w:val="0065557C"/>
    <w:rsid w:val="00655972"/>
    <w:rsid w:val="00656125"/>
    <w:rsid w:val="006567FB"/>
    <w:rsid w:val="006568F7"/>
    <w:rsid w:val="00656D5B"/>
    <w:rsid w:val="00656F8C"/>
    <w:rsid w:val="006571AA"/>
    <w:rsid w:val="006577CB"/>
    <w:rsid w:val="0066014D"/>
    <w:rsid w:val="00660D6E"/>
    <w:rsid w:val="00660FA6"/>
    <w:rsid w:val="00661683"/>
    <w:rsid w:val="00661899"/>
    <w:rsid w:val="0066191E"/>
    <w:rsid w:val="00661DF4"/>
    <w:rsid w:val="00661E33"/>
    <w:rsid w:val="00662761"/>
    <w:rsid w:val="006627AE"/>
    <w:rsid w:val="00662856"/>
    <w:rsid w:val="00662EE4"/>
    <w:rsid w:val="00663084"/>
    <w:rsid w:val="0066326C"/>
    <w:rsid w:val="006632C3"/>
    <w:rsid w:val="006638C0"/>
    <w:rsid w:val="00663A87"/>
    <w:rsid w:val="00663E29"/>
    <w:rsid w:val="00663E4A"/>
    <w:rsid w:val="0066487E"/>
    <w:rsid w:val="006651B9"/>
    <w:rsid w:val="006652DA"/>
    <w:rsid w:val="006655FC"/>
    <w:rsid w:val="006656D5"/>
    <w:rsid w:val="00665A33"/>
    <w:rsid w:val="00665D64"/>
    <w:rsid w:val="00665F72"/>
    <w:rsid w:val="00665FEC"/>
    <w:rsid w:val="0066615C"/>
    <w:rsid w:val="00666568"/>
    <w:rsid w:val="00666DD7"/>
    <w:rsid w:val="006675AF"/>
    <w:rsid w:val="0066782F"/>
    <w:rsid w:val="00667A39"/>
    <w:rsid w:val="00667BE5"/>
    <w:rsid w:val="006702EF"/>
    <w:rsid w:val="00670785"/>
    <w:rsid w:val="0067083A"/>
    <w:rsid w:val="00671AFB"/>
    <w:rsid w:val="00671C48"/>
    <w:rsid w:val="006721BA"/>
    <w:rsid w:val="00672838"/>
    <w:rsid w:val="0067288D"/>
    <w:rsid w:val="00672E0D"/>
    <w:rsid w:val="006734FC"/>
    <w:rsid w:val="00673C21"/>
    <w:rsid w:val="00673CF9"/>
    <w:rsid w:val="0067423D"/>
    <w:rsid w:val="00674391"/>
    <w:rsid w:val="00674443"/>
    <w:rsid w:val="00674A11"/>
    <w:rsid w:val="006753D8"/>
    <w:rsid w:val="00675538"/>
    <w:rsid w:val="006759F8"/>
    <w:rsid w:val="00675D06"/>
    <w:rsid w:val="00675DB4"/>
    <w:rsid w:val="00675F48"/>
    <w:rsid w:val="00676B38"/>
    <w:rsid w:val="00676CAA"/>
    <w:rsid w:val="0067720C"/>
    <w:rsid w:val="00677414"/>
    <w:rsid w:val="006776D1"/>
    <w:rsid w:val="00677DA1"/>
    <w:rsid w:val="00680B20"/>
    <w:rsid w:val="00680CB4"/>
    <w:rsid w:val="00680DE5"/>
    <w:rsid w:val="006815D0"/>
    <w:rsid w:val="0068198E"/>
    <w:rsid w:val="006819EC"/>
    <w:rsid w:val="00682254"/>
    <w:rsid w:val="00682AA5"/>
    <w:rsid w:val="00682DA8"/>
    <w:rsid w:val="00682FCC"/>
    <w:rsid w:val="00683882"/>
    <w:rsid w:val="00683B87"/>
    <w:rsid w:val="00684346"/>
    <w:rsid w:val="00684541"/>
    <w:rsid w:val="00684638"/>
    <w:rsid w:val="006847CC"/>
    <w:rsid w:val="00684B49"/>
    <w:rsid w:val="0068518E"/>
    <w:rsid w:val="00686158"/>
    <w:rsid w:val="006868AE"/>
    <w:rsid w:val="00686A03"/>
    <w:rsid w:val="00686BCA"/>
    <w:rsid w:val="00686D57"/>
    <w:rsid w:val="006878BB"/>
    <w:rsid w:val="00687A10"/>
    <w:rsid w:val="00687DF8"/>
    <w:rsid w:val="00687E1D"/>
    <w:rsid w:val="00690F94"/>
    <w:rsid w:val="00690F96"/>
    <w:rsid w:val="0069116D"/>
    <w:rsid w:val="00691476"/>
    <w:rsid w:val="006914EC"/>
    <w:rsid w:val="00691D0D"/>
    <w:rsid w:val="00691DCC"/>
    <w:rsid w:val="00691EC9"/>
    <w:rsid w:val="00692937"/>
    <w:rsid w:val="006937BB"/>
    <w:rsid w:val="006938CA"/>
    <w:rsid w:val="00693D3D"/>
    <w:rsid w:val="00694376"/>
    <w:rsid w:val="00694803"/>
    <w:rsid w:val="006949A3"/>
    <w:rsid w:val="00694C04"/>
    <w:rsid w:val="0069579A"/>
    <w:rsid w:val="00695AE4"/>
    <w:rsid w:val="00695D34"/>
    <w:rsid w:val="00697410"/>
    <w:rsid w:val="006977B8"/>
    <w:rsid w:val="006978C8"/>
    <w:rsid w:val="00697F7C"/>
    <w:rsid w:val="00697FDC"/>
    <w:rsid w:val="00697FF5"/>
    <w:rsid w:val="006A0D5B"/>
    <w:rsid w:val="006A0DF5"/>
    <w:rsid w:val="006A0F13"/>
    <w:rsid w:val="006A1222"/>
    <w:rsid w:val="006A15F6"/>
    <w:rsid w:val="006A21DB"/>
    <w:rsid w:val="006A2278"/>
    <w:rsid w:val="006A2A64"/>
    <w:rsid w:val="006A2CA8"/>
    <w:rsid w:val="006A2D2E"/>
    <w:rsid w:val="006A2E38"/>
    <w:rsid w:val="006A2FC9"/>
    <w:rsid w:val="006A32B3"/>
    <w:rsid w:val="006A34B1"/>
    <w:rsid w:val="006A460F"/>
    <w:rsid w:val="006A4A58"/>
    <w:rsid w:val="006A4C13"/>
    <w:rsid w:val="006A5057"/>
    <w:rsid w:val="006A54D4"/>
    <w:rsid w:val="006A5624"/>
    <w:rsid w:val="006A571E"/>
    <w:rsid w:val="006A5EFA"/>
    <w:rsid w:val="006A613A"/>
    <w:rsid w:val="006A61E4"/>
    <w:rsid w:val="006A664C"/>
    <w:rsid w:val="006A69D2"/>
    <w:rsid w:val="006A6BDE"/>
    <w:rsid w:val="006A6CF3"/>
    <w:rsid w:val="006A719D"/>
    <w:rsid w:val="006A71F6"/>
    <w:rsid w:val="006A7516"/>
    <w:rsid w:val="006A7680"/>
    <w:rsid w:val="006A78D8"/>
    <w:rsid w:val="006A7CAB"/>
    <w:rsid w:val="006A7D23"/>
    <w:rsid w:val="006B0814"/>
    <w:rsid w:val="006B0E11"/>
    <w:rsid w:val="006B0F0A"/>
    <w:rsid w:val="006B2107"/>
    <w:rsid w:val="006B2293"/>
    <w:rsid w:val="006B290A"/>
    <w:rsid w:val="006B2AC9"/>
    <w:rsid w:val="006B2F5D"/>
    <w:rsid w:val="006B32E6"/>
    <w:rsid w:val="006B35C0"/>
    <w:rsid w:val="006B3808"/>
    <w:rsid w:val="006B3A04"/>
    <w:rsid w:val="006B54FE"/>
    <w:rsid w:val="006B5950"/>
    <w:rsid w:val="006B5BCB"/>
    <w:rsid w:val="006B5F8F"/>
    <w:rsid w:val="006B5FF4"/>
    <w:rsid w:val="006B6AAA"/>
    <w:rsid w:val="006B6B67"/>
    <w:rsid w:val="006B6F14"/>
    <w:rsid w:val="006B74AE"/>
    <w:rsid w:val="006B79EC"/>
    <w:rsid w:val="006C0AA8"/>
    <w:rsid w:val="006C0AF6"/>
    <w:rsid w:val="006C0B68"/>
    <w:rsid w:val="006C1096"/>
    <w:rsid w:val="006C1293"/>
    <w:rsid w:val="006C131F"/>
    <w:rsid w:val="006C21F5"/>
    <w:rsid w:val="006C25D2"/>
    <w:rsid w:val="006C2862"/>
    <w:rsid w:val="006C29E5"/>
    <w:rsid w:val="006C3975"/>
    <w:rsid w:val="006C3A8A"/>
    <w:rsid w:val="006C3F25"/>
    <w:rsid w:val="006C4012"/>
    <w:rsid w:val="006C4192"/>
    <w:rsid w:val="006C4EE4"/>
    <w:rsid w:val="006C54AE"/>
    <w:rsid w:val="006C54FE"/>
    <w:rsid w:val="006C5699"/>
    <w:rsid w:val="006C577A"/>
    <w:rsid w:val="006C5ACA"/>
    <w:rsid w:val="006C69DD"/>
    <w:rsid w:val="006C6B7A"/>
    <w:rsid w:val="006C6BEF"/>
    <w:rsid w:val="006C6D64"/>
    <w:rsid w:val="006C71B2"/>
    <w:rsid w:val="006C7287"/>
    <w:rsid w:val="006C73B3"/>
    <w:rsid w:val="006C7525"/>
    <w:rsid w:val="006C7B4E"/>
    <w:rsid w:val="006D0211"/>
    <w:rsid w:val="006D0326"/>
    <w:rsid w:val="006D0349"/>
    <w:rsid w:val="006D10D3"/>
    <w:rsid w:val="006D147F"/>
    <w:rsid w:val="006D1518"/>
    <w:rsid w:val="006D2158"/>
    <w:rsid w:val="006D2732"/>
    <w:rsid w:val="006D2A2E"/>
    <w:rsid w:val="006D2CF5"/>
    <w:rsid w:val="006D2DB3"/>
    <w:rsid w:val="006D33BD"/>
    <w:rsid w:val="006D34C1"/>
    <w:rsid w:val="006D361C"/>
    <w:rsid w:val="006D3890"/>
    <w:rsid w:val="006D3AAC"/>
    <w:rsid w:val="006D3B78"/>
    <w:rsid w:val="006D485E"/>
    <w:rsid w:val="006D499E"/>
    <w:rsid w:val="006D4F0B"/>
    <w:rsid w:val="006D532F"/>
    <w:rsid w:val="006D5451"/>
    <w:rsid w:val="006D558F"/>
    <w:rsid w:val="006D57B1"/>
    <w:rsid w:val="006D61D1"/>
    <w:rsid w:val="006D65E1"/>
    <w:rsid w:val="006D6ACB"/>
    <w:rsid w:val="006D70B9"/>
    <w:rsid w:val="006D7108"/>
    <w:rsid w:val="006D720E"/>
    <w:rsid w:val="006D7253"/>
    <w:rsid w:val="006D7748"/>
    <w:rsid w:val="006D7BFA"/>
    <w:rsid w:val="006D7D45"/>
    <w:rsid w:val="006E01DF"/>
    <w:rsid w:val="006E0288"/>
    <w:rsid w:val="006E0885"/>
    <w:rsid w:val="006E0CEC"/>
    <w:rsid w:val="006E0D1E"/>
    <w:rsid w:val="006E1335"/>
    <w:rsid w:val="006E136D"/>
    <w:rsid w:val="006E16BE"/>
    <w:rsid w:val="006E1CA2"/>
    <w:rsid w:val="006E22E0"/>
    <w:rsid w:val="006E2381"/>
    <w:rsid w:val="006E2617"/>
    <w:rsid w:val="006E26E3"/>
    <w:rsid w:val="006E2D36"/>
    <w:rsid w:val="006E320A"/>
    <w:rsid w:val="006E325F"/>
    <w:rsid w:val="006E32A6"/>
    <w:rsid w:val="006E3578"/>
    <w:rsid w:val="006E3725"/>
    <w:rsid w:val="006E39A2"/>
    <w:rsid w:val="006E3A08"/>
    <w:rsid w:val="006E3BA1"/>
    <w:rsid w:val="006E3BB6"/>
    <w:rsid w:val="006E3D02"/>
    <w:rsid w:val="006E4E0A"/>
    <w:rsid w:val="006E4E44"/>
    <w:rsid w:val="006E52AA"/>
    <w:rsid w:val="006E5335"/>
    <w:rsid w:val="006E54EF"/>
    <w:rsid w:val="006E5D40"/>
    <w:rsid w:val="006E5F73"/>
    <w:rsid w:val="006E5F7E"/>
    <w:rsid w:val="006E6702"/>
    <w:rsid w:val="006E69BD"/>
    <w:rsid w:val="006E6D39"/>
    <w:rsid w:val="006E7119"/>
    <w:rsid w:val="006E7358"/>
    <w:rsid w:val="006E7AD7"/>
    <w:rsid w:val="006E7BF8"/>
    <w:rsid w:val="006F080D"/>
    <w:rsid w:val="006F0848"/>
    <w:rsid w:val="006F0951"/>
    <w:rsid w:val="006F17DF"/>
    <w:rsid w:val="006F2A89"/>
    <w:rsid w:val="006F360B"/>
    <w:rsid w:val="006F414B"/>
    <w:rsid w:val="006F4396"/>
    <w:rsid w:val="006F48B9"/>
    <w:rsid w:val="006F4ECA"/>
    <w:rsid w:val="006F5125"/>
    <w:rsid w:val="006F5EE7"/>
    <w:rsid w:val="006F6164"/>
    <w:rsid w:val="006F6222"/>
    <w:rsid w:val="006F6251"/>
    <w:rsid w:val="006F639E"/>
    <w:rsid w:val="006F643F"/>
    <w:rsid w:val="006F66A3"/>
    <w:rsid w:val="006F672D"/>
    <w:rsid w:val="006F6CA2"/>
    <w:rsid w:val="006F6CCF"/>
    <w:rsid w:val="006F7153"/>
    <w:rsid w:val="006F717B"/>
    <w:rsid w:val="006F7472"/>
    <w:rsid w:val="006F7620"/>
    <w:rsid w:val="006F7839"/>
    <w:rsid w:val="0070072D"/>
    <w:rsid w:val="0070135F"/>
    <w:rsid w:val="00701499"/>
    <w:rsid w:val="007015BF"/>
    <w:rsid w:val="00701B46"/>
    <w:rsid w:val="00701FC9"/>
    <w:rsid w:val="007024AC"/>
    <w:rsid w:val="0070273E"/>
    <w:rsid w:val="00702A2F"/>
    <w:rsid w:val="00702BE3"/>
    <w:rsid w:val="007032EB"/>
    <w:rsid w:val="00703795"/>
    <w:rsid w:val="007038B4"/>
    <w:rsid w:val="00703C00"/>
    <w:rsid w:val="007047ED"/>
    <w:rsid w:val="00704854"/>
    <w:rsid w:val="00705559"/>
    <w:rsid w:val="007059EB"/>
    <w:rsid w:val="007065B2"/>
    <w:rsid w:val="00706A23"/>
    <w:rsid w:val="00707082"/>
    <w:rsid w:val="007073E1"/>
    <w:rsid w:val="00707A60"/>
    <w:rsid w:val="007105A7"/>
    <w:rsid w:val="007106DE"/>
    <w:rsid w:val="0071080B"/>
    <w:rsid w:val="00710922"/>
    <w:rsid w:val="00710AE8"/>
    <w:rsid w:val="00710C5C"/>
    <w:rsid w:val="00710F2C"/>
    <w:rsid w:val="007110A0"/>
    <w:rsid w:val="0071119D"/>
    <w:rsid w:val="007111FD"/>
    <w:rsid w:val="007117C5"/>
    <w:rsid w:val="007128AE"/>
    <w:rsid w:val="00712DC6"/>
    <w:rsid w:val="00713B55"/>
    <w:rsid w:val="00713F55"/>
    <w:rsid w:val="00714CBB"/>
    <w:rsid w:val="00714DC1"/>
    <w:rsid w:val="00715363"/>
    <w:rsid w:val="00715402"/>
    <w:rsid w:val="0071551C"/>
    <w:rsid w:val="007156A6"/>
    <w:rsid w:val="00715D37"/>
    <w:rsid w:val="00716190"/>
    <w:rsid w:val="00716509"/>
    <w:rsid w:val="007167B4"/>
    <w:rsid w:val="0071697B"/>
    <w:rsid w:val="00716AAE"/>
    <w:rsid w:val="00717260"/>
    <w:rsid w:val="007172E5"/>
    <w:rsid w:val="0071785E"/>
    <w:rsid w:val="00717936"/>
    <w:rsid w:val="0072009D"/>
    <w:rsid w:val="00720195"/>
    <w:rsid w:val="00720F78"/>
    <w:rsid w:val="00721243"/>
    <w:rsid w:val="0072190B"/>
    <w:rsid w:val="00721D82"/>
    <w:rsid w:val="00722006"/>
    <w:rsid w:val="00722362"/>
    <w:rsid w:val="007223C4"/>
    <w:rsid w:val="007225DB"/>
    <w:rsid w:val="0072318E"/>
    <w:rsid w:val="00723AC3"/>
    <w:rsid w:val="0072485E"/>
    <w:rsid w:val="00724C0C"/>
    <w:rsid w:val="007264F8"/>
    <w:rsid w:val="00726952"/>
    <w:rsid w:val="00726A47"/>
    <w:rsid w:val="00726AE8"/>
    <w:rsid w:val="00726EB7"/>
    <w:rsid w:val="007272A8"/>
    <w:rsid w:val="00727685"/>
    <w:rsid w:val="007278FC"/>
    <w:rsid w:val="00727DD7"/>
    <w:rsid w:val="00727E1C"/>
    <w:rsid w:val="00730013"/>
    <w:rsid w:val="00730394"/>
    <w:rsid w:val="00730448"/>
    <w:rsid w:val="00730D34"/>
    <w:rsid w:val="00730DF2"/>
    <w:rsid w:val="00731187"/>
    <w:rsid w:val="00731D05"/>
    <w:rsid w:val="00731FD9"/>
    <w:rsid w:val="007320F5"/>
    <w:rsid w:val="0073244D"/>
    <w:rsid w:val="0073307B"/>
    <w:rsid w:val="00733159"/>
    <w:rsid w:val="0073329F"/>
    <w:rsid w:val="0073331C"/>
    <w:rsid w:val="0073350A"/>
    <w:rsid w:val="00733943"/>
    <w:rsid w:val="00733BCC"/>
    <w:rsid w:val="007341B6"/>
    <w:rsid w:val="00734921"/>
    <w:rsid w:val="00734B70"/>
    <w:rsid w:val="00734DBE"/>
    <w:rsid w:val="00734E1A"/>
    <w:rsid w:val="007354BE"/>
    <w:rsid w:val="007359A5"/>
    <w:rsid w:val="0073609A"/>
    <w:rsid w:val="00736244"/>
    <w:rsid w:val="007362C4"/>
    <w:rsid w:val="00736473"/>
    <w:rsid w:val="007367C5"/>
    <w:rsid w:val="0073684F"/>
    <w:rsid w:val="00736D1D"/>
    <w:rsid w:val="00737673"/>
    <w:rsid w:val="00737AAE"/>
    <w:rsid w:val="00740043"/>
    <w:rsid w:val="0074048A"/>
    <w:rsid w:val="007404B8"/>
    <w:rsid w:val="007421DA"/>
    <w:rsid w:val="007421DD"/>
    <w:rsid w:val="0074283A"/>
    <w:rsid w:val="00742925"/>
    <w:rsid w:val="0074367F"/>
    <w:rsid w:val="00743780"/>
    <w:rsid w:val="007437E9"/>
    <w:rsid w:val="0074381C"/>
    <w:rsid w:val="00743943"/>
    <w:rsid w:val="00743E56"/>
    <w:rsid w:val="00743F11"/>
    <w:rsid w:val="00743F23"/>
    <w:rsid w:val="007441ED"/>
    <w:rsid w:val="0074492C"/>
    <w:rsid w:val="00744DBC"/>
    <w:rsid w:val="0074561D"/>
    <w:rsid w:val="0074579F"/>
    <w:rsid w:val="00745D2B"/>
    <w:rsid w:val="00745FCD"/>
    <w:rsid w:val="007466FB"/>
    <w:rsid w:val="007469DF"/>
    <w:rsid w:val="00746C04"/>
    <w:rsid w:val="0074769E"/>
    <w:rsid w:val="007478BA"/>
    <w:rsid w:val="007478F5"/>
    <w:rsid w:val="00747E9A"/>
    <w:rsid w:val="0075002B"/>
    <w:rsid w:val="00750739"/>
    <w:rsid w:val="00750D5B"/>
    <w:rsid w:val="00750E70"/>
    <w:rsid w:val="007518A8"/>
    <w:rsid w:val="00751B7F"/>
    <w:rsid w:val="00751C70"/>
    <w:rsid w:val="00751DD0"/>
    <w:rsid w:val="0075262C"/>
    <w:rsid w:val="00752D1C"/>
    <w:rsid w:val="0075315D"/>
    <w:rsid w:val="00753336"/>
    <w:rsid w:val="00753CA2"/>
    <w:rsid w:val="00753E7A"/>
    <w:rsid w:val="007552F3"/>
    <w:rsid w:val="00755455"/>
    <w:rsid w:val="007559A4"/>
    <w:rsid w:val="00755FB0"/>
    <w:rsid w:val="00756008"/>
    <w:rsid w:val="007561EC"/>
    <w:rsid w:val="0075621A"/>
    <w:rsid w:val="00756F46"/>
    <w:rsid w:val="0075770C"/>
    <w:rsid w:val="0075783B"/>
    <w:rsid w:val="00757C02"/>
    <w:rsid w:val="007600EF"/>
    <w:rsid w:val="0076043E"/>
    <w:rsid w:val="00760570"/>
    <w:rsid w:val="00760599"/>
    <w:rsid w:val="00760849"/>
    <w:rsid w:val="00761D17"/>
    <w:rsid w:val="00761DC1"/>
    <w:rsid w:val="00761DCE"/>
    <w:rsid w:val="00761FAA"/>
    <w:rsid w:val="00762125"/>
    <w:rsid w:val="00762471"/>
    <w:rsid w:val="007625FD"/>
    <w:rsid w:val="00762AAC"/>
    <w:rsid w:val="00762B08"/>
    <w:rsid w:val="007631F2"/>
    <w:rsid w:val="00763324"/>
    <w:rsid w:val="0076447C"/>
    <w:rsid w:val="007644CA"/>
    <w:rsid w:val="0076453C"/>
    <w:rsid w:val="0076455F"/>
    <w:rsid w:val="00764B91"/>
    <w:rsid w:val="00764D5D"/>
    <w:rsid w:val="00765563"/>
    <w:rsid w:val="0076589D"/>
    <w:rsid w:val="00765B02"/>
    <w:rsid w:val="00765B7A"/>
    <w:rsid w:val="00765DA9"/>
    <w:rsid w:val="007662F2"/>
    <w:rsid w:val="007672C5"/>
    <w:rsid w:val="0076730B"/>
    <w:rsid w:val="00767531"/>
    <w:rsid w:val="00767A69"/>
    <w:rsid w:val="007702F4"/>
    <w:rsid w:val="0077054F"/>
    <w:rsid w:val="007711B0"/>
    <w:rsid w:val="00771828"/>
    <w:rsid w:val="00771AB3"/>
    <w:rsid w:val="00771F57"/>
    <w:rsid w:val="007722EE"/>
    <w:rsid w:val="007723DA"/>
    <w:rsid w:val="00772E20"/>
    <w:rsid w:val="0077313C"/>
    <w:rsid w:val="00773A38"/>
    <w:rsid w:val="00773CDB"/>
    <w:rsid w:val="00773DEE"/>
    <w:rsid w:val="00773ECD"/>
    <w:rsid w:val="007746F0"/>
    <w:rsid w:val="0077478B"/>
    <w:rsid w:val="00774857"/>
    <w:rsid w:val="00774BA2"/>
    <w:rsid w:val="00774BB3"/>
    <w:rsid w:val="0077591A"/>
    <w:rsid w:val="007761A8"/>
    <w:rsid w:val="00776339"/>
    <w:rsid w:val="007765F7"/>
    <w:rsid w:val="0077672E"/>
    <w:rsid w:val="00776BC4"/>
    <w:rsid w:val="00776D40"/>
    <w:rsid w:val="007770AF"/>
    <w:rsid w:val="00777B8D"/>
    <w:rsid w:val="00777D32"/>
    <w:rsid w:val="007801C3"/>
    <w:rsid w:val="0078041D"/>
    <w:rsid w:val="0078052A"/>
    <w:rsid w:val="0078168C"/>
    <w:rsid w:val="00781695"/>
    <w:rsid w:val="00781DE9"/>
    <w:rsid w:val="00781F87"/>
    <w:rsid w:val="0078212F"/>
    <w:rsid w:val="00782553"/>
    <w:rsid w:val="007826A1"/>
    <w:rsid w:val="00782746"/>
    <w:rsid w:val="007827E4"/>
    <w:rsid w:val="0078294A"/>
    <w:rsid w:val="00782D45"/>
    <w:rsid w:val="00783071"/>
    <w:rsid w:val="00783270"/>
    <w:rsid w:val="00783CC6"/>
    <w:rsid w:val="00784851"/>
    <w:rsid w:val="00784D10"/>
    <w:rsid w:val="007851CA"/>
    <w:rsid w:val="00785B06"/>
    <w:rsid w:val="00786195"/>
    <w:rsid w:val="00786A2F"/>
    <w:rsid w:val="00787619"/>
    <w:rsid w:val="007904CE"/>
    <w:rsid w:val="00790A69"/>
    <w:rsid w:val="00790D23"/>
    <w:rsid w:val="00790FA4"/>
    <w:rsid w:val="00791085"/>
    <w:rsid w:val="0079129A"/>
    <w:rsid w:val="007912D7"/>
    <w:rsid w:val="007916FA"/>
    <w:rsid w:val="007919D5"/>
    <w:rsid w:val="00792607"/>
    <w:rsid w:val="00792B75"/>
    <w:rsid w:val="00792D90"/>
    <w:rsid w:val="00792E2C"/>
    <w:rsid w:val="0079311D"/>
    <w:rsid w:val="0079362E"/>
    <w:rsid w:val="00793A8C"/>
    <w:rsid w:val="00793C43"/>
    <w:rsid w:val="007940AE"/>
    <w:rsid w:val="00794496"/>
    <w:rsid w:val="00794765"/>
    <w:rsid w:val="00795060"/>
    <w:rsid w:val="0079545E"/>
    <w:rsid w:val="00796215"/>
    <w:rsid w:val="0079653A"/>
    <w:rsid w:val="0079655B"/>
    <w:rsid w:val="00796B42"/>
    <w:rsid w:val="00796CE2"/>
    <w:rsid w:val="00797934"/>
    <w:rsid w:val="00797A73"/>
    <w:rsid w:val="00797AF9"/>
    <w:rsid w:val="00797DFD"/>
    <w:rsid w:val="007A0B89"/>
    <w:rsid w:val="007A117C"/>
    <w:rsid w:val="007A142E"/>
    <w:rsid w:val="007A14F9"/>
    <w:rsid w:val="007A15B4"/>
    <w:rsid w:val="007A15CF"/>
    <w:rsid w:val="007A272D"/>
    <w:rsid w:val="007A294A"/>
    <w:rsid w:val="007A2EB3"/>
    <w:rsid w:val="007A3599"/>
    <w:rsid w:val="007A3C78"/>
    <w:rsid w:val="007A3D2F"/>
    <w:rsid w:val="007A3DED"/>
    <w:rsid w:val="007A4011"/>
    <w:rsid w:val="007A4363"/>
    <w:rsid w:val="007A48D9"/>
    <w:rsid w:val="007A5281"/>
    <w:rsid w:val="007A53DC"/>
    <w:rsid w:val="007A5833"/>
    <w:rsid w:val="007A5869"/>
    <w:rsid w:val="007A60D0"/>
    <w:rsid w:val="007A68F6"/>
    <w:rsid w:val="007A6CF6"/>
    <w:rsid w:val="007A6D12"/>
    <w:rsid w:val="007A6FFF"/>
    <w:rsid w:val="007A708D"/>
    <w:rsid w:val="007A7268"/>
    <w:rsid w:val="007A728E"/>
    <w:rsid w:val="007A7AB4"/>
    <w:rsid w:val="007A7EC8"/>
    <w:rsid w:val="007B16CD"/>
    <w:rsid w:val="007B17FE"/>
    <w:rsid w:val="007B1A04"/>
    <w:rsid w:val="007B1C26"/>
    <w:rsid w:val="007B2108"/>
    <w:rsid w:val="007B213B"/>
    <w:rsid w:val="007B23D2"/>
    <w:rsid w:val="007B2670"/>
    <w:rsid w:val="007B299E"/>
    <w:rsid w:val="007B2AE3"/>
    <w:rsid w:val="007B2CD5"/>
    <w:rsid w:val="007B2EFA"/>
    <w:rsid w:val="007B2FB5"/>
    <w:rsid w:val="007B323B"/>
    <w:rsid w:val="007B3284"/>
    <w:rsid w:val="007B3982"/>
    <w:rsid w:val="007B3A46"/>
    <w:rsid w:val="007B3D52"/>
    <w:rsid w:val="007B400F"/>
    <w:rsid w:val="007B438B"/>
    <w:rsid w:val="007B46AB"/>
    <w:rsid w:val="007B4D8E"/>
    <w:rsid w:val="007B5E92"/>
    <w:rsid w:val="007B66C5"/>
    <w:rsid w:val="007B68B6"/>
    <w:rsid w:val="007B6A63"/>
    <w:rsid w:val="007B6A7E"/>
    <w:rsid w:val="007B6F40"/>
    <w:rsid w:val="007B716F"/>
    <w:rsid w:val="007B7285"/>
    <w:rsid w:val="007B7E48"/>
    <w:rsid w:val="007C00B1"/>
    <w:rsid w:val="007C0427"/>
    <w:rsid w:val="007C0748"/>
    <w:rsid w:val="007C0A68"/>
    <w:rsid w:val="007C0E2C"/>
    <w:rsid w:val="007C1058"/>
    <w:rsid w:val="007C16FC"/>
    <w:rsid w:val="007C1BC3"/>
    <w:rsid w:val="007C20EA"/>
    <w:rsid w:val="007C231C"/>
    <w:rsid w:val="007C243B"/>
    <w:rsid w:val="007C3126"/>
    <w:rsid w:val="007C32CD"/>
    <w:rsid w:val="007C34E5"/>
    <w:rsid w:val="007C3DDE"/>
    <w:rsid w:val="007C443A"/>
    <w:rsid w:val="007C458E"/>
    <w:rsid w:val="007C4D76"/>
    <w:rsid w:val="007C501E"/>
    <w:rsid w:val="007C5532"/>
    <w:rsid w:val="007C557E"/>
    <w:rsid w:val="007C61CB"/>
    <w:rsid w:val="007C6533"/>
    <w:rsid w:val="007C660D"/>
    <w:rsid w:val="007C672C"/>
    <w:rsid w:val="007C679B"/>
    <w:rsid w:val="007C6DBD"/>
    <w:rsid w:val="007C7CE2"/>
    <w:rsid w:val="007C7CED"/>
    <w:rsid w:val="007C7E18"/>
    <w:rsid w:val="007D050B"/>
    <w:rsid w:val="007D090F"/>
    <w:rsid w:val="007D0D0B"/>
    <w:rsid w:val="007D1A45"/>
    <w:rsid w:val="007D1D94"/>
    <w:rsid w:val="007D1E6B"/>
    <w:rsid w:val="007D23B7"/>
    <w:rsid w:val="007D2512"/>
    <w:rsid w:val="007D2B6E"/>
    <w:rsid w:val="007D2F50"/>
    <w:rsid w:val="007D336F"/>
    <w:rsid w:val="007D441D"/>
    <w:rsid w:val="007D4A58"/>
    <w:rsid w:val="007D50EC"/>
    <w:rsid w:val="007D50F1"/>
    <w:rsid w:val="007D5448"/>
    <w:rsid w:val="007D5673"/>
    <w:rsid w:val="007D5826"/>
    <w:rsid w:val="007D5F1C"/>
    <w:rsid w:val="007D5FA1"/>
    <w:rsid w:val="007D6663"/>
    <w:rsid w:val="007D67D8"/>
    <w:rsid w:val="007D7146"/>
    <w:rsid w:val="007D72BA"/>
    <w:rsid w:val="007D7514"/>
    <w:rsid w:val="007E0440"/>
    <w:rsid w:val="007E098E"/>
    <w:rsid w:val="007E13DC"/>
    <w:rsid w:val="007E168C"/>
    <w:rsid w:val="007E169C"/>
    <w:rsid w:val="007E21AE"/>
    <w:rsid w:val="007E231F"/>
    <w:rsid w:val="007E24B6"/>
    <w:rsid w:val="007E2E6B"/>
    <w:rsid w:val="007E2E8B"/>
    <w:rsid w:val="007E2FDB"/>
    <w:rsid w:val="007E306E"/>
    <w:rsid w:val="007E3311"/>
    <w:rsid w:val="007E3762"/>
    <w:rsid w:val="007E3820"/>
    <w:rsid w:val="007E3CF2"/>
    <w:rsid w:val="007E3DFA"/>
    <w:rsid w:val="007E40B2"/>
    <w:rsid w:val="007E5327"/>
    <w:rsid w:val="007E562D"/>
    <w:rsid w:val="007E56B0"/>
    <w:rsid w:val="007E5DB4"/>
    <w:rsid w:val="007E6969"/>
    <w:rsid w:val="007E6BFF"/>
    <w:rsid w:val="007E6E55"/>
    <w:rsid w:val="007E6ECD"/>
    <w:rsid w:val="007E7207"/>
    <w:rsid w:val="007E736B"/>
    <w:rsid w:val="007E7398"/>
    <w:rsid w:val="007E73A3"/>
    <w:rsid w:val="007E7BBC"/>
    <w:rsid w:val="007F0138"/>
    <w:rsid w:val="007F0A55"/>
    <w:rsid w:val="007F0BCA"/>
    <w:rsid w:val="007F12AD"/>
    <w:rsid w:val="007F148D"/>
    <w:rsid w:val="007F154D"/>
    <w:rsid w:val="007F1639"/>
    <w:rsid w:val="007F2080"/>
    <w:rsid w:val="007F2DE4"/>
    <w:rsid w:val="007F3968"/>
    <w:rsid w:val="007F3B72"/>
    <w:rsid w:val="007F3D17"/>
    <w:rsid w:val="007F3F49"/>
    <w:rsid w:val="007F439E"/>
    <w:rsid w:val="007F4499"/>
    <w:rsid w:val="007F452B"/>
    <w:rsid w:val="007F47B2"/>
    <w:rsid w:val="007F47E8"/>
    <w:rsid w:val="007F4814"/>
    <w:rsid w:val="007F4E93"/>
    <w:rsid w:val="007F5013"/>
    <w:rsid w:val="007F5F16"/>
    <w:rsid w:val="007F6048"/>
    <w:rsid w:val="007F636D"/>
    <w:rsid w:val="007F639C"/>
    <w:rsid w:val="007F6524"/>
    <w:rsid w:val="007F6A69"/>
    <w:rsid w:val="007F6B58"/>
    <w:rsid w:val="007F6D79"/>
    <w:rsid w:val="007F6ECB"/>
    <w:rsid w:val="007F7124"/>
    <w:rsid w:val="007F71F8"/>
    <w:rsid w:val="007F76B7"/>
    <w:rsid w:val="007F7746"/>
    <w:rsid w:val="007F7799"/>
    <w:rsid w:val="007F7B50"/>
    <w:rsid w:val="007F7BD6"/>
    <w:rsid w:val="00800784"/>
    <w:rsid w:val="00800DDF"/>
    <w:rsid w:val="00801360"/>
    <w:rsid w:val="00801C6F"/>
    <w:rsid w:val="00801FF2"/>
    <w:rsid w:val="00802503"/>
    <w:rsid w:val="008027DC"/>
    <w:rsid w:val="00802802"/>
    <w:rsid w:val="00802F0B"/>
    <w:rsid w:val="0080301C"/>
    <w:rsid w:val="00803410"/>
    <w:rsid w:val="00803E2D"/>
    <w:rsid w:val="00803F44"/>
    <w:rsid w:val="00804565"/>
    <w:rsid w:val="008047C2"/>
    <w:rsid w:val="00804EE8"/>
    <w:rsid w:val="00805544"/>
    <w:rsid w:val="00805B7A"/>
    <w:rsid w:val="00805C72"/>
    <w:rsid w:val="008061F9"/>
    <w:rsid w:val="0080644B"/>
    <w:rsid w:val="00806AA7"/>
    <w:rsid w:val="00806B00"/>
    <w:rsid w:val="00806B19"/>
    <w:rsid w:val="00806DA0"/>
    <w:rsid w:val="0080700E"/>
    <w:rsid w:val="00807698"/>
    <w:rsid w:val="008079A4"/>
    <w:rsid w:val="00807A7E"/>
    <w:rsid w:val="00807B25"/>
    <w:rsid w:val="00807D14"/>
    <w:rsid w:val="00807D57"/>
    <w:rsid w:val="00810092"/>
    <w:rsid w:val="008101FE"/>
    <w:rsid w:val="00810C2B"/>
    <w:rsid w:val="00810F42"/>
    <w:rsid w:val="00811146"/>
    <w:rsid w:val="00811225"/>
    <w:rsid w:val="008113BB"/>
    <w:rsid w:val="00811C04"/>
    <w:rsid w:val="008125FA"/>
    <w:rsid w:val="00812737"/>
    <w:rsid w:val="00812AFE"/>
    <w:rsid w:val="00812EFA"/>
    <w:rsid w:val="008131E8"/>
    <w:rsid w:val="00813DFB"/>
    <w:rsid w:val="008143D5"/>
    <w:rsid w:val="00814543"/>
    <w:rsid w:val="008147B1"/>
    <w:rsid w:val="00814DBE"/>
    <w:rsid w:val="0081599F"/>
    <w:rsid w:val="00815E07"/>
    <w:rsid w:val="00816342"/>
    <w:rsid w:val="00816D91"/>
    <w:rsid w:val="008170C3"/>
    <w:rsid w:val="00817102"/>
    <w:rsid w:val="00817FBD"/>
    <w:rsid w:val="0082056A"/>
    <w:rsid w:val="008210D7"/>
    <w:rsid w:val="00821A94"/>
    <w:rsid w:val="00821EB2"/>
    <w:rsid w:val="00822192"/>
    <w:rsid w:val="008221F7"/>
    <w:rsid w:val="00822575"/>
    <w:rsid w:val="008226DE"/>
    <w:rsid w:val="00822C4B"/>
    <w:rsid w:val="00823024"/>
    <w:rsid w:val="00823D75"/>
    <w:rsid w:val="00823EEB"/>
    <w:rsid w:val="00823F7B"/>
    <w:rsid w:val="00824454"/>
    <w:rsid w:val="0082446C"/>
    <w:rsid w:val="008245C1"/>
    <w:rsid w:val="008245DA"/>
    <w:rsid w:val="00824883"/>
    <w:rsid w:val="00825B54"/>
    <w:rsid w:val="008266B0"/>
    <w:rsid w:val="00826B0F"/>
    <w:rsid w:val="00826E70"/>
    <w:rsid w:val="0082740C"/>
    <w:rsid w:val="00827560"/>
    <w:rsid w:val="00827715"/>
    <w:rsid w:val="008277C7"/>
    <w:rsid w:val="00827D88"/>
    <w:rsid w:val="00827E74"/>
    <w:rsid w:val="0083056F"/>
    <w:rsid w:val="00830705"/>
    <w:rsid w:val="00830987"/>
    <w:rsid w:val="00830B0F"/>
    <w:rsid w:val="008311F1"/>
    <w:rsid w:val="0083133C"/>
    <w:rsid w:val="0083142F"/>
    <w:rsid w:val="00831680"/>
    <w:rsid w:val="00832578"/>
    <w:rsid w:val="0083310A"/>
    <w:rsid w:val="0083314C"/>
    <w:rsid w:val="008332E6"/>
    <w:rsid w:val="00833907"/>
    <w:rsid w:val="00833C47"/>
    <w:rsid w:val="00833C50"/>
    <w:rsid w:val="00833C92"/>
    <w:rsid w:val="008340A7"/>
    <w:rsid w:val="00834101"/>
    <w:rsid w:val="008342C3"/>
    <w:rsid w:val="0083493D"/>
    <w:rsid w:val="008350AA"/>
    <w:rsid w:val="00835870"/>
    <w:rsid w:val="00835BA4"/>
    <w:rsid w:val="00835CD1"/>
    <w:rsid w:val="00835D0E"/>
    <w:rsid w:val="00835DAB"/>
    <w:rsid w:val="00835F80"/>
    <w:rsid w:val="00836128"/>
    <w:rsid w:val="008363C8"/>
    <w:rsid w:val="00836537"/>
    <w:rsid w:val="00836DED"/>
    <w:rsid w:val="00837091"/>
    <w:rsid w:val="008370E7"/>
    <w:rsid w:val="008374FC"/>
    <w:rsid w:val="00837A69"/>
    <w:rsid w:val="00837F39"/>
    <w:rsid w:val="00837F59"/>
    <w:rsid w:val="00840656"/>
    <w:rsid w:val="008411DC"/>
    <w:rsid w:val="00842CCE"/>
    <w:rsid w:val="00843A32"/>
    <w:rsid w:val="00843B76"/>
    <w:rsid w:val="00843D91"/>
    <w:rsid w:val="008440C9"/>
    <w:rsid w:val="00844FAA"/>
    <w:rsid w:val="008451AC"/>
    <w:rsid w:val="0084520B"/>
    <w:rsid w:val="00846B08"/>
    <w:rsid w:val="008470D8"/>
    <w:rsid w:val="0084718D"/>
    <w:rsid w:val="0084735F"/>
    <w:rsid w:val="00847613"/>
    <w:rsid w:val="00850EDA"/>
    <w:rsid w:val="0085156E"/>
    <w:rsid w:val="0085177E"/>
    <w:rsid w:val="00851E03"/>
    <w:rsid w:val="0085207A"/>
    <w:rsid w:val="0085254B"/>
    <w:rsid w:val="0085265D"/>
    <w:rsid w:val="0085331E"/>
    <w:rsid w:val="0085336B"/>
    <w:rsid w:val="0085344F"/>
    <w:rsid w:val="0085412B"/>
    <w:rsid w:val="0085447E"/>
    <w:rsid w:val="008550FB"/>
    <w:rsid w:val="00855D32"/>
    <w:rsid w:val="0085629C"/>
    <w:rsid w:val="0085669A"/>
    <w:rsid w:val="0085679E"/>
    <w:rsid w:val="00856F09"/>
    <w:rsid w:val="00857280"/>
    <w:rsid w:val="00857C3C"/>
    <w:rsid w:val="00857EE2"/>
    <w:rsid w:val="008613FF"/>
    <w:rsid w:val="00861FA5"/>
    <w:rsid w:val="0086215A"/>
    <w:rsid w:val="008621EB"/>
    <w:rsid w:val="00862789"/>
    <w:rsid w:val="00862BC6"/>
    <w:rsid w:val="00864B86"/>
    <w:rsid w:val="00864C07"/>
    <w:rsid w:val="00864EE4"/>
    <w:rsid w:val="008657A4"/>
    <w:rsid w:val="00865D3B"/>
    <w:rsid w:val="00865F66"/>
    <w:rsid w:val="00865F6C"/>
    <w:rsid w:val="00865F81"/>
    <w:rsid w:val="008663A6"/>
    <w:rsid w:val="0086653E"/>
    <w:rsid w:val="00866A32"/>
    <w:rsid w:val="00866E47"/>
    <w:rsid w:val="00866EDD"/>
    <w:rsid w:val="00867036"/>
    <w:rsid w:val="00867731"/>
    <w:rsid w:val="00867846"/>
    <w:rsid w:val="00867B3F"/>
    <w:rsid w:val="00867BE7"/>
    <w:rsid w:val="008700FD"/>
    <w:rsid w:val="008701AF"/>
    <w:rsid w:val="008702B0"/>
    <w:rsid w:val="008704D0"/>
    <w:rsid w:val="00870D31"/>
    <w:rsid w:val="00870E81"/>
    <w:rsid w:val="00871314"/>
    <w:rsid w:val="008713D4"/>
    <w:rsid w:val="0087159E"/>
    <w:rsid w:val="00871BC3"/>
    <w:rsid w:val="00871C7D"/>
    <w:rsid w:val="00871F3B"/>
    <w:rsid w:val="00871F3E"/>
    <w:rsid w:val="008732AA"/>
    <w:rsid w:val="0087386A"/>
    <w:rsid w:val="00873D3F"/>
    <w:rsid w:val="00873EDE"/>
    <w:rsid w:val="00874707"/>
    <w:rsid w:val="008749E1"/>
    <w:rsid w:val="00874B64"/>
    <w:rsid w:val="00874FB1"/>
    <w:rsid w:val="0087582E"/>
    <w:rsid w:val="00875D09"/>
    <w:rsid w:val="008766DA"/>
    <w:rsid w:val="00876F57"/>
    <w:rsid w:val="00877046"/>
    <w:rsid w:val="008775A6"/>
    <w:rsid w:val="00877775"/>
    <w:rsid w:val="0087794F"/>
    <w:rsid w:val="008801D0"/>
    <w:rsid w:val="008801D6"/>
    <w:rsid w:val="008801E6"/>
    <w:rsid w:val="0088045F"/>
    <w:rsid w:val="008805BA"/>
    <w:rsid w:val="00880739"/>
    <w:rsid w:val="00880B4B"/>
    <w:rsid w:val="008815BB"/>
    <w:rsid w:val="008818AA"/>
    <w:rsid w:val="00881987"/>
    <w:rsid w:val="00882A85"/>
    <w:rsid w:val="00882BCD"/>
    <w:rsid w:val="00883270"/>
    <w:rsid w:val="00883552"/>
    <w:rsid w:val="00883756"/>
    <w:rsid w:val="008838E3"/>
    <w:rsid w:val="00883A1F"/>
    <w:rsid w:val="00883F6A"/>
    <w:rsid w:val="00884903"/>
    <w:rsid w:val="0088586A"/>
    <w:rsid w:val="008860C0"/>
    <w:rsid w:val="008860F3"/>
    <w:rsid w:val="008861BD"/>
    <w:rsid w:val="0088660C"/>
    <w:rsid w:val="00886619"/>
    <w:rsid w:val="008868A4"/>
    <w:rsid w:val="008870DC"/>
    <w:rsid w:val="008873BD"/>
    <w:rsid w:val="00887734"/>
    <w:rsid w:val="00890058"/>
    <w:rsid w:val="00890FA8"/>
    <w:rsid w:val="008913E7"/>
    <w:rsid w:val="00891DDD"/>
    <w:rsid w:val="00892490"/>
    <w:rsid w:val="00892631"/>
    <w:rsid w:val="0089272A"/>
    <w:rsid w:val="00892FFE"/>
    <w:rsid w:val="00893093"/>
    <w:rsid w:val="0089313A"/>
    <w:rsid w:val="0089359A"/>
    <w:rsid w:val="00893A97"/>
    <w:rsid w:val="0089451E"/>
    <w:rsid w:val="008948FE"/>
    <w:rsid w:val="00894987"/>
    <w:rsid w:val="0089583D"/>
    <w:rsid w:val="00895B8C"/>
    <w:rsid w:val="00895E6C"/>
    <w:rsid w:val="008962C4"/>
    <w:rsid w:val="00897100"/>
    <w:rsid w:val="00897437"/>
    <w:rsid w:val="008978BC"/>
    <w:rsid w:val="00897D5F"/>
    <w:rsid w:val="00897DB6"/>
    <w:rsid w:val="008A01D7"/>
    <w:rsid w:val="008A034E"/>
    <w:rsid w:val="008A041C"/>
    <w:rsid w:val="008A05E8"/>
    <w:rsid w:val="008A0ECB"/>
    <w:rsid w:val="008A10C6"/>
    <w:rsid w:val="008A12CA"/>
    <w:rsid w:val="008A1473"/>
    <w:rsid w:val="008A230F"/>
    <w:rsid w:val="008A2385"/>
    <w:rsid w:val="008A25C4"/>
    <w:rsid w:val="008A28E3"/>
    <w:rsid w:val="008A3077"/>
    <w:rsid w:val="008A313B"/>
    <w:rsid w:val="008A3577"/>
    <w:rsid w:val="008A3E9F"/>
    <w:rsid w:val="008A44A6"/>
    <w:rsid w:val="008A47EF"/>
    <w:rsid w:val="008A4C15"/>
    <w:rsid w:val="008A4C18"/>
    <w:rsid w:val="008A4D05"/>
    <w:rsid w:val="008A4D3F"/>
    <w:rsid w:val="008A4EC7"/>
    <w:rsid w:val="008A53AD"/>
    <w:rsid w:val="008A55C8"/>
    <w:rsid w:val="008A5C2E"/>
    <w:rsid w:val="008A5D83"/>
    <w:rsid w:val="008A5E93"/>
    <w:rsid w:val="008A608C"/>
    <w:rsid w:val="008A608F"/>
    <w:rsid w:val="008A652C"/>
    <w:rsid w:val="008A65EA"/>
    <w:rsid w:val="008A69F6"/>
    <w:rsid w:val="008A6AE1"/>
    <w:rsid w:val="008A6ECB"/>
    <w:rsid w:val="008A750B"/>
    <w:rsid w:val="008A792B"/>
    <w:rsid w:val="008A7B0A"/>
    <w:rsid w:val="008A7B89"/>
    <w:rsid w:val="008A7C5F"/>
    <w:rsid w:val="008B0252"/>
    <w:rsid w:val="008B057C"/>
    <w:rsid w:val="008B0C50"/>
    <w:rsid w:val="008B0EF0"/>
    <w:rsid w:val="008B0F2C"/>
    <w:rsid w:val="008B150E"/>
    <w:rsid w:val="008B1789"/>
    <w:rsid w:val="008B17A3"/>
    <w:rsid w:val="008B1DBE"/>
    <w:rsid w:val="008B1FDB"/>
    <w:rsid w:val="008B244E"/>
    <w:rsid w:val="008B2741"/>
    <w:rsid w:val="008B29A6"/>
    <w:rsid w:val="008B2DDF"/>
    <w:rsid w:val="008B36F3"/>
    <w:rsid w:val="008B3857"/>
    <w:rsid w:val="008B40CB"/>
    <w:rsid w:val="008B420F"/>
    <w:rsid w:val="008B4453"/>
    <w:rsid w:val="008B48B3"/>
    <w:rsid w:val="008B4C10"/>
    <w:rsid w:val="008B527A"/>
    <w:rsid w:val="008B62B2"/>
    <w:rsid w:val="008B66FF"/>
    <w:rsid w:val="008B68AB"/>
    <w:rsid w:val="008B6AFC"/>
    <w:rsid w:val="008B7019"/>
    <w:rsid w:val="008B76FB"/>
    <w:rsid w:val="008B7AE6"/>
    <w:rsid w:val="008B7B63"/>
    <w:rsid w:val="008C01C1"/>
    <w:rsid w:val="008C03DD"/>
    <w:rsid w:val="008C084D"/>
    <w:rsid w:val="008C093C"/>
    <w:rsid w:val="008C094E"/>
    <w:rsid w:val="008C12E6"/>
    <w:rsid w:val="008C142C"/>
    <w:rsid w:val="008C1799"/>
    <w:rsid w:val="008C1E6B"/>
    <w:rsid w:val="008C202F"/>
    <w:rsid w:val="008C2466"/>
    <w:rsid w:val="008C2D5F"/>
    <w:rsid w:val="008C324B"/>
    <w:rsid w:val="008C36F2"/>
    <w:rsid w:val="008C3B96"/>
    <w:rsid w:val="008C3F19"/>
    <w:rsid w:val="008C436C"/>
    <w:rsid w:val="008C43A7"/>
    <w:rsid w:val="008C48D0"/>
    <w:rsid w:val="008C5359"/>
    <w:rsid w:val="008C577A"/>
    <w:rsid w:val="008C5D19"/>
    <w:rsid w:val="008C5FC4"/>
    <w:rsid w:val="008C65DC"/>
    <w:rsid w:val="008C7221"/>
    <w:rsid w:val="008C75F1"/>
    <w:rsid w:val="008D019B"/>
    <w:rsid w:val="008D085D"/>
    <w:rsid w:val="008D09C0"/>
    <w:rsid w:val="008D1036"/>
    <w:rsid w:val="008D1704"/>
    <w:rsid w:val="008D2A2E"/>
    <w:rsid w:val="008D3F9C"/>
    <w:rsid w:val="008D4850"/>
    <w:rsid w:val="008D50B1"/>
    <w:rsid w:val="008D5173"/>
    <w:rsid w:val="008D5853"/>
    <w:rsid w:val="008D59AC"/>
    <w:rsid w:val="008D5BEC"/>
    <w:rsid w:val="008D5F11"/>
    <w:rsid w:val="008D633A"/>
    <w:rsid w:val="008D6A7C"/>
    <w:rsid w:val="008D7804"/>
    <w:rsid w:val="008D79AB"/>
    <w:rsid w:val="008E00FD"/>
    <w:rsid w:val="008E0A85"/>
    <w:rsid w:val="008E0B2E"/>
    <w:rsid w:val="008E0C6A"/>
    <w:rsid w:val="008E0C96"/>
    <w:rsid w:val="008E143D"/>
    <w:rsid w:val="008E24AE"/>
    <w:rsid w:val="008E27C5"/>
    <w:rsid w:val="008E2949"/>
    <w:rsid w:val="008E3D60"/>
    <w:rsid w:val="008E4189"/>
    <w:rsid w:val="008E4285"/>
    <w:rsid w:val="008E459E"/>
    <w:rsid w:val="008E4B9D"/>
    <w:rsid w:val="008E4DA5"/>
    <w:rsid w:val="008E52A4"/>
    <w:rsid w:val="008E5919"/>
    <w:rsid w:val="008E5F03"/>
    <w:rsid w:val="008E5F1D"/>
    <w:rsid w:val="008E5F65"/>
    <w:rsid w:val="008E6405"/>
    <w:rsid w:val="008E6424"/>
    <w:rsid w:val="008E6B65"/>
    <w:rsid w:val="008E6FE5"/>
    <w:rsid w:val="008E72DA"/>
    <w:rsid w:val="008E7DCC"/>
    <w:rsid w:val="008F00F0"/>
    <w:rsid w:val="008F0160"/>
    <w:rsid w:val="008F0293"/>
    <w:rsid w:val="008F061E"/>
    <w:rsid w:val="008F119C"/>
    <w:rsid w:val="008F123B"/>
    <w:rsid w:val="008F1292"/>
    <w:rsid w:val="008F1489"/>
    <w:rsid w:val="008F1539"/>
    <w:rsid w:val="008F2093"/>
    <w:rsid w:val="008F211F"/>
    <w:rsid w:val="008F2A0D"/>
    <w:rsid w:val="008F2CBE"/>
    <w:rsid w:val="008F3299"/>
    <w:rsid w:val="008F442B"/>
    <w:rsid w:val="008F4D12"/>
    <w:rsid w:val="008F4EC6"/>
    <w:rsid w:val="008F546F"/>
    <w:rsid w:val="008F5519"/>
    <w:rsid w:val="008F5947"/>
    <w:rsid w:val="008F5E24"/>
    <w:rsid w:val="008F6095"/>
    <w:rsid w:val="008F6693"/>
    <w:rsid w:val="008F686C"/>
    <w:rsid w:val="008F68A0"/>
    <w:rsid w:val="008F6ABE"/>
    <w:rsid w:val="008F6BA0"/>
    <w:rsid w:val="008F74C7"/>
    <w:rsid w:val="008F76B6"/>
    <w:rsid w:val="008F7CDD"/>
    <w:rsid w:val="00900997"/>
    <w:rsid w:val="00901751"/>
    <w:rsid w:val="00901BF0"/>
    <w:rsid w:val="00901EE2"/>
    <w:rsid w:val="00901FDB"/>
    <w:rsid w:val="0090264E"/>
    <w:rsid w:val="00902B3B"/>
    <w:rsid w:val="00903325"/>
    <w:rsid w:val="009036CE"/>
    <w:rsid w:val="00903837"/>
    <w:rsid w:val="00903D95"/>
    <w:rsid w:val="00903E78"/>
    <w:rsid w:val="009046D3"/>
    <w:rsid w:val="00904FF1"/>
    <w:rsid w:val="00905383"/>
    <w:rsid w:val="009057B3"/>
    <w:rsid w:val="009057E7"/>
    <w:rsid w:val="00905A5D"/>
    <w:rsid w:val="00905EBA"/>
    <w:rsid w:val="0090613E"/>
    <w:rsid w:val="009061C2"/>
    <w:rsid w:val="00906400"/>
    <w:rsid w:val="00906D74"/>
    <w:rsid w:val="00906F87"/>
    <w:rsid w:val="0090746E"/>
    <w:rsid w:val="00910115"/>
    <w:rsid w:val="0091105C"/>
    <w:rsid w:val="009120F3"/>
    <w:rsid w:val="00912667"/>
    <w:rsid w:val="009126BE"/>
    <w:rsid w:val="0091271B"/>
    <w:rsid w:val="00913179"/>
    <w:rsid w:val="009137DF"/>
    <w:rsid w:val="0091396A"/>
    <w:rsid w:val="009139B6"/>
    <w:rsid w:val="00913D67"/>
    <w:rsid w:val="00914381"/>
    <w:rsid w:val="00914443"/>
    <w:rsid w:val="00914655"/>
    <w:rsid w:val="00915570"/>
    <w:rsid w:val="009158CF"/>
    <w:rsid w:val="009159AF"/>
    <w:rsid w:val="009159D9"/>
    <w:rsid w:val="00915B57"/>
    <w:rsid w:val="00915DD5"/>
    <w:rsid w:val="00916399"/>
    <w:rsid w:val="00916609"/>
    <w:rsid w:val="0091671E"/>
    <w:rsid w:val="00917BB0"/>
    <w:rsid w:val="00917F8B"/>
    <w:rsid w:val="00917FF0"/>
    <w:rsid w:val="00920201"/>
    <w:rsid w:val="009203BE"/>
    <w:rsid w:val="00921064"/>
    <w:rsid w:val="00921CD3"/>
    <w:rsid w:val="00921FEE"/>
    <w:rsid w:val="0092293C"/>
    <w:rsid w:val="00922C7E"/>
    <w:rsid w:val="00923211"/>
    <w:rsid w:val="00923B4A"/>
    <w:rsid w:val="00923C49"/>
    <w:rsid w:val="00923C96"/>
    <w:rsid w:val="00923F21"/>
    <w:rsid w:val="0092400C"/>
    <w:rsid w:val="009243F2"/>
    <w:rsid w:val="009245E2"/>
    <w:rsid w:val="00924999"/>
    <w:rsid w:val="0092504E"/>
    <w:rsid w:val="009250DE"/>
    <w:rsid w:val="0092543A"/>
    <w:rsid w:val="009256EB"/>
    <w:rsid w:val="0092591D"/>
    <w:rsid w:val="009259B0"/>
    <w:rsid w:val="00925CC5"/>
    <w:rsid w:val="00925CFF"/>
    <w:rsid w:val="00925E35"/>
    <w:rsid w:val="00926239"/>
    <w:rsid w:val="00926A5B"/>
    <w:rsid w:val="00926B3B"/>
    <w:rsid w:val="00927A28"/>
    <w:rsid w:val="00930213"/>
    <w:rsid w:val="0093085E"/>
    <w:rsid w:val="00930E23"/>
    <w:rsid w:val="0093101E"/>
    <w:rsid w:val="009316B7"/>
    <w:rsid w:val="0093197A"/>
    <w:rsid w:val="00931FD4"/>
    <w:rsid w:val="00932762"/>
    <w:rsid w:val="009329B7"/>
    <w:rsid w:val="009329C5"/>
    <w:rsid w:val="00932A11"/>
    <w:rsid w:val="00932A94"/>
    <w:rsid w:val="00932C0C"/>
    <w:rsid w:val="00932E5A"/>
    <w:rsid w:val="009330CE"/>
    <w:rsid w:val="0093359C"/>
    <w:rsid w:val="00933876"/>
    <w:rsid w:val="00933944"/>
    <w:rsid w:val="00933B34"/>
    <w:rsid w:val="0093411C"/>
    <w:rsid w:val="00934DB7"/>
    <w:rsid w:val="00934F3D"/>
    <w:rsid w:val="0093598E"/>
    <w:rsid w:val="00935F9B"/>
    <w:rsid w:val="009360E8"/>
    <w:rsid w:val="009369DB"/>
    <w:rsid w:val="00936EB1"/>
    <w:rsid w:val="00936EDB"/>
    <w:rsid w:val="00937078"/>
    <w:rsid w:val="009378A0"/>
    <w:rsid w:val="009400A5"/>
    <w:rsid w:val="009404EE"/>
    <w:rsid w:val="00940503"/>
    <w:rsid w:val="00940548"/>
    <w:rsid w:val="009407C7"/>
    <w:rsid w:val="00941349"/>
    <w:rsid w:val="0094158D"/>
    <w:rsid w:val="009415CB"/>
    <w:rsid w:val="0094266D"/>
    <w:rsid w:val="009426EA"/>
    <w:rsid w:val="009436DC"/>
    <w:rsid w:val="00943B2E"/>
    <w:rsid w:val="009440A7"/>
    <w:rsid w:val="00944405"/>
    <w:rsid w:val="00944C35"/>
    <w:rsid w:val="00944DC6"/>
    <w:rsid w:val="00945809"/>
    <w:rsid w:val="00945C76"/>
    <w:rsid w:val="00945DCB"/>
    <w:rsid w:val="00946370"/>
    <w:rsid w:val="009468CF"/>
    <w:rsid w:val="00946972"/>
    <w:rsid w:val="00946F0A"/>
    <w:rsid w:val="009476D5"/>
    <w:rsid w:val="0094795D"/>
    <w:rsid w:val="00947A6F"/>
    <w:rsid w:val="00947AF0"/>
    <w:rsid w:val="00947BAB"/>
    <w:rsid w:val="00947BE4"/>
    <w:rsid w:val="00947D06"/>
    <w:rsid w:val="00950BF1"/>
    <w:rsid w:val="009510DF"/>
    <w:rsid w:val="009515F9"/>
    <w:rsid w:val="00951828"/>
    <w:rsid w:val="009519DB"/>
    <w:rsid w:val="00952091"/>
    <w:rsid w:val="009526AD"/>
    <w:rsid w:val="009526DF"/>
    <w:rsid w:val="00952975"/>
    <w:rsid w:val="00952BDF"/>
    <w:rsid w:val="00953103"/>
    <w:rsid w:val="0095315C"/>
    <w:rsid w:val="00953AB9"/>
    <w:rsid w:val="00953B71"/>
    <w:rsid w:val="00953D0B"/>
    <w:rsid w:val="00953FFD"/>
    <w:rsid w:val="00954538"/>
    <w:rsid w:val="00955124"/>
    <w:rsid w:val="009551DB"/>
    <w:rsid w:val="00955267"/>
    <w:rsid w:val="009556A1"/>
    <w:rsid w:val="00955701"/>
    <w:rsid w:val="00955D0E"/>
    <w:rsid w:val="00955D41"/>
    <w:rsid w:val="00956032"/>
    <w:rsid w:val="00956104"/>
    <w:rsid w:val="009564C3"/>
    <w:rsid w:val="009567A8"/>
    <w:rsid w:val="00956C7E"/>
    <w:rsid w:val="00957144"/>
    <w:rsid w:val="00957233"/>
    <w:rsid w:val="00957444"/>
    <w:rsid w:val="009577C6"/>
    <w:rsid w:val="0095788D"/>
    <w:rsid w:val="00957C57"/>
    <w:rsid w:val="00957D98"/>
    <w:rsid w:val="009600D1"/>
    <w:rsid w:val="009602AE"/>
    <w:rsid w:val="009602D6"/>
    <w:rsid w:val="0096057A"/>
    <w:rsid w:val="009606B5"/>
    <w:rsid w:val="00960CA3"/>
    <w:rsid w:val="00960ECB"/>
    <w:rsid w:val="009611F2"/>
    <w:rsid w:val="00961332"/>
    <w:rsid w:val="00961806"/>
    <w:rsid w:val="00961BB8"/>
    <w:rsid w:val="00961DA7"/>
    <w:rsid w:val="0096205C"/>
    <w:rsid w:val="00962A10"/>
    <w:rsid w:val="00962B0D"/>
    <w:rsid w:val="00962C40"/>
    <w:rsid w:val="00962F19"/>
    <w:rsid w:val="00963169"/>
    <w:rsid w:val="00963425"/>
    <w:rsid w:val="00963942"/>
    <w:rsid w:val="00963FDB"/>
    <w:rsid w:val="009640D7"/>
    <w:rsid w:val="00964431"/>
    <w:rsid w:val="00964727"/>
    <w:rsid w:val="00964D83"/>
    <w:rsid w:val="009656F4"/>
    <w:rsid w:val="00965930"/>
    <w:rsid w:val="00966049"/>
    <w:rsid w:val="00966192"/>
    <w:rsid w:val="00966256"/>
    <w:rsid w:val="00966413"/>
    <w:rsid w:val="00966485"/>
    <w:rsid w:val="0096695F"/>
    <w:rsid w:val="00966BF2"/>
    <w:rsid w:val="009672D2"/>
    <w:rsid w:val="00967363"/>
    <w:rsid w:val="009674A4"/>
    <w:rsid w:val="00967AEE"/>
    <w:rsid w:val="00967D5C"/>
    <w:rsid w:val="00970724"/>
    <w:rsid w:val="0097073F"/>
    <w:rsid w:val="00970871"/>
    <w:rsid w:val="009718A6"/>
    <w:rsid w:val="00971BEE"/>
    <w:rsid w:val="00971CD1"/>
    <w:rsid w:val="0097235D"/>
    <w:rsid w:val="009724C6"/>
    <w:rsid w:val="009725DA"/>
    <w:rsid w:val="00972B06"/>
    <w:rsid w:val="00972FAB"/>
    <w:rsid w:val="00972FE6"/>
    <w:rsid w:val="009731FE"/>
    <w:rsid w:val="00973AD1"/>
    <w:rsid w:val="00973D5C"/>
    <w:rsid w:val="00974175"/>
    <w:rsid w:val="00974E1D"/>
    <w:rsid w:val="009755DA"/>
    <w:rsid w:val="009759B7"/>
    <w:rsid w:val="00975B89"/>
    <w:rsid w:val="00975B98"/>
    <w:rsid w:val="00975F2B"/>
    <w:rsid w:val="0097693A"/>
    <w:rsid w:val="00976ECB"/>
    <w:rsid w:val="00976EF8"/>
    <w:rsid w:val="00977D5D"/>
    <w:rsid w:val="0098011B"/>
    <w:rsid w:val="009808BF"/>
    <w:rsid w:val="00980E28"/>
    <w:rsid w:val="00981394"/>
    <w:rsid w:val="009813F4"/>
    <w:rsid w:val="0098182B"/>
    <w:rsid w:val="00981E52"/>
    <w:rsid w:val="00981E62"/>
    <w:rsid w:val="0098234D"/>
    <w:rsid w:val="00982BA1"/>
    <w:rsid w:val="00982F81"/>
    <w:rsid w:val="00982FC8"/>
    <w:rsid w:val="0098309B"/>
    <w:rsid w:val="009831BE"/>
    <w:rsid w:val="00983405"/>
    <w:rsid w:val="009835EB"/>
    <w:rsid w:val="00983DA4"/>
    <w:rsid w:val="00983EB9"/>
    <w:rsid w:val="009841A2"/>
    <w:rsid w:val="00984211"/>
    <w:rsid w:val="00984509"/>
    <w:rsid w:val="009845C9"/>
    <w:rsid w:val="00984E4F"/>
    <w:rsid w:val="00985115"/>
    <w:rsid w:val="00985430"/>
    <w:rsid w:val="00985755"/>
    <w:rsid w:val="00985A3E"/>
    <w:rsid w:val="00985E8D"/>
    <w:rsid w:val="009860CE"/>
    <w:rsid w:val="0098613D"/>
    <w:rsid w:val="00986CDE"/>
    <w:rsid w:val="00986D24"/>
    <w:rsid w:val="0098717E"/>
    <w:rsid w:val="00987567"/>
    <w:rsid w:val="00987A4E"/>
    <w:rsid w:val="00990548"/>
    <w:rsid w:val="00990763"/>
    <w:rsid w:val="00990ADA"/>
    <w:rsid w:val="00990C2B"/>
    <w:rsid w:val="00991123"/>
    <w:rsid w:val="0099138B"/>
    <w:rsid w:val="0099149C"/>
    <w:rsid w:val="00991951"/>
    <w:rsid w:val="00991BE3"/>
    <w:rsid w:val="00991D9C"/>
    <w:rsid w:val="009920C1"/>
    <w:rsid w:val="009923B0"/>
    <w:rsid w:val="009923C4"/>
    <w:rsid w:val="00992659"/>
    <w:rsid w:val="00992C86"/>
    <w:rsid w:val="00992CBC"/>
    <w:rsid w:val="009938A2"/>
    <w:rsid w:val="00994C80"/>
    <w:rsid w:val="00995088"/>
    <w:rsid w:val="0099512C"/>
    <w:rsid w:val="009958CF"/>
    <w:rsid w:val="009962E9"/>
    <w:rsid w:val="00996C06"/>
    <w:rsid w:val="00996D90"/>
    <w:rsid w:val="009979FE"/>
    <w:rsid w:val="00997CD0"/>
    <w:rsid w:val="00997DAB"/>
    <w:rsid w:val="009A0116"/>
    <w:rsid w:val="009A0176"/>
    <w:rsid w:val="009A02E6"/>
    <w:rsid w:val="009A03F2"/>
    <w:rsid w:val="009A198D"/>
    <w:rsid w:val="009A21FA"/>
    <w:rsid w:val="009A23F1"/>
    <w:rsid w:val="009A25CE"/>
    <w:rsid w:val="009A2E16"/>
    <w:rsid w:val="009A30C8"/>
    <w:rsid w:val="009A3209"/>
    <w:rsid w:val="009A3683"/>
    <w:rsid w:val="009A39F4"/>
    <w:rsid w:val="009A3B9B"/>
    <w:rsid w:val="009A3D8D"/>
    <w:rsid w:val="009A4047"/>
    <w:rsid w:val="009A440D"/>
    <w:rsid w:val="009A4677"/>
    <w:rsid w:val="009A4722"/>
    <w:rsid w:val="009A48A5"/>
    <w:rsid w:val="009A51E9"/>
    <w:rsid w:val="009A55E7"/>
    <w:rsid w:val="009A5910"/>
    <w:rsid w:val="009A5E88"/>
    <w:rsid w:val="009A5F3A"/>
    <w:rsid w:val="009A61AA"/>
    <w:rsid w:val="009A62E7"/>
    <w:rsid w:val="009A63B5"/>
    <w:rsid w:val="009A6553"/>
    <w:rsid w:val="009A6FB6"/>
    <w:rsid w:val="009A7D7F"/>
    <w:rsid w:val="009A7E9F"/>
    <w:rsid w:val="009B0D64"/>
    <w:rsid w:val="009B1337"/>
    <w:rsid w:val="009B21E5"/>
    <w:rsid w:val="009B229F"/>
    <w:rsid w:val="009B2B9C"/>
    <w:rsid w:val="009B3013"/>
    <w:rsid w:val="009B3343"/>
    <w:rsid w:val="009B33CE"/>
    <w:rsid w:val="009B3571"/>
    <w:rsid w:val="009B375D"/>
    <w:rsid w:val="009B3F86"/>
    <w:rsid w:val="009B49B0"/>
    <w:rsid w:val="009B4F44"/>
    <w:rsid w:val="009B5ACB"/>
    <w:rsid w:val="009B649F"/>
    <w:rsid w:val="009B6812"/>
    <w:rsid w:val="009B6FAA"/>
    <w:rsid w:val="009B7AD0"/>
    <w:rsid w:val="009B7F4E"/>
    <w:rsid w:val="009C0698"/>
    <w:rsid w:val="009C183A"/>
    <w:rsid w:val="009C1BA0"/>
    <w:rsid w:val="009C295F"/>
    <w:rsid w:val="009C39AD"/>
    <w:rsid w:val="009C3BD2"/>
    <w:rsid w:val="009C3FFE"/>
    <w:rsid w:val="009C5A0E"/>
    <w:rsid w:val="009C5BAC"/>
    <w:rsid w:val="009C5E85"/>
    <w:rsid w:val="009C706E"/>
    <w:rsid w:val="009C73B5"/>
    <w:rsid w:val="009C7667"/>
    <w:rsid w:val="009C789A"/>
    <w:rsid w:val="009D02D0"/>
    <w:rsid w:val="009D03BE"/>
    <w:rsid w:val="009D0776"/>
    <w:rsid w:val="009D09B0"/>
    <w:rsid w:val="009D16A4"/>
    <w:rsid w:val="009D1892"/>
    <w:rsid w:val="009D1A37"/>
    <w:rsid w:val="009D1D45"/>
    <w:rsid w:val="009D1E9C"/>
    <w:rsid w:val="009D2099"/>
    <w:rsid w:val="009D2467"/>
    <w:rsid w:val="009D27EB"/>
    <w:rsid w:val="009D29B9"/>
    <w:rsid w:val="009D29C1"/>
    <w:rsid w:val="009D2BFD"/>
    <w:rsid w:val="009D3813"/>
    <w:rsid w:val="009D3A3D"/>
    <w:rsid w:val="009D412A"/>
    <w:rsid w:val="009D414B"/>
    <w:rsid w:val="009D4C38"/>
    <w:rsid w:val="009D4CDA"/>
    <w:rsid w:val="009D4D8A"/>
    <w:rsid w:val="009D4DE0"/>
    <w:rsid w:val="009D4FAD"/>
    <w:rsid w:val="009D525E"/>
    <w:rsid w:val="009D54FC"/>
    <w:rsid w:val="009D5A55"/>
    <w:rsid w:val="009D66CD"/>
    <w:rsid w:val="009D6F58"/>
    <w:rsid w:val="009D6F7F"/>
    <w:rsid w:val="009D727E"/>
    <w:rsid w:val="009D738D"/>
    <w:rsid w:val="009D7393"/>
    <w:rsid w:val="009D78E2"/>
    <w:rsid w:val="009D7E47"/>
    <w:rsid w:val="009D7FF1"/>
    <w:rsid w:val="009E0308"/>
    <w:rsid w:val="009E0404"/>
    <w:rsid w:val="009E083A"/>
    <w:rsid w:val="009E0962"/>
    <w:rsid w:val="009E0D93"/>
    <w:rsid w:val="009E1148"/>
    <w:rsid w:val="009E16FA"/>
    <w:rsid w:val="009E186B"/>
    <w:rsid w:val="009E187B"/>
    <w:rsid w:val="009E31EC"/>
    <w:rsid w:val="009E325D"/>
    <w:rsid w:val="009E346F"/>
    <w:rsid w:val="009E34F7"/>
    <w:rsid w:val="009E420F"/>
    <w:rsid w:val="009E42A2"/>
    <w:rsid w:val="009E46A6"/>
    <w:rsid w:val="009E4A39"/>
    <w:rsid w:val="009E4BB2"/>
    <w:rsid w:val="009E4E45"/>
    <w:rsid w:val="009E53C2"/>
    <w:rsid w:val="009E54E8"/>
    <w:rsid w:val="009E7A4B"/>
    <w:rsid w:val="009F0131"/>
    <w:rsid w:val="009F013D"/>
    <w:rsid w:val="009F03CF"/>
    <w:rsid w:val="009F05A2"/>
    <w:rsid w:val="009F0E3F"/>
    <w:rsid w:val="009F0EBD"/>
    <w:rsid w:val="009F128D"/>
    <w:rsid w:val="009F14EA"/>
    <w:rsid w:val="009F16ED"/>
    <w:rsid w:val="009F20A0"/>
    <w:rsid w:val="009F20A2"/>
    <w:rsid w:val="009F20C5"/>
    <w:rsid w:val="009F21B3"/>
    <w:rsid w:val="009F3627"/>
    <w:rsid w:val="009F3932"/>
    <w:rsid w:val="009F3AAA"/>
    <w:rsid w:val="009F3C85"/>
    <w:rsid w:val="009F3E35"/>
    <w:rsid w:val="009F4495"/>
    <w:rsid w:val="009F456C"/>
    <w:rsid w:val="009F4949"/>
    <w:rsid w:val="009F4ACA"/>
    <w:rsid w:val="009F4B97"/>
    <w:rsid w:val="009F4E10"/>
    <w:rsid w:val="009F55DE"/>
    <w:rsid w:val="009F5C91"/>
    <w:rsid w:val="009F6683"/>
    <w:rsid w:val="009F7714"/>
    <w:rsid w:val="009F7B46"/>
    <w:rsid w:val="009F7D8E"/>
    <w:rsid w:val="00A0045F"/>
    <w:rsid w:val="00A00877"/>
    <w:rsid w:val="00A0090C"/>
    <w:rsid w:val="00A00BBB"/>
    <w:rsid w:val="00A00BE6"/>
    <w:rsid w:val="00A00F2A"/>
    <w:rsid w:val="00A01018"/>
    <w:rsid w:val="00A01CC9"/>
    <w:rsid w:val="00A02100"/>
    <w:rsid w:val="00A02D1E"/>
    <w:rsid w:val="00A0321A"/>
    <w:rsid w:val="00A03B5D"/>
    <w:rsid w:val="00A03D50"/>
    <w:rsid w:val="00A03EFF"/>
    <w:rsid w:val="00A042AB"/>
    <w:rsid w:val="00A04615"/>
    <w:rsid w:val="00A0488C"/>
    <w:rsid w:val="00A04A24"/>
    <w:rsid w:val="00A05415"/>
    <w:rsid w:val="00A0558F"/>
    <w:rsid w:val="00A0632F"/>
    <w:rsid w:val="00A06499"/>
    <w:rsid w:val="00A064AF"/>
    <w:rsid w:val="00A06BA2"/>
    <w:rsid w:val="00A07A80"/>
    <w:rsid w:val="00A07E59"/>
    <w:rsid w:val="00A11146"/>
    <w:rsid w:val="00A1127C"/>
    <w:rsid w:val="00A118C5"/>
    <w:rsid w:val="00A11B8E"/>
    <w:rsid w:val="00A12428"/>
    <w:rsid w:val="00A1246B"/>
    <w:rsid w:val="00A12E8B"/>
    <w:rsid w:val="00A13025"/>
    <w:rsid w:val="00A1337A"/>
    <w:rsid w:val="00A134DF"/>
    <w:rsid w:val="00A13D02"/>
    <w:rsid w:val="00A14979"/>
    <w:rsid w:val="00A14FD4"/>
    <w:rsid w:val="00A15961"/>
    <w:rsid w:val="00A15CCF"/>
    <w:rsid w:val="00A163FF"/>
    <w:rsid w:val="00A16405"/>
    <w:rsid w:val="00A1678F"/>
    <w:rsid w:val="00A1684F"/>
    <w:rsid w:val="00A16BBF"/>
    <w:rsid w:val="00A17077"/>
    <w:rsid w:val="00A178C0"/>
    <w:rsid w:val="00A17A26"/>
    <w:rsid w:val="00A20788"/>
    <w:rsid w:val="00A20A59"/>
    <w:rsid w:val="00A21379"/>
    <w:rsid w:val="00A218C4"/>
    <w:rsid w:val="00A2196E"/>
    <w:rsid w:val="00A21B4B"/>
    <w:rsid w:val="00A21C1F"/>
    <w:rsid w:val="00A21D1E"/>
    <w:rsid w:val="00A22A3C"/>
    <w:rsid w:val="00A22A3E"/>
    <w:rsid w:val="00A22E35"/>
    <w:rsid w:val="00A23783"/>
    <w:rsid w:val="00A239BC"/>
    <w:rsid w:val="00A23B52"/>
    <w:rsid w:val="00A23E66"/>
    <w:rsid w:val="00A241B4"/>
    <w:rsid w:val="00A242AD"/>
    <w:rsid w:val="00A24898"/>
    <w:rsid w:val="00A24924"/>
    <w:rsid w:val="00A24939"/>
    <w:rsid w:val="00A24F7D"/>
    <w:rsid w:val="00A25792"/>
    <w:rsid w:val="00A25AAC"/>
    <w:rsid w:val="00A26E4D"/>
    <w:rsid w:val="00A26F38"/>
    <w:rsid w:val="00A27A3A"/>
    <w:rsid w:val="00A305CF"/>
    <w:rsid w:val="00A30A23"/>
    <w:rsid w:val="00A30F55"/>
    <w:rsid w:val="00A31AE8"/>
    <w:rsid w:val="00A31CD0"/>
    <w:rsid w:val="00A31D08"/>
    <w:rsid w:val="00A320F8"/>
    <w:rsid w:val="00A32330"/>
    <w:rsid w:val="00A32644"/>
    <w:rsid w:val="00A32771"/>
    <w:rsid w:val="00A32802"/>
    <w:rsid w:val="00A32930"/>
    <w:rsid w:val="00A331A4"/>
    <w:rsid w:val="00A33265"/>
    <w:rsid w:val="00A33858"/>
    <w:rsid w:val="00A33DCA"/>
    <w:rsid w:val="00A3403D"/>
    <w:rsid w:val="00A34734"/>
    <w:rsid w:val="00A348F3"/>
    <w:rsid w:val="00A34F47"/>
    <w:rsid w:val="00A3503D"/>
    <w:rsid w:val="00A35392"/>
    <w:rsid w:val="00A35526"/>
    <w:rsid w:val="00A35A53"/>
    <w:rsid w:val="00A35C1F"/>
    <w:rsid w:val="00A35D45"/>
    <w:rsid w:val="00A3693D"/>
    <w:rsid w:val="00A36FA5"/>
    <w:rsid w:val="00A372DC"/>
    <w:rsid w:val="00A37D56"/>
    <w:rsid w:val="00A37E5A"/>
    <w:rsid w:val="00A37E7F"/>
    <w:rsid w:val="00A4044C"/>
    <w:rsid w:val="00A4053F"/>
    <w:rsid w:val="00A409EA"/>
    <w:rsid w:val="00A40A37"/>
    <w:rsid w:val="00A40AA3"/>
    <w:rsid w:val="00A40EAD"/>
    <w:rsid w:val="00A414B2"/>
    <w:rsid w:val="00A42C22"/>
    <w:rsid w:val="00A434D6"/>
    <w:rsid w:val="00A438F0"/>
    <w:rsid w:val="00A43EDD"/>
    <w:rsid w:val="00A44067"/>
    <w:rsid w:val="00A4415E"/>
    <w:rsid w:val="00A444AD"/>
    <w:rsid w:val="00A449F2"/>
    <w:rsid w:val="00A44C2E"/>
    <w:rsid w:val="00A44D94"/>
    <w:rsid w:val="00A44F77"/>
    <w:rsid w:val="00A45126"/>
    <w:rsid w:val="00A45B5F"/>
    <w:rsid w:val="00A45EC6"/>
    <w:rsid w:val="00A46053"/>
    <w:rsid w:val="00A46931"/>
    <w:rsid w:val="00A46B0B"/>
    <w:rsid w:val="00A47237"/>
    <w:rsid w:val="00A472E1"/>
    <w:rsid w:val="00A473A1"/>
    <w:rsid w:val="00A473FF"/>
    <w:rsid w:val="00A4759D"/>
    <w:rsid w:val="00A47A22"/>
    <w:rsid w:val="00A47B5D"/>
    <w:rsid w:val="00A47B72"/>
    <w:rsid w:val="00A47E98"/>
    <w:rsid w:val="00A501DE"/>
    <w:rsid w:val="00A501FE"/>
    <w:rsid w:val="00A50D00"/>
    <w:rsid w:val="00A511A0"/>
    <w:rsid w:val="00A51C5B"/>
    <w:rsid w:val="00A51D49"/>
    <w:rsid w:val="00A5213A"/>
    <w:rsid w:val="00A526EE"/>
    <w:rsid w:val="00A5277C"/>
    <w:rsid w:val="00A536DD"/>
    <w:rsid w:val="00A53776"/>
    <w:rsid w:val="00A54533"/>
    <w:rsid w:val="00A54567"/>
    <w:rsid w:val="00A549AE"/>
    <w:rsid w:val="00A54CE9"/>
    <w:rsid w:val="00A54DB0"/>
    <w:rsid w:val="00A550CA"/>
    <w:rsid w:val="00A555E3"/>
    <w:rsid w:val="00A561DE"/>
    <w:rsid w:val="00A56581"/>
    <w:rsid w:val="00A56A75"/>
    <w:rsid w:val="00A56E76"/>
    <w:rsid w:val="00A60335"/>
    <w:rsid w:val="00A6041D"/>
    <w:rsid w:val="00A605B8"/>
    <w:rsid w:val="00A606A1"/>
    <w:rsid w:val="00A60763"/>
    <w:rsid w:val="00A60A5E"/>
    <w:rsid w:val="00A60B0C"/>
    <w:rsid w:val="00A60BDF"/>
    <w:rsid w:val="00A60EF2"/>
    <w:rsid w:val="00A612FC"/>
    <w:rsid w:val="00A61519"/>
    <w:rsid w:val="00A61622"/>
    <w:rsid w:val="00A61732"/>
    <w:rsid w:val="00A6181C"/>
    <w:rsid w:val="00A61848"/>
    <w:rsid w:val="00A61BF4"/>
    <w:rsid w:val="00A622D8"/>
    <w:rsid w:val="00A623CB"/>
    <w:rsid w:val="00A62494"/>
    <w:rsid w:val="00A62499"/>
    <w:rsid w:val="00A62AA6"/>
    <w:rsid w:val="00A62D74"/>
    <w:rsid w:val="00A632F5"/>
    <w:rsid w:val="00A638EF"/>
    <w:rsid w:val="00A63AA8"/>
    <w:rsid w:val="00A63B74"/>
    <w:rsid w:val="00A63C35"/>
    <w:rsid w:val="00A63F2B"/>
    <w:rsid w:val="00A642D5"/>
    <w:rsid w:val="00A64EE9"/>
    <w:rsid w:val="00A65002"/>
    <w:rsid w:val="00A65117"/>
    <w:rsid w:val="00A653EE"/>
    <w:rsid w:val="00A65AB6"/>
    <w:rsid w:val="00A65BC7"/>
    <w:rsid w:val="00A66030"/>
    <w:rsid w:val="00A664B2"/>
    <w:rsid w:val="00A667F8"/>
    <w:rsid w:val="00A668C7"/>
    <w:rsid w:val="00A66927"/>
    <w:rsid w:val="00A66DB8"/>
    <w:rsid w:val="00A671E7"/>
    <w:rsid w:val="00A674CC"/>
    <w:rsid w:val="00A67898"/>
    <w:rsid w:val="00A678D0"/>
    <w:rsid w:val="00A67B26"/>
    <w:rsid w:val="00A7017C"/>
    <w:rsid w:val="00A70545"/>
    <w:rsid w:val="00A70722"/>
    <w:rsid w:val="00A70988"/>
    <w:rsid w:val="00A70A06"/>
    <w:rsid w:val="00A70FF1"/>
    <w:rsid w:val="00A717E0"/>
    <w:rsid w:val="00A71827"/>
    <w:rsid w:val="00A7194F"/>
    <w:rsid w:val="00A71DCD"/>
    <w:rsid w:val="00A71E47"/>
    <w:rsid w:val="00A720D6"/>
    <w:rsid w:val="00A724D4"/>
    <w:rsid w:val="00A725CE"/>
    <w:rsid w:val="00A72733"/>
    <w:rsid w:val="00A729EE"/>
    <w:rsid w:val="00A72FC6"/>
    <w:rsid w:val="00A730F9"/>
    <w:rsid w:val="00A731B4"/>
    <w:rsid w:val="00A7325F"/>
    <w:rsid w:val="00A7374E"/>
    <w:rsid w:val="00A73802"/>
    <w:rsid w:val="00A7471F"/>
    <w:rsid w:val="00A74D07"/>
    <w:rsid w:val="00A7511B"/>
    <w:rsid w:val="00A75376"/>
    <w:rsid w:val="00A7550B"/>
    <w:rsid w:val="00A76430"/>
    <w:rsid w:val="00A764DA"/>
    <w:rsid w:val="00A76F25"/>
    <w:rsid w:val="00A771C4"/>
    <w:rsid w:val="00A77937"/>
    <w:rsid w:val="00A77DF7"/>
    <w:rsid w:val="00A80062"/>
    <w:rsid w:val="00A800C7"/>
    <w:rsid w:val="00A8016C"/>
    <w:rsid w:val="00A80409"/>
    <w:rsid w:val="00A804EC"/>
    <w:rsid w:val="00A80CE0"/>
    <w:rsid w:val="00A81B7D"/>
    <w:rsid w:val="00A82A8B"/>
    <w:rsid w:val="00A82B7A"/>
    <w:rsid w:val="00A82DC1"/>
    <w:rsid w:val="00A82FD1"/>
    <w:rsid w:val="00A840F4"/>
    <w:rsid w:val="00A846D0"/>
    <w:rsid w:val="00A848AE"/>
    <w:rsid w:val="00A84A2B"/>
    <w:rsid w:val="00A85628"/>
    <w:rsid w:val="00A85648"/>
    <w:rsid w:val="00A85C4D"/>
    <w:rsid w:val="00A8606D"/>
    <w:rsid w:val="00A8615C"/>
    <w:rsid w:val="00A8627C"/>
    <w:rsid w:val="00A86B55"/>
    <w:rsid w:val="00A86CE7"/>
    <w:rsid w:val="00A870DD"/>
    <w:rsid w:val="00A878DF"/>
    <w:rsid w:val="00A87FA7"/>
    <w:rsid w:val="00A901B2"/>
    <w:rsid w:val="00A903AD"/>
    <w:rsid w:val="00A904C6"/>
    <w:rsid w:val="00A905D2"/>
    <w:rsid w:val="00A90AB0"/>
    <w:rsid w:val="00A90C94"/>
    <w:rsid w:val="00A91B79"/>
    <w:rsid w:val="00A9205C"/>
    <w:rsid w:val="00A9243C"/>
    <w:rsid w:val="00A926CA"/>
    <w:rsid w:val="00A930F5"/>
    <w:rsid w:val="00A9356C"/>
    <w:rsid w:val="00A9385F"/>
    <w:rsid w:val="00A93ADC"/>
    <w:rsid w:val="00A9419D"/>
    <w:rsid w:val="00A941F7"/>
    <w:rsid w:val="00A944A0"/>
    <w:rsid w:val="00A94D08"/>
    <w:rsid w:val="00A95602"/>
    <w:rsid w:val="00A95D70"/>
    <w:rsid w:val="00A965D4"/>
    <w:rsid w:val="00A976B6"/>
    <w:rsid w:val="00AA107F"/>
    <w:rsid w:val="00AA1166"/>
    <w:rsid w:val="00AA1284"/>
    <w:rsid w:val="00AA1462"/>
    <w:rsid w:val="00AA1575"/>
    <w:rsid w:val="00AA16CF"/>
    <w:rsid w:val="00AA1719"/>
    <w:rsid w:val="00AA1832"/>
    <w:rsid w:val="00AA2E6F"/>
    <w:rsid w:val="00AA2F28"/>
    <w:rsid w:val="00AA338B"/>
    <w:rsid w:val="00AA3FF8"/>
    <w:rsid w:val="00AA41CD"/>
    <w:rsid w:val="00AA471E"/>
    <w:rsid w:val="00AA47C3"/>
    <w:rsid w:val="00AA48C2"/>
    <w:rsid w:val="00AA4AB4"/>
    <w:rsid w:val="00AA4F0F"/>
    <w:rsid w:val="00AA5680"/>
    <w:rsid w:val="00AA6EDB"/>
    <w:rsid w:val="00AA7761"/>
    <w:rsid w:val="00AA7ADA"/>
    <w:rsid w:val="00AB0AC3"/>
    <w:rsid w:val="00AB125A"/>
    <w:rsid w:val="00AB174B"/>
    <w:rsid w:val="00AB194A"/>
    <w:rsid w:val="00AB1BD5"/>
    <w:rsid w:val="00AB1D1F"/>
    <w:rsid w:val="00AB20E0"/>
    <w:rsid w:val="00AB2210"/>
    <w:rsid w:val="00AB2241"/>
    <w:rsid w:val="00AB25D1"/>
    <w:rsid w:val="00AB26E4"/>
    <w:rsid w:val="00AB270C"/>
    <w:rsid w:val="00AB2A36"/>
    <w:rsid w:val="00AB2BB9"/>
    <w:rsid w:val="00AB3088"/>
    <w:rsid w:val="00AB334B"/>
    <w:rsid w:val="00AB3634"/>
    <w:rsid w:val="00AB3EC7"/>
    <w:rsid w:val="00AB43B0"/>
    <w:rsid w:val="00AB45D8"/>
    <w:rsid w:val="00AB4960"/>
    <w:rsid w:val="00AB4AA3"/>
    <w:rsid w:val="00AB4EAD"/>
    <w:rsid w:val="00AB4ECF"/>
    <w:rsid w:val="00AB500D"/>
    <w:rsid w:val="00AB50E9"/>
    <w:rsid w:val="00AB55A8"/>
    <w:rsid w:val="00AB56C5"/>
    <w:rsid w:val="00AB5EEF"/>
    <w:rsid w:val="00AB5F2F"/>
    <w:rsid w:val="00AB6108"/>
    <w:rsid w:val="00AB63BE"/>
    <w:rsid w:val="00AB6406"/>
    <w:rsid w:val="00AB6AED"/>
    <w:rsid w:val="00AB6C30"/>
    <w:rsid w:val="00AB6CCC"/>
    <w:rsid w:val="00AB6E64"/>
    <w:rsid w:val="00AB756C"/>
    <w:rsid w:val="00AB787B"/>
    <w:rsid w:val="00AB7B75"/>
    <w:rsid w:val="00AC0025"/>
    <w:rsid w:val="00AC05D8"/>
    <w:rsid w:val="00AC1280"/>
    <w:rsid w:val="00AC1617"/>
    <w:rsid w:val="00AC2544"/>
    <w:rsid w:val="00AC266B"/>
    <w:rsid w:val="00AC26B8"/>
    <w:rsid w:val="00AC2F2A"/>
    <w:rsid w:val="00AC3A30"/>
    <w:rsid w:val="00AC408D"/>
    <w:rsid w:val="00AC4231"/>
    <w:rsid w:val="00AC42A4"/>
    <w:rsid w:val="00AC437A"/>
    <w:rsid w:val="00AC4B98"/>
    <w:rsid w:val="00AC4EA3"/>
    <w:rsid w:val="00AC5284"/>
    <w:rsid w:val="00AC598C"/>
    <w:rsid w:val="00AC5AE7"/>
    <w:rsid w:val="00AC6147"/>
    <w:rsid w:val="00AC62B7"/>
    <w:rsid w:val="00AC68A9"/>
    <w:rsid w:val="00AC6A80"/>
    <w:rsid w:val="00AC6B49"/>
    <w:rsid w:val="00AC7348"/>
    <w:rsid w:val="00AC7AFB"/>
    <w:rsid w:val="00AD0377"/>
    <w:rsid w:val="00AD04D6"/>
    <w:rsid w:val="00AD051A"/>
    <w:rsid w:val="00AD056D"/>
    <w:rsid w:val="00AD0C6C"/>
    <w:rsid w:val="00AD0E14"/>
    <w:rsid w:val="00AD14FF"/>
    <w:rsid w:val="00AD1946"/>
    <w:rsid w:val="00AD1D6F"/>
    <w:rsid w:val="00AD2422"/>
    <w:rsid w:val="00AD281A"/>
    <w:rsid w:val="00AD29C4"/>
    <w:rsid w:val="00AD2E58"/>
    <w:rsid w:val="00AD2F36"/>
    <w:rsid w:val="00AD2FCC"/>
    <w:rsid w:val="00AD39AA"/>
    <w:rsid w:val="00AD3A78"/>
    <w:rsid w:val="00AD442A"/>
    <w:rsid w:val="00AD4434"/>
    <w:rsid w:val="00AD4A6E"/>
    <w:rsid w:val="00AD4C3A"/>
    <w:rsid w:val="00AD4E06"/>
    <w:rsid w:val="00AD50A8"/>
    <w:rsid w:val="00AD54B0"/>
    <w:rsid w:val="00AD56C3"/>
    <w:rsid w:val="00AD57DD"/>
    <w:rsid w:val="00AD6243"/>
    <w:rsid w:val="00AD6B95"/>
    <w:rsid w:val="00AD6E5B"/>
    <w:rsid w:val="00AD7ADA"/>
    <w:rsid w:val="00AE0914"/>
    <w:rsid w:val="00AE0A86"/>
    <w:rsid w:val="00AE0B5B"/>
    <w:rsid w:val="00AE0E46"/>
    <w:rsid w:val="00AE10ED"/>
    <w:rsid w:val="00AE21AE"/>
    <w:rsid w:val="00AE221E"/>
    <w:rsid w:val="00AE23F3"/>
    <w:rsid w:val="00AE2693"/>
    <w:rsid w:val="00AE269B"/>
    <w:rsid w:val="00AE27AF"/>
    <w:rsid w:val="00AE33B2"/>
    <w:rsid w:val="00AE38FD"/>
    <w:rsid w:val="00AE422F"/>
    <w:rsid w:val="00AE47CB"/>
    <w:rsid w:val="00AE4BE9"/>
    <w:rsid w:val="00AE4F61"/>
    <w:rsid w:val="00AE50E2"/>
    <w:rsid w:val="00AE51B9"/>
    <w:rsid w:val="00AE5324"/>
    <w:rsid w:val="00AE535A"/>
    <w:rsid w:val="00AE5590"/>
    <w:rsid w:val="00AE5C31"/>
    <w:rsid w:val="00AE5D4F"/>
    <w:rsid w:val="00AE6706"/>
    <w:rsid w:val="00AE7083"/>
    <w:rsid w:val="00AE7363"/>
    <w:rsid w:val="00AE760E"/>
    <w:rsid w:val="00AE77CF"/>
    <w:rsid w:val="00AE7B0A"/>
    <w:rsid w:val="00AE7C0E"/>
    <w:rsid w:val="00AF00F6"/>
    <w:rsid w:val="00AF0570"/>
    <w:rsid w:val="00AF12FC"/>
    <w:rsid w:val="00AF1996"/>
    <w:rsid w:val="00AF1C3E"/>
    <w:rsid w:val="00AF225D"/>
    <w:rsid w:val="00AF270D"/>
    <w:rsid w:val="00AF2DCA"/>
    <w:rsid w:val="00AF3115"/>
    <w:rsid w:val="00AF312D"/>
    <w:rsid w:val="00AF31C8"/>
    <w:rsid w:val="00AF364A"/>
    <w:rsid w:val="00AF38E0"/>
    <w:rsid w:val="00AF3A89"/>
    <w:rsid w:val="00AF3D55"/>
    <w:rsid w:val="00AF3D66"/>
    <w:rsid w:val="00AF49F9"/>
    <w:rsid w:val="00AF4F82"/>
    <w:rsid w:val="00AF552A"/>
    <w:rsid w:val="00AF5599"/>
    <w:rsid w:val="00AF57A8"/>
    <w:rsid w:val="00AF57D6"/>
    <w:rsid w:val="00AF599A"/>
    <w:rsid w:val="00AF5BD9"/>
    <w:rsid w:val="00AF5C4A"/>
    <w:rsid w:val="00AF5E60"/>
    <w:rsid w:val="00AF5EF4"/>
    <w:rsid w:val="00AF600E"/>
    <w:rsid w:val="00AF62F7"/>
    <w:rsid w:val="00AF6551"/>
    <w:rsid w:val="00AF6553"/>
    <w:rsid w:val="00AF6AD2"/>
    <w:rsid w:val="00AF6CF7"/>
    <w:rsid w:val="00AF6EF1"/>
    <w:rsid w:val="00AF7571"/>
    <w:rsid w:val="00AF793F"/>
    <w:rsid w:val="00AF7A68"/>
    <w:rsid w:val="00AF7A97"/>
    <w:rsid w:val="00AF7DD5"/>
    <w:rsid w:val="00B00148"/>
    <w:rsid w:val="00B00341"/>
    <w:rsid w:val="00B005AD"/>
    <w:rsid w:val="00B005AE"/>
    <w:rsid w:val="00B00622"/>
    <w:rsid w:val="00B0087E"/>
    <w:rsid w:val="00B00A61"/>
    <w:rsid w:val="00B010C6"/>
    <w:rsid w:val="00B0257B"/>
    <w:rsid w:val="00B025F0"/>
    <w:rsid w:val="00B02CC8"/>
    <w:rsid w:val="00B02D1F"/>
    <w:rsid w:val="00B03397"/>
    <w:rsid w:val="00B03DA0"/>
    <w:rsid w:val="00B03EA7"/>
    <w:rsid w:val="00B05391"/>
    <w:rsid w:val="00B05416"/>
    <w:rsid w:val="00B0565F"/>
    <w:rsid w:val="00B05AD9"/>
    <w:rsid w:val="00B05B2B"/>
    <w:rsid w:val="00B05CD3"/>
    <w:rsid w:val="00B06359"/>
    <w:rsid w:val="00B06B5B"/>
    <w:rsid w:val="00B0749B"/>
    <w:rsid w:val="00B07FFA"/>
    <w:rsid w:val="00B11021"/>
    <w:rsid w:val="00B1274B"/>
    <w:rsid w:val="00B127F9"/>
    <w:rsid w:val="00B134AD"/>
    <w:rsid w:val="00B13C70"/>
    <w:rsid w:val="00B14CD2"/>
    <w:rsid w:val="00B15B3E"/>
    <w:rsid w:val="00B16321"/>
    <w:rsid w:val="00B164C8"/>
    <w:rsid w:val="00B16A5B"/>
    <w:rsid w:val="00B17400"/>
    <w:rsid w:val="00B202C9"/>
    <w:rsid w:val="00B20916"/>
    <w:rsid w:val="00B20F63"/>
    <w:rsid w:val="00B21117"/>
    <w:rsid w:val="00B21748"/>
    <w:rsid w:val="00B21C2A"/>
    <w:rsid w:val="00B21EE3"/>
    <w:rsid w:val="00B220A0"/>
    <w:rsid w:val="00B22691"/>
    <w:rsid w:val="00B22907"/>
    <w:rsid w:val="00B22968"/>
    <w:rsid w:val="00B22A90"/>
    <w:rsid w:val="00B23740"/>
    <w:rsid w:val="00B23BCE"/>
    <w:rsid w:val="00B23D3E"/>
    <w:rsid w:val="00B240BB"/>
    <w:rsid w:val="00B2471B"/>
    <w:rsid w:val="00B247F0"/>
    <w:rsid w:val="00B248C3"/>
    <w:rsid w:val="00B2566B"/>
    <w:rsid w:val="00B259C8"/>
    <w:rsid w:val="00B25CFD"/>
    <w:rsid w:val="00B25D35"/>
    <w:rsid w:val="00B25DAB"/>
    <w:rsid w:val="00B25E74"/>
    <w:rsid w:val="00B25F57"/>
    <w:rsid w:val="00B26017"/>
    <w:rsid w:val="00B26754"/>
    <w:rsid w:val="00B267EB"/>
    <w:rsid w:val="00B2793D"/>
    <w:rsid w:val="00B27D84"/>
    <w:rsid w:val="00B3069F"/>
    <w:rsid w:val="00B310CD"/>
    <w:rsid w:val="00B319FE"/>
    <w:rsid w:val="00B31A45"/>
    <w:rsid w:val="00B31CF2"/>
    <w:rsid w:val="00B324D0"/>
    <w:rsid w:val="00B3383F"/>
    <w:rsid w:val="00B33B03"/>
    <w:rsid w:val="00B33BFB"/>
    <w:rsid w:val="00B340C1"/>
    <w:rsid w:val="00B34571"/>
    <w:rsid w:val="00B34953"/>
    <w:rsid w:val="00B34ABA"/>
    <w:rsid w:val="00B35199"/>
    <w:rsid w:val="00B3574F"/>
    <w:rsid w:val="00B35E34"/>
    <w:rsid w:val="00B3654C"/>
    <w:rsid w:val="00B37004"/>
    <w:rsid w:val="00B373B5"/>
    <w:rsid w:val="00B378F7"/>
    <w:rsid w:val="00B37A4A"/>
    <w:rsid w:val="00B37BB4"/>
    <w:rsid w:val="00B37D96"/>
    <w:rsid w:val="00B40164"/>
    <w:rsid w:val="00B4065A"/>
    <w:rsid w:val="00B40807"/>
    <w:rsid w:val="00B40A44"/>
    <w:rsid w:val="00B40AD6"/>
    <w:rsid w:val="00B411D4"/>
    <w:rsid w:val="00B415C4"/>
    <w:rsid w:val="00B4187F"/>
    <w:rsid w:val="00B41AE9"/>
    <w:rsid w:val="00B41F78"/>
    <w:rsid w:val="00B4287F"/>
    <w:rsid w:val="00B42A49"/>
    <w:rsid w:val="00B42ED3"/>
    <w:rsid w:val="00B430BB"/>
    <w:rsid w:val="00B430BE"/>
    <w:rsid w:val="00B43594"/>
    <w:rsid w:val="00B43685"/>
    <w:rsid w:val="00B445A3"/>
    <w:rsid w:val="00B44B57"/>
    <w:rsid w:val="00B4525B"/>
    <w:rsid w:val="00B4532C"/>
    <w:rsid w:val="00B4556F"/>
    <w:rsid w:val="00B46FF7"/>
    <w:rsid w:val="00B474B2"/>
    <w:rsid w:val="00B476C8"/>
    <w:rsid w:val="00B47912"/>
    <w:rsid w:val="00B47E40"/>
    <w:rsid w:val="00B5024F"/>
    <w:rsid w:val="00B51473"/>
    <w:rsid w:val="00B51FA1"/>
    <w:rsid w:val="00B521E2"/>
    <w:rsid w:val="00B52392"/>
    <w:rsid w:val="00B524E2"/>
    <w:rsid w:val="00B524E7"/>
    <w:rsid w:val="00B52708"/>
    <w:rsid w:val="00B52AF1"/>
    <w:rsid w:val="00B52FF9"/>
    <w:rsid w:val="00B53472"/>
    <w:rsid w:val="00B539A3"/>
    <w:rsid w:val="00B53C0A"/>
    <w:rsid w:val="00B53DDC"/>
    <w:rsid w:val="00B5505B"/>
    <w:rsid w:val="00B55308"/>
    <w:rsid w:val="00B55F19"/>
    <w:rsid w:val="00B55FC3"/>
    <w:rsid w:val="00B55FF7"/>
    <w:rsid w:val="00B56472"/>
    <w:rsid w:val="00B5655E"/>
    <w:rsid w:val="00B567FC"/>
    <w:rsid w:val="00B56EA8"/>
    <w:rsid w:val="00B56F10"/>
    <w:rsid w:val="00B56F33"/>
    <w:rsid w:val="00B57AD4"/>
    <w:rsid w:val="00B57D05"/>
    <w:rsid w:val="00B605D1"/>
    <w:rsid w:val="00B60AAE"/>
    <w:rsid w:val="00B61404"/>
    <w:rsid w:val="00B623F6"/>
    <w:rsid w:val="00B628B5"/>
    <w:rsid w:val="00B62A65"/>
    <w:rsid w:val="00B63577"/>
    <w:rsid w:val="00B63DB3"/>
    <w:rsid w:val="00B6443D"/>
    <w:rsid w:val="00B6511E"/>
    <w:rsid w:val="00B651A6"/>
    <w:rsid w:val="00B652FD"/>
    <w:rsid w:val="00B653F4"/>
    <w:rsid w:val="00B654B5"/>
    <w:rsid w:val="00B65E3C"/>
    <w:rsid w:val="00B660E7"/>
    <w:rsid w:val="00B6614A"/>
    <w:rsid w:val="00B661F2"/>
    <w:rsid w:val="00B668E6"/>
    <w:rsid w:val="00B66D30"/>
    <w:rsid w:val="00B679A8"/>
    <w:rsid w:val="00B67A24"/>
    <w:rsid w:val="00B70CC1"/>
    <w:rsid w:val="00B7100A"/>
    <w:rsid w:val="00B711A7"/>
    <w:rsid w:val="00B71F40"/>
    <w:rsid w:val="00B721F0"/>
    <w:rsid w:val="00B730B1"/>
    <w:rsid w:val="00B7312E"/>
    <w:rsid w:val="00B73232"/>
    <w:rsid w:val="00B7335B"/>
    <w:rsid w:val="00B73A65"/>
    <w:rsid w:val="00B73B91"/>
    <w:rsid w:val="00B74B83"/>
    <w:rsid w:val="00B74CAB"/>
    <w:rsid w:val="00B74DFB"/>
    <w:rsid w:val="00B7503A"/>
    <w:rsid w:val="00B7571C"/>
    <w:rsid w:val="00B75997"/>
    <w:rsid w:val="00B76CDD"/>
    <w:rsid w:val="00B76EC3"/>
    <w:rsid w:val="00B77C3D"/>
    <w:rsid w:val="00B8020B"/>
    <w:rsid w:val="00B80358"/>
    <w:rsid w:val="00B80DDB"/>
    <w:rsid w:val="00B8195F"/>
    <w:rsid w:val="00B824C6"/>
    <w:rsid w:val="00B8269F"/>
    <w:rsid w:val="00B82DF9"/>
    <w:rsid w:val="00B830BA"/>
    <w:rsid w:val="00B83B64"/>
    <w:rsid w:val="00B83CA9"/>
    <w:rsid w:val="00B843E0"/>
    <w:rsid w:val="00B8468E"/>
    <w:rsid w:val="00B84BD2"/>
    <w:rsid w:val="00B84EAD"/>
    <w:rsid w:val="00B8502C"/>
    <w:rsid w:val="00B850B8"/>
    <w:rsid w:val="00B854AE"/>
    <w:rsid w:val="00B854FB"/>
    <w:rsid w:val="00B856B7"/>
    <w:rsid w:val="00B85D11"/>
    <w:rsid w:val="00B86092"/>
    <w:rsid w:val="00B86583"/>
    <w:rsid w:val="00B86A4B"/>
    <w:rsid w:val="00B86FF7"/>
    <w:rsid w:val="00B87A35"/>
    <w:rsid w:val="00B9007F"/>
    <w:rsid w:val="00B9035A"/>
    <w:rsid w:val="00B90981"/>
    <w:rsid w:val="00B90C10"/>
    <w:rsid w:val="00B90C33"/>
    <w:rsid w:val="00B913AD"/>
    <w:rsid w:val="00B91502"/>
    <w:rsid w:val="00B91B5D"/>
    <w:rsid w:val="00B91F96"/>
    <w:rsid w:val="00B926D0"/>
    <w:rsid w:val="00B92A7E"/>
    <w:rsid w:val="00B92E7D"/>
    <w:rsid w:val="00B9324B"/>
    <w:rsid w:val="00B933F0"/>
    <w:rsid w:val="00B934F1"/>
    <w:rsid w:val="00B93AB1"/>
    <w:rsid w:val="00B93C47"/>
    <w:rsid w:val="00B93D81"/>
    <w:rsid w:val="00B94358"/>
    <w:rsid w:val="00B943B9"/>
    <w:rsid w:val="00B94478"/>
    <w:rsid w:val="00B94479"/>
    <w:rsid w:val="00B949DE"/>
    <w:rsid w:val="00B953C1"/>
    <w:rsid w:val="00B954A4"/>
    <w:rsid w:val="00B9570C"/>
    <w:rsid w:val="00B9669F"/>
    <w:rsid w:val="00B96A7F"/>
    <w:rsid w:val="00B96BCF"/>
    <w:rsid w:val="00B97252"/>
    <w:rsid w:val="00B97323"/>
    <w:rsid w:val="00B9754B"/>
    <w:rsid w:val="00BA070C"/>
    <w:rsid w:val="00BA085B"/>
    <w:rsid w:val="00BA0BAF"/>
    <w:rsid w:val="00BA0D6F"/>
    <w:rsid w:val="00BA0E95"/>
    <w:rsid w:val="00BA10E9"/>
    <w:rsid w:val="00BA11C4"/>
    <w:rsid w:val="00BA1591"/>
    <w:rsid w:val="00BA1DA1"/>
    <w:rsid w:val="00BA1E66"/>
    <w:rsid w:val="00BA23C2"/>
    <w:rsid w:val="00BA396E"/>
    <w:rsid w:val="00BA3B5C"/>
    <w:rsid w:val="00BA41FA"/>
    <w:rsid w:val="00BA45D4"/>
    <w:rsid w:val="00BA498B"/>
    <w:rsid w:val="00BA4FBB"/>
    <w:rsid w:val="00BA5807"/>
    <w:rsid w:val="00BA5BC9"/>
    <w:rsid w:val="00BA609E"/>
    <w:rsid w:val="00BA632D"/>
    <w:rsid w:val="00BA64E8"/>
    <w:rsid w:val="00BA6A65"/>
    <w:rsid w:val="00BA6ADB"/>
    <w:rsid w:val="00BA6EA9"/>
    <w:rsid w:val="00BA6EEB"/>
    <w:rsid w:val="00BA6FF3"/>
    <w:rsid w:val="00BA7040"/>
    <w:rsid w:val="00BA718B"/>
    <w:rsid w:val="00BA7267"/>
    <w:rsid w:val="00BA7532"/>
    <w:rsid w:val="00BA76D0"/>
    <w:rsid w:val="00BB06BD"/>
    <w:rsid w:val="00BB07D0"/>
    <w:rsid w:val="00BB0996"/>
    <w:rsid w:val="00BB0B3F"/>
    <w:rsid w:val="00BB0C58"/>
    <w:rsid w:val="00BB0E76"/>
    <w:rsid w:val="00BB105A"/>
    <w:rsid w:val="00BB13FF"/>
    <w:rsid w:val="00BB1A31"/>
    <w:rsid w:val="00BB2127"/>
    <w:rsid w:val="00BB2164"/>
    <w:rsid w:val="00BB2409"/>
    <w:rsid w:val="00BB26FF"/>
    <w:rsid w:val="00BB27B9"/>
    <w:rsid w:val="00BB292A"/>
    <w:rsid w:val="00BB2E9C"/>
    <w:rsid w:val="00BB3B95"/>
    <w:rsid w:val="00BB441E"/>
    <w:rsid w:val="00BB48F1"/>
    <w:rsid w:val="00BB52D9"/>
    <w:rsid w:val="00BB53E0"/>
    <w:rsid w:val="00BB56EA"/>
    <w:rsid w:val="00BB5707"/>
    <w:rsid w:val="00BB59A4"/>
    <w:rsid w:val="00BB59E2"/>
    <w:rsid w:val="00BB5C50"/>
    <w:rsid w:val="00BB5E02"/>
    <w:rsid w:val="00BB5EB4"/>
    <w:rsid w:val="00BB68EC"/>
    <w:rsid w:val="00BB68EF"/>
    <w:rsid w:val="00BB6B38"/>
    <w:rsid w:val="00BB6DB3"/>
    <w:rsid w:val="00BB7201"/>
    <w:rsid w:val="00BB739A"/>
    <w:rsid w:val="00BB7532"/>
    <w:rsid w:val="00BB7E0A"/>
    <w:rsid w:val="00BC014B"/>
    <w:rsid w:val="00BC045C"/>
    <w:rsid w:val="00BC0498"/>
    <w:rsid w:val="00BC062E"/>
    <w:rsid w:val="00BC072E"/>
    <w:rsid w:val="00BC09A9"/>
    <w:rsid w:val="00BC0A1A"/>
    <w:rsid w:val="00BC134D"/>
    <w:rsid w:val="00BC16FE"/>
    <w:rsid w:val="00BC1759"/>
    <w:rsid w:val="00BC185C"/>
    <w:rsid w:val="00BC207A"/>
    <w:rsid w:val="00BC2473"/>
    <w:rsid w:val="00BC29BF"/>
    <w:rsid w:val="00BC2A58"/>
    <w:rsid w:val="00BC2B64"/>
    <w:rsid w:val="00BC2EAD"/>
    <w:rsid w:val="00BC2FB7"/>
    <w:rsid w:val="00BC39CE"/>
    <w:rsid w:val="00BC39E0"/>
    <w:rsid w:val="00BC40BB"/>
    <w:rsid w:val="00BC4D0F"/>
    <w:rsid w:val="00BC519F"/>
    <w:rsid w:val="00BC5336"/>
    <w:rsid w:val="00BC5CDE"/>
    <w:rsid w:val="00BC67A4"/>
    <w:rsid w:val="00BC6A16"/>
    <w:rsid w:val="00BC6C2B"/>
    <w:rsid w:val="00BC714D"/>
    <w:rsid w:val="00BC7704"/>
    <w:rsid w:val="00BC7775"/>
    <w:rsid w:val="00BC793B"/>
    <w:rsid w:val="00BC7C86"/>
    <w:rsid w:val="00BC7F42"/>
    <w:rsid w:val="00BC7FE2"/>
    <w:rsid w:val="00BD019B"/>
    <w:rsid w:val="00BD030B"/>
    <w:rsid w:val="00BD05DE"/>
    <w:rsid w:val="00BD0BFB"/>
    <w:rsid w:val="00BD0F6B"/>
    <w:rsid w:val="00BD1DA2"/>
    <w:rsid w:val="00BD1EE9"/>
    <w:rsid w:val="00BD22F9"/>
    <w:rsid w:val="00BD28DD"/>
    <w:rsid w:val="00BD2B4A"/>
    <w:rsid w:val="00BD2C44"/>
    <w:rsid w:val="00BD2F3E"/>
    <w:rsid w:val="00BD3171"/>
    <w:rsid w:val="00BD3242"/>
    <w:rsid w:val="00BD3B2B"/>
    <w:rsid w:val="00BD4C82"/>
    <w:rsid w:val="00BD4FC7"/>
    <w:rsid w:val="00BD5AFF"/>
    <w:rsid w:val="00BD5D35"/>
    <w:rsid w:val="00BD5F96"/>
    <w:rsid w:val="00BD649B"/>
    <w:rsid w:val="00BD64DB"/>
    <w:rsid w:val="00BD68DE"/>
    <w:rsid w:val="00BD6DD7"/>
    <w:rsid w:val="00BD7285"/>
    <w:rsid w:val="00BD7920"/>
    <w:rsid w:val="00BD7B51"/>
    <w:rsid w:val="00BD7D10"/>
    <w:rsid w:val="00BD7F1D"/>
    <w:rsid w:val="00BE03D0"/>
    <w:rsid w:val="00BE27CF"/>
    <w:rsid w:val="00BE2F65"/>
    <w:rsid w:val="00BE2FAC"/>
    <w:rsid w:val="00BE399D"/>
    <w:rsid w:val="00BE3DC2"/>
    <w:rsid w:val="00BE48F8"/>
    <w:rsid w:val="00BE4A54"/>
    <w:rsid w:val="00BE4D6D"/>
    <w:rsid w:val="00BE50FF"/>
    <w:rsid w:val="00BE5632"/>
    <w:rsid w:val="00BE5AE7"/>
    <w:rsid w:val="00BE5B64"/>
    <w:rsid w:val="00BE61EA"/>
    <w:rsid w:val="00BE6297"/>
    <w:rsid w:val="00BE643C"/>
    <w:rsid w:val="00BE6733"/>
    <w:rsid w:val="00BE723D"/>
    <w:rsid w:val="00BE799E"/>
    <w:rsid w:val="00BF06E7"/>
    <w:rsid w:val="00BF0B80"/>
    <w:rsid w:val="00BF17D2"/>
    <w:rsid w:val="00BF1A3A"/>
    <w:rsid w:val="00BF2102"/>
    <w:rsid w:val="00BF23C7"/>
    <w:rsid w:val="00BF250F"/>
    <w:rsid w:val="00BF2563"/>
    <w:rsid w:val="00BF2E4B"/>
    <w:rsid w:val="00BF3396"/>
    <w:rsid w:val="00BF3A8C"/>
    <w:rsid w:val="00BF3B26"/>
    <w:rsid w:val="00BF402C"/>
    <w:rsid w:val="00BF475A"/>
    <w:rsid w:val="00BF5834"/>
    <w:rsid w:val="00BF5DC6"/>
    <w:rsid w:val="00BF614C"/>
    <w:rsid w:val="00BF6384"/>
    <w:rsid w:val="00BF6833"/>
    <w:rsid w:val="00BF6DB4"/>
    <w:rsid w:val="00BF6E2C"/>
    <w:rsid w:val="00BF6F70"/>
    <w:rsid w:val="00BF7041"/>
    <w:rsid w:val="00BF7C70"/>
    <w:rsid w:val="00BF7E9A"/>
    <w:rsid w:val="00C003D5"/>
    <w:rsid w:val="00C0083D"/>
    <w:rsid w:val="00C00856"/>
    <w:rsid w:val="00C00FA7"/>
    <w:rsid w:val="00C00FB9"/>
    <w:rsid w:val="00C01A55"/>
    <w:rsid w:val="00C01CE4"/>
    <w:rsid w:val="00C01D1E"/>
    <w:rsid w:val="00C01D8C"/>
    <w:rsid w:val="00C021F7"/>
    <w:rsid w:val="00C02DC9"/>
    <w:rsid w:val="00C02F7A"/>
    <w:rsid w:val="00C03015"/>
    <w:rsid w:val="00C034D4"/>
    <w:rsid w:val="00C03584"/>
    <w:rsid w:val="00C03BC0"/>
    <w:rsid w:val="00C03CAE"/>
    <w:rsid w:val="00C03E9C"/>
    <w:rsid w:val="00C04BF3"/>
    <w:rsid w:val="00C04C95"/>
    <w:rsid w:val="00C04E3B"/>
    <w:rsid w:val="00C05360"/>
    <w:rsid w:val="00C05744"/>
    <w:rsid w:val="00C05CBE"/>
    <w:rsid w:val="00C05FFF"/>
    <w:rsid w:val="00C060C1"/>
    <w:rsid w:val="00C066EF"/>
    <w:rsid w:val="00C06AE9"/>
    <w:rsid w:val="00C06AFE"/>
    <w:rsid w:val="00C06F07"/>
    <w:rsid w:val="00C07082"/>
    <w:rsid w:val="00C075A3"/>
    <w:rsid w:val="00C07742"/>
    <w:rsid w:val="00C0787A"/>
    <w:rsid w:val="00C0792B"/>
    <w:rsid w:val="00C07ACC"/>
    <w:rsid w:val="00C07E69"/>
    <w:rsid w:val="00C100DA"/>
    <w:rsid w:val="00C104A7"/>
    <w:rsid w:val="00C10A13"/>
    <w:rsid w:val="00C10AC5"/>
    <w:rsid w:val="00C110D1"/>
    <w:rsid w:val="00C1152E"/>
    <w:rsid w:val="00C116EB"/>
    <w:rsid w:val="00C117DB"/>
    <w:rsid w:val="00C12756"/>
    <w:rsid w:val="00C12A44"/>
    <w:rsid w:val="00C13495"/>
    <w:rsid w:val="00C13864"/>
    <w:rsid w:val="00C13A8B"/>
    <w:rsid w:val="00C13B45"/>
    <w:rsid w:val="00C13F18"/>
    <w:rsid w:val="00C14390"/>
    <w:rsid w:val="00C1472C"/>
    <w:rsid w:val="00C14A35"/>
    <w:rsid w:val="00C14ADD"/>
    <w:rsid w:val="00C14C5F"/>
    <w:rsid w:val="00C14FDC"/>
    <w:rsid w:val="00C1558C"/>
    <w:rsid w:val="00C16142"/>
    <w:rsid w:val="00C162E8"/>
    <w:rsid w:val="00C16905"/>
    <w:rsid w:val="00C16E88"/>
    <w:rsid w:val="00C202D0"/>
    <w:rsid w:val="00C213CA"/>
    <w:rsid w:val="00C22245"/>
    <w:rsid w:val="00C22E71"/>
    <w:rsid w:val="00C22F1D"/>
    <w:rsid w:val="00C2383A"/>
    <w:rsid w:val="00C23EAD"/>
    <w:rsid w:val="00C24244"/>
    <w:rsid w:val="00C2460C"/>
    <w:rsid w:val="00C2461C"/>
    <w:rsid w:val="00C24A4F"/>
    <w:rsid w:val="00C25A27"/>
    <w:rsid w:val="00C25CBE"/>
    <w:rsid w:val="00C25F3F"/>
    <w:rsid w:val="00C26872"/>
    <w:rsid w:val="00C26E9E"/>
    <w:rsid w:val="00C26EC0"/>
    <w:rsid w:val="00C26F7F"/>
    <w:rsid w:val="00C270F9"/>
    <w:rsid w:val="00C274C0"/>
    <w:rsid w:val="00C27DCA"/>
    <w:rsid w:val="00C30057"/>
    <w:rsid w:val="00C301DB"/>
    <w:rsid w:val="00C30385"/>
    <w:rsid w:val="00C3054D"/>
    <w:rsid w:val="00C305D4"/>
    <w:rsid w:val="00C309C4"/>
    <w:rsid w:val="00C30AF9"/>
    <w:rsid w:val="00C30E59"/>
    <w:rsid w:val="00C31711"/>
    <w:rsid w:val="00C3188E"/>
    <w:rsid w:val="00C31DEC"/>
    <w:rsid w:val="00C3285E"/>
    <w:rsid w:val="00C33C86"/>
    <w:rsid w:val="00C33C8F"/>
    <w:rsid w:val="00C33CA1"/>
    <w:rsid w:val="00C3409A"/>
    <w:rsid w:val="00C340C1"/>
    <w:rsid w:val="00C341D6"/>
    <w:rsid w:val="00C34849"/>
    <w:rsid w:val="00C34A2E"/>
    <w:rsid w:val="00C356E2"/>
    <w:rsid w:val="00C35DB0"/>
    <w:rsid w:val="00C3619C"/>
    <w:rsid w:val="00C36312"/>
    <w:rsid w:val="00C36D3E"/>
    <w:rsid w:val="00C36FD1"/>
    <w:rsid w:val="00C37602"/>
    <w:rsid w:val="00C37CDB"/>
    <w:rsid w:val="00C37E1F"/>
    <w:rsid w:val="00C37F4C"/>
    <w:rsid w:val="00C40AB1"/>
    <w:rsid w:val="00C40EBF"/>
    <w:rsid w:val="00C41306"/>
    <w:rsid w:val="00C41589"/>
    <w:rsid w:val="00C41A46"/>
    <w:rsid w:val="00C41E69"/>
    <w:rsid w:val="00C42120"/>
    <w:rsid w:val="00C424E6"/>
    <w:rsid w:val="00C42601"/>
    <w:rsid w:val="00C427A5"/>
    <w:rsid w:val="00C4383B"/>
    <w:rsid w:val="00C440A4"/>
    <w:rsid w:val="00C441C0"/>
    <w:rsid w:val="00C451BE"/>
    <w:rsid w:val="00C453D8"/>
    <w:rsid w:val="00C454DE"/>
    <w:rsid w:val="00C459DA"/>
    <w:rsid w:val="00C45B34"/>
    <w:rsid w:val="00C45C41"/>
    <w:rsid w:val="00C45D3B"/>
    <w:rsid w:val="00C460D3"/>
    <w:rsid w:val="00C46403"/>
    <w:rsid w:val="00C4669D"/>
    <w:rsid w:val="00C46A07"/>
    <w:rsid w:val="00C472D0"/>
    <w:rsid w:val="00C4783A"/>
    <w:rsid w:val="00C51A61"/>
    <w:rsid w:val="00C523F0"/>
    <w:rsid w:val="00C5274A"/>
    <w:rsid w:val="00C53068"/>
    <w:rsid w:val="00C53F0E"/>
    <w:rsid w:val="00C54018"/>
    <w:rsid w:val="00C54509"/>
    <w:rsid w:val="00C545A9"/>
    <w:rsid w:val="00C55234"/>
    <w:rsid w:val="00C55368"/>
    <w:rsid w:val="00C556E1"/>
    <w:rsid w:val="00C56358"/>
    <w:rsid w:val="00C5701E"/>
    <w:rsid w:val="00C5704B"/>
    <w:rsid w:val="00C573FA"/>
    <w:rsid w:val="00C5743E"/>
    <w:rsid w:val="00C57943"/>
    <w:rsid w:val="00C57A25"/>
    <w:rsid w:val="00C57CE1"/>
    <w:rsid w:val="00C604D4"/>
    <w:rsid w:val="00C605C4"/>
    <w:rsid w:val="00C60CFD"/>
    <w:rsid w:val="00C60FEF"/>
    <w:rsid w:val="00C613CA"/>
    <w:rsid w:val="00C614FA"/>
    <w:rsid w:val="00C61B01"/>
    <w:rsid w:val="00C61C2F"/>
    <w:rsid w:val="00C62122"/>
    <w:rsid w:val="00C62901"/>
    <w:rsid w:val="00C62A23"/>
    <w:rsid w:val="00C62BE8"/>
    <w:rsid w:val="00C62FDA"/>
    <w:rsid w:val="00C63853"/>
    <w:rsid w:val="00C6398F"/>
    <w:rsid w:val="00C63AF4"/>
    <w:rsid w:val="00C63E95"/>
    <w:rsid w:val="00C640A1"/>
    <w:rsid w:val="00C64187"/>
    <w:rsid w:val="00C648FB"/>
    <w:rsid w:val="00C64A43"/>
    <w:rsid w:val="00C64C0E"/>
    <w:rsid w:val="00C65046"/>
    <w:rsid w:val="00C6558F"/>
    <w:rsid w:val="00C65B3B"/>
    <w:rsid w:val="00C65BDF"/>
    <w:rsid w:val="00C6605A"/>
    <w:rsid w:val="00C66082"/>
    <w:rsid w:val="00C66325"/>
    <w:rsid w:val="00C669A7"/>
    <w:rsid w:val="00C66CC7"/>
    <w:rsid w:val="00C66EA3"/>
    <w:rsid w:val="00C66EB9"/>
    <w:rsid w:val="00C67063"/>
    <w:rsid w:val="00C67414"/>
    <w:rsid w:val="00C67641"/>
    <w:rsid w:val="00C67738"/>
    <w:rsid w:val="00C70680"/>
    <w:rsid w:val="00C71414"/>
    <w:rsid w:val="00C7150F"/>
    <w:rsid w:val="00C715B6"/>
    <w:rsid w:val="00C718AC"/>
    <w:rsid w:val="00C73A21"/>
    <w:rsid w:val="00C73E02"/>
    <w:rsid w:val="00C73FAA"/>
    <w:rsid w:val="00C74215"/>
    <w:rsid w:val="00C74BE8"/>
    <w:rsid w:val="00C74D73"/>
    <w:rsid w:val="00C74DB2"/>
    <w:rsid w:val="00C75241"/>
    <w:rsid w:val="00C756A6"/>
    <w:rsid w:val="00C75AE3"/>
    <w:rsid w:val="00C75D5E"/>
    <w:rsid w:val="00C75DCB"/>
    <w:rsid w:val="00C765DF"/>
    <w:rsid w:val="00C769AB"/>
    <w:rsid w:val="00C76BB4"/>
    <w:rsid w:val="00C76DCF"/>
    <w:rsid w:val="00C773F9"/>
    <w:rsid w:val="00C77ABB"/>
    <w:rsid w:val="00C77FD8"/>
    <w:rsid w:val="00C806DD"/>
    <w:rsid w:val="00C80975"/>
    <w:rsid w:val="00C80D68"/>
    <w:rsid w:val="00C8135D"/>
    <w:rsid w:val="00C81368"/>
    <w:rsid w:val="00C8153E"/>
    <w:rsid w:val="00C81BA6"/>
    <w:rsid w:val="00C836F8"/>
    <w:rsid w:val="00C83917"/>
    <w:rsid w:val="00C83C85"/>
    <w:rsid w:val="00C83C8F"/>
    <w:rsid w:val="00C83E9E"/>
    <w:rsid w:val="00C8416F"/>
    <w:rsid w:val="00C845F1"/>
    <w:rsid w:val="00C84722"/>
    <w:rsid w:val="00C84CD3"/>
    <w:rsid w:val="00C85263"/>
    <w:rsid w:val="00C854F9"/>
    <w:rsid w:val="00C85698"/>
    <w:rsid w:val="00C85B41"/>
    <w:rsid w:val="00C85CA4"/>
    <w:rsid w:val="00C85CF6"/>
    <w:rsid w:val="00C85F9A"/>
    <w:rsid w:val="00C86052"/>
    <w:rsid w:val="00C86351"/>
    <w:rsid w:val="00C8659E"/>
    <w:rsid w:val="00C86B09"/>
    <w:rsid w:val="00C86C74"/>
    <w:rsid w:val="00C87555"/>
    <w:rsid w:val="00C90568"/>
    <w:rsid w:val="00C90E79"/>
    <w:rsid w:val="00C91AB6"/>
    <w:rsid w:val="00C9218C"/>
    <w:rsid w:val="00C9265B"/>
    <w:rsid w:val="00C92E81"/>
    <w:rsid w:val="00C930EB"/>
    <w:rsid w:val="00C93895"/>
    <w:rsid w:val="00C9464C"/>
    <w:rsid w:val="00C94A0C"/>
    <w:rsid w:val="00C94A77"/>
    <w:rsid w:val="00C94AAD"/>
    <w:rsid w:val="00C94F6F"/>
    <w:rsid w:val="00C959E7"/>
    <w:rsid w:val="00C9613D"/>
    <w:rsid w:val="00C9631B"/>
    <w:rsid w:val="00C96A80"/>
    <w:rsid w:val="00C97592"/>
    <w:rsid w:val="00C97B6D"/>
    <w:rsid w:val="00CA0191"/>
    <w:rsid w:val="00CA081E"/>
    <w:rsid w:val="00CA09E2"/>
    <w:rsid w:val="00CA0FB9"/>
    <w:rsid w:val="00CA106A"/>
    <w:rsid w:val="00CA140E"/>
    <w:rsid w:val="00CA155D"/>
    <w:rsid w:val="00CA180C"/>
    <w:rsid w:val="00CA1874"/>
    <w:rsid w:val="00CA2803"/>
    <w:rsid w:val="00CA32A1"/>
    <w:rsid w:val="00CA404C"/>
    <w:rsid w:val="00CA40B9"/>
    <w:rsid w:val="00CA4E0D"/>
    <w:rsid w:val="00CA528B"/>
    <w:rsid w:val="00CA596B"/>
    <w:rsid w:val="00CA5EFF"/>
    <w:rsid w:val="00CA61AA"/>
    <w:rsid w:val="00CA6544"/>
    <w:rsid w:val="00CA66E5"/>
    <w:rsid w:val="00CA670E"/>
    <w:rsid w:val="00CA6CBD"/>
    <w:rsid w:val="00CA75F4"/>
    <w:rsid w:val="00CA776A"/>
    <w:rsid w:val="00CA7B32"/>
    <w:rsid w:val="00CA7B5B"/>
    <w:rsid w:val="00CA7BAE"/>
    <w:rsid w:val="00CA7BFD"/>
    <w:rsid w:val="00CA7CD5"/>
    <w:rsid w:val="00CB0AD7"/>
    <w:rsid w:val="00CB0B68"/>
    <w:rsid w:val="00CB0D1B"/>
    <w:rsid w:val="00CB0D21"/>
    <w:rsid w:val="00CB14C3"/>
    <w:rsid w:val="00CB2032"/>
    <w:rsid w:val="00CB2053"/>
    <w:rsid w:val="00CB260B"/>
    <w:rsid w:val="00CB313D"/>
    <w:rsid w:val="00CB322D"/>
    <w:rsid w:val="00CB37AE"/>
    <w:rsid w:val="00CB37C0"/>
    <w:rsid w:val="00CB3AC5"/>
    <w:rsid w:val="00CB3F86"/>
    <w:rsid w:val="00CB47FC"/>
    <w:rsid w:val="00CB5C60"/>
    <w:rsid w:val="00CB5CC9"/>
    <w:rsid w:val="00CB5E16"/>
    <w:rsid w:val="00CB65AC"/>
    <w:rsid w:val="00CB6761"/>
    <w:rsid w:val="00CB6C8E"/>
    <w:rsid w:val="00CB71E5"/>
    <w:rsid w:val="00CB728E"/>
    <w:rsid w:val="00CB73A2"/>
    <w:rsid w:val="00CB7E7B"/>
    <w:rsid w:val="00CC05FB"/>
    <w:rsid w:val="00CC071A"/>
    <w:rsid w:val="00CC0BC0"/>
    <w:rsid w:val="00CC0D90"/>
    <w:rsid w:val="00CC1378"/>
    <w:rsid w:val="00CC13E8"/>
    <w:rsid w:val="00CC16C5"/>
    <w:rsid w:val="00CC18F0"/>
    <w:rsid w:val="00CC22C4"/>
    <w:rsid w:val="00CC2449"/>
    <w:rsid w:val="00CC2B1A"/>
    <w:rsid w:val="00CC2B43"/>
    <w:rsid w:val="00CC2B8A"/>
    <w:rsid w:val="00CC2C96"/>
    <w:rsid w:val="00CC3213"/>
    <w:rsid w:val="00CC3381"/>
    <w:rsid w:val="00CC352B"/>
    <w:rsid w:val="00CC3953"/>
    <w:rsid w:val="00CC40FE"/>
    <w:rsid w:val="00CC43A2"/>
    <w:rsid w:val="00CC4780"/>
    <w:rsid w:val="00CC53A8"/>
    <w:rsid w:val="00CC545C"/>
    <w:rsid w:val="00CC5557"/>
    <w:rsid w:val="00CC55AD"/>
    <w:rsid w:val="00CC58E9"/>
    <w:rsid w:val="00CC5E7F"/>
    <w:rsid w:val="00CC66A3"/>
    <w:rsid w:val="00CC6990"/>
    <w:rsid w:val="00CD012B"/>
    <w:rsid w:val="00CD0227"/>
    <w:rsid w:val="00CD03B5"/>
    <w:rsid w:val="00CD0849"/>
    <w:rsid w:val="00CD0C74"/>
    <w:rsid w:val="00CD1819"/>
    <w:rsid w:val="00CD3C00"/>
    <w:rsid w:val="00CD3CEC"/>
    <w:rsid w:val="00CD45C1"/>
    <w:rsid w:val="00CD4938"/>
    <w:rsid w:val="00CD4F75"/>
    <w:rsid w:val="00CD5279"/>
    <w:rsid w:val="00CD52E0"/>
    <w:rsid w:val="00CD5511"/>
    <w:rsid w:val="00CD5EDC"/>
    <w:rsid w:val="00CD60E6"/>
    <w:rsid w:val="00CD6298"/>
    <w:rsid w:val="00CD6714"/>
    <w:rsid w:val="00CD6C0B"/>
    <w:rsid w:val="00CD6C0E"/>
    <w:rsid w:val="00CD6FA0"/>
    <w:rsid w:val="00CD70D5"/>
    <w:rsid w:val="00CD7A03"/>
    <w:rsid w:val="00CD7D09"/>
    <w:rsid w:val="00CD7F39"/>
    <w:rsid w:val="00CD7F54"/>
    <w:rsid w:val="00CE0186"/>
    <w:rsid w:val="00CE02B0"/>
    <w:rsid w:val="00CE0388"/>
    <w:rsid w:val="00CE04F8"/>
    <w:rsid w:val="00CE05B4"/>
    <w:rsid w:val="00CE0698"/>
    <w:rsid w:val="00CE0C1F"/>
    <w:rsid w:val="00CE0E1F"/>
    <w:rsid w:val="00CE0FE8"/>
    <w:rsid w:val="00CE1605"/>
    <w:rsid w:val="00CE1F58"/>
    <w:rsid w:val="00CE1FC3"/>
    <w:rsid w:val="00CE221E"/>
    <w:rsid w:val="00CE23B1"/>
    <w:rsid w:val="00CE2422"/>
    <w:rsid w:val="00CE27CA"/>
    <w:rsid w:val="00CE3105"/>
    <w:rsid w:val="00CE3B53"/>
    <w:rsid w:val="00CE3D43"/>
    <w:rsid w:val="00CE40B3"/>
    <w:rsid w:val="00CE46C4"/>
    <w:rsid w:val="00CE4E71"/>
    <w:rsid w:val="00CE55BA"/>
    <w:rsid w:val="00CE5839"/>
    <w:rsid w:val="00CE58AA"/>
    <w:rsid w:val="00CE59A9"/>
    <w:rsid w:val="00CE5DD3"/>
    <w:rsid w:val="00CE5EF7"/>
    <w:rsid w:val="00CE6402"/>
    <w:rsid w:val="00CE6876"/>
    <w:rsid w:val="00CE69EB"/>
    <w:rsid w:val="00CE6B19"/>
    <w:rsid w:val="00CE6D91"/>
    <w:rsid w:val="00CE709C"/>
    <w:rsid w:val="00CE7288"/>
    <w:rsid w:val="00CE745A"/>
    <w:rsid w:val="00CE785B"/>
    <w:rsid w:val="00CE7D23"/>
    <w:rsid w:val="00CE7EDB"/>
    <w:rsid w:val="00CF0E51"/>
    <w:rsid w:val="00CF115D"/>
    <w:rsid w:val="00CF121A"/>
    <w:rsid w:val="00CF1B8F"/>
    <w:rsid w:val="00CF1D9F"/>
    <w:rsid w:val="00CF1F97"/>
    <w:rsid w:val="00CF2098"/>
    <w:rsid w:val="00CF2169"/>
    <w:rsid w:val="00CF21F6"/>
    <w:rsid w:val="00CF2367"/>
    <w:rsid w:val="00CF2573"/>
    <w:rsid w:val="00CF29F5"/>
    <w:rsid w:val="00CF2C7C"/>
    <w:rsid w:val="00CF365B"/>
    <w:rsid w:val="00CF3D1B"/>
    <w:rsid w:val="00CF4026"/>
    <w:rsid w:val="00CF40A9"/>
    <w:rsid w:val="00CF4126"/>
    <w:rsid w:val="00CF46EF"/>
    <w:rsid w:val="00CF4C0C"/>
    <w:rsid w:val="00CF4D09"/>
    <w:rsid w:val="00CF4F13"/>
    <w:rsid w:val="00CF56A6"/>
    <w:rsid w:val="00CF5D4D"/>
    <w:rsid w:val="00CF5D75"/>
    <w:rsid w:val="00CF5E60"/>
    <w:rsid w:val="00CF5F7D"/>
    <w:rsid w:val="00CF6304"/>
    <w:rsid w:val="00CF6597"/>
    <w:rsid w:val="00CF6AD9"/>
    <w:rsid w:val="00D0018D"/>
    <w:rsid w:val="00D00343"/>
    <w:rsid w:val="00D004F6"/>
    <w:rsid w:val="00D004F8"/>
    <w:rsid w:val="00D008E0"/>
    <w:rsid w:val="00D008FE"/>
    <w:rsid w:val="00D0121A"/>
    <w:rsid w:val="00D0165F"/>
    <w:rsid w:val="00D01679"/>
    <w:rsid w:val="00D01EDC"/>
    <w:rsid w:val="00D027F1"/>
    <w:rsid w:val="00D02A80"/>
    <w:rsid w:val="00D02C21"/>
    <w:rsid w:val="00D02F44"/>
    <w:rsid w:val="00D02FA8"/>
    <w:rsid w:val="00D031E1"/>
    <w:rsid w:val="00D0349F"/>
    <w:rsid w:val="00D0350C"/>
    <w:rsid w:val="00D03B8D"/>
    <w:rsid w:val="00D043DD"/>
    <w:rsid w:val="00D044FF"/>
    <w:rsid w:val="00D04AEA"/>
    <w:rsid w:val="00D04AFA"/>
    <w:rsid w:val="00D04E0E"/>
    <w:rsid w:val="00D056AD"/>
    <w:rsid w:val="00D05B0C"/>
    <w:rsid w:val="00D060ED"/>
    <w:rsid w:val="00D066E6"/>
    <w:rsid w:val="00D06C46"/>
    <w:rsid w:val="00D077CF"/>
    <w:rsid w:val="00D07832"/>
    <w:rsid w:val="00D07D4B"/>
    <w:rsid w:val="00D100D9"/>
    <w:rsid w:val="00D10331"/>
    <w:rsid w:val="00D1094F"/>
    <w:rsid w:val="00D10AE9"/>
    <w:rsid w:val="00D10AFC"/>
    <w:rsid w:val="00D113C9"/>
    <w:rsid w:val="00D12583"/>
    <w:rsid w:val="00D13672"/>
    <w:rsid w:val="00D13718"/>
    <w:rsid w:val="00D14075"/>
    <w:rsid w:val="00D141C8"/>
    <w:rsid w:val="00D149D8"/>
    <w:rsid w:val="00D14BCA"/>
    <w:rsid w:val="00D14C1F"/>
    <w:rsid w:val="00D14EEF"/>
    <w:rsid w:val="00D15FD0"/>
    <w:rsid w:val="00D163D2"/>
    <w:rsid w:val="00D168EE"/>
    <w:rsid w:val="00D16D64"/>
    <w:rsid w:val="00D16D85"/>
    <w:rsid w:val="00D1713E"/>
    <w:rsid w:val="00D177EF"/>
    <w:rsid w:val="00D178A2"/>
    <w:rsid w:val="00D17DA8"/>
    <w:rsid w:val="00D20220"/>
    <w:rsid w:val="00D20523"/>
    <w:rsid w:val="00D20A6C"/>
    <w:rsid w:val="00D20B12"/>
    <w:rsid w:val="00D20CF1"/>
    <w:rsid w:val="00D211BE"/>
    <w:rsid w:val="00D219C1"/>
    <w:rsid w:val="00D21CD7"/>
    <w:rsid w:val="00D22A16"/>
    <w:rsid w:val="00D22FB2"/>
    <w:rsid w:val="00D2329F"/>
    <w:rsid w:val="00D23635"/>
    <w:rsid w:val="00D23B26"/>
    <w:rsid w:val="00D23BC1"/>
    <w:rsid w:val="00D23DAF"/>
    <w:rsid w:val="00D240C5"/>
    <w:rsid w:val="00D247A6"/>
    <w:rsid w:val="00D24CCD"/>
    <w:rsid w:val="00D24DB6"/>
    <w:rsid w:val="00D262CC"/>
    <w:rsid w:val="00D269F0"/>
    <w:rsid w:val="00D26BF5"/>
    <w:rsid w:val="00D26E3D"/>
    <w:rsid w:val="00D26E7A"/>
    <w:rsid w:val="00D271D3"/>
    <w:rsid w:val="00D276C6"/>
    <w:rsid w:val="00D27890"/>
    <w:rsid w:val="00D27A10"/>
    <w:rsid w:val="00D27BA8"/>
    <w:rsid w:val="00D27F45"/>
    <w:rsid w:val="00D30039"/>
    <w:rsid w:val="00D30202"/>
    <w:rsid w:val="00D304CE"/>
    <w:rsid w:val="00D30512"/>
    <w:rsid w:val="00D31CD2"/>
    <w:rsid w:val="00D3215C"/>
    <w:rsid w:val="00D33355"/>
    <w:rsid w:val="00D333A7"/>
    <w:rsid w:val="00D337CA"/>
    <w:rsid w:val="00D33979"/>
    <w:rsid w:val="00D33DFC"/>
    <w:rsid w:val="00D33F5D"/>
    <w:rsid w:val="00D342CF"/>
    <w:rsid w:val="00D347BE"/>
    <w:rsid w:val="00D347D2"/>
    <w:rsid w:val="00D34910"/>
    <w:rsid w:val="00D34962"/>
    <w:rsid w:val="00D34A0F"/>
    <w:rsid w:val="00D34F5B"/>
    <w:rsid w:val="00D352E2"/>
    <w:rsid w:val="00D3615E"/>
    <w:rsid w:val="00D3640B"/>
    <w:rsid w:val="00D36557"/>
    <w:rsid w:val="00D36FF0"/>
    <w:rsid w:val="00D371E6"/>
    <w:rsid w:val="00D373A2"/>
    <w:rsid w:val="00D4001F"/>
    <w:rsid w:val="00D40662"/>
    <w:rsid w:val="00D4067B"/>
    <w:rsid w:val="00D40A68"/>
    <w:rsid w:val="00D40B28"/>
    <w:rsid w:val="00D40D05"/>
    <w:rsid w:val="00D40D1C"/>
    <w:rsid w:val="00D40DD1"/>
    <w:rsid w:val="00D40F0D"/>
    <w:rsid w:val="00D41750"/>
    <w:rsid w:val="00D41A21"/>
    <w:rsid w:val="00D41BEC"/>
    <w:rsid w:val="00D41BF7"/>
    <w:rsid w:val="00D42805"/>
    <w:rsid w:val="00D42A61"/>
    <w:rsid w:val="00D42C87"/>
    <w:rsid w:val="00D42EDA"/>
    <w:rsid w:val="00D43341"/>
    <w:rsid w:val="00D43380"/>
    <w:rsid w:val="00D43526"/>
    <w:rsid w:val="00D438EA"/>
    <w:rsid w:val="00D43F8D"/>
    <w:rsid w:val="00D44656"/>
    <w:rsid w:val="00D446BF"/>
    <w:rsid w:val="00D446FE"/>
    <w:rsid w:val="00D471C5"/>
    <w:rsid w:val="00D472D7"/>
    <w:rsid w:val="00D50505"/>
    <w:rsid w:val="00D526F4"/>
    <w:rsid w:val="00D52D87"/>
    <w:rsid w:val="00D52E80"/>
    <w:rsid w:val="00D539D1"/>
    <w:rsid w:val="00D5411D"/>
    <w:rsid w:val="00D54DAA"/>
    <w:rsid w:val="00D551D7"/>
    <w:rsid w:val="00D55992"/>
    <w:rsid w:val="00D5623E"/>
    <w:rsid w:val="00D56288"/>
    <w:rsid w:val="00D563B5"/>
    <w:rsid w:val="00D566F6"/>
    <w:rsid w:val="00D56EEA"/>
    <w:rsid w:val="00D57873"/>
    <w:rsid w:val="00D57B43"/>
    <w:rsid w:val="00D602F9"/>
    <w:rsid w:val="00D6058B"/>
    <w:rsid w:val="00D60783"/>
    <w:rsid w:val="00D608BC"/>
    <w:rsid w:val="00D61215"/>
    <w:rsid w:val="00D621C3"/>
    <w:rsid w:val="00D62D9A"/>
    <w:rsid w:val="00D637FC"/>
    <w:rsid w:val="00D63ADF"/>
    <w:rsid w:val="00D63F27"/>
    <w:rsid w:val="00D64253"/>
    <w:rsid w:val="00D64666"/>
    <w:rsid w:val="00D6497C"/>
    <w:rsid w:val="00D64F17"/>
    <w:rsid w:val="00D656E4"/>
    <w:rsid w:val="00D65E7E"/>
    <w:rsid w:val="00D65FFD"/>
    <w:rsid w:val="00D66516"/>
    <w:rsid w:val="00D66FB0"/>
    <w:rsid w:val="00D67180"/>
    <w:rsid w:val="00D6755F"/>
    <w:rsid w:val="00D67C56"/>
    <w:rsid w:val="00D70689"/>
    <w:rsid w:val="00D708AE"/>
    <w:rsid w:val="00D70C53"/>
    <w:rsid w:val="00D71959"/>
    <w:rsid w:val="00D71A93"/>
    <w:rsid w:val="00D7266D"/>
    <w:rsid w:val="00D728FE"/>
    <w:rsid w:val="00D72B22"/>
    <w:rsid w:val="00D72B53"/>
    <w:rsid w:val="00D73C20"/>
    <w:rsid w:val="00D73E58"/>
    <w:rsid w:val="00D743D8"/>
    <w:rsid w:val="00D74503"/>
    <w:rsid w:val="00D746DB"/>
    <w:rsid w:val="00D74C0D"/>
    <w:rsid w:val="00D74CA7"/>
    <w:rsid w:val="00D750B4"/>
    <w:rsid w:val="00D756DF"/>
    <w:rsid w:val="00D75774"/>
    <w:rsid w:val="00D760A6"/>
    <w:rsid w:val="00D764AE"/>
    <w:rsid w:val="00D765FF"/>
    <w:rsid w:val="00D76602"/>
    <w:rsid w:val="00D769E4"/>
    <w:rsid w:val="00D76A42"/>
    <w:rsid w:val="00D76A97"/>
    <w:rsid w:val="00D773C1"/>
    <w:rsid w:val="00D77955"/>
    <w:rsid w:val="00D8032C"/>
    <w:rsid w:val="00D80368"/>
    <w:rsid w:val="00D80AB7"/>
    <w:rsid w:val="00D81213"/>
    <w:rsid w:val="00D816A3"/>
    <w:rsid w:val="00D81787"/>
    <w:rsid w:val="00D81974"/>
    <w:rsid w:val="00D81AB3"/>
    <w:rsid w:val="00D823CA"/>
    <w:rsid w:val="00D82537"/>
    <w:rsid w:val="00D827EF"/>
    <w:rsid w:val="00D82CF7"/>
    <w:rsid w:val="00D83A34"/>
    <w:rsid w:val="00D83A92"/>
    <w:rsid w:val="00D83FD1"/>
    <w:rsid w:val="00D84287"/>
    <w:rsid w:val="00D8453C"/>
    <w:rsid w:val="00D84ED5"/>
    <w:rsid w:val="00D8548E"/>
    <w:rsid w:val="00D8557B"/>
    <w:rsid w:val="00D855E1"/>
    <w:rsid w:val="00D85767"/>
    <w:rsid w:val="00D8613E"/>
    <w:rsid w:val="00D86471"/>
    <w:rsid w:val="00D8703A"/>
    <w:rsid w:val="00D8731F"/>
    <w:rsid w:val="00D902B4"/>
    <w:rsid w:val="00D904DB"/>
    <w:rsid w:val="00D90897"/>
    <w:rsid w:val="00D910D4"/>
    <w:rsid w:val="00D92C2A"/>
    <w:rsid w:val="00D92E2C"/>
    <w:rsid w:val="00D9336D"/>
    <w:rsid w:val="00D93747"/>
    <w:rsid w:val="00D93A74"/>
    <w:rsid w:val="00D94225"/>
    <w:rsid w:val="00D9459F"/>
    <w:rsid w:val="00D945EB"/>
    <w:rsid w:val="00D94851"/>
    <w:rsid w:val="00D948E3"/>
    <w:rsid w:val="00D94916"/>
    <w:rsid w:val="00D9498B"/>
    <w:rsid w:val="00D9498D"/>
    <w:rsid w:val="00D94C4E"/>
    <w:rsid w:val="00D94EE4"/>
    <w:rsid w:val="00D95951"/>
    <w:rsid w:val="00D96231"/>
    <w:rsid w:val="00D962CF"/>
    <w:rsid w:val="00D96527"/>
    <w:rsid w:val="00D97035"/>
    <w:rsid w:val="00D97364"/>
    <w:rsid w:val="00D979F2"/>
    <w:rsid w:val="00DA0450"/>
    <w:rsid w:val="00DA0F48"/>
    <w:rsid w:val="00DA15A4"/>
    <w:rsid w:val="00DA1AB9"/>
    <w:rsid w:val="00DA1ABD"/>
    <w:rsid w:val="00DA2273"/>
    <w:rsid w:val="00DA22B7"/>
    <w:rsid w:val="00DA242F"/>
    <w:rsid w:val="00DA2611"/>
    <w:rsid w:val="00DA26F7"/>
    <w:rsid w:val="00DA2865"/>
    <w:rsid w:val="00DA2FC6"/>
    <w:rsid w:val="00DA36CE"/>
    <w:rsid w:val="00DA3923"/>
    <w:rsid w:val="00DA3AA8"/>
    <w:rsid w:val="00DA3C73"/>
    <w:rsid w:val="00DA3DB1"/>
    <w:rsid w:val="00DA3EFC"/>
    <w:rsid w:val="00DA3FAD"/>
    <w:rsid w:val="00DA3FD7"/>
    <w:rsid w:val="00DA415F"/>
    <w:rsid w:val="00DA4CEF"/>
    <w:rsid w:val="00DA5343"/>
    <w:rsid w:val="00DA5818"/>
    <w:rsid w:val="00DA5DD6"/>
    <w:rsid w:val="00DA5E47"/>
    <w:rsid w:val="00DA5EAA"/>
    <w:rsid w:val="00DA6B52"/>
    <w:rsid w:val="00DA76B8"/>
    <w:rsid w:val="00DA76DA"/>
    <w:rsid w:val="00DA7F90"/>
    <w:rsid w:val="00DB01B3"/>
    <w:rsid w:val="00DB0449"/>
    <w:rsid w:val="00DB052A"/>
    <w:rsid w:val="00DB09A6"/>
    <w:rsid w:val="00DB1090"/>
    <w:rsid w:val="00DB1250"/>
    <w:rsid w:val="00DB12DB"/>
    <w:rsid w:val="00DB13BE"/>
    <w:rsid w:val="00DB15BE"/>
    <w:rsid w:val="00DB2086"/>
    <w:rsid w:val="00DB288F"/>
    <w:rsid w:val="00DB2F9D"/>
    <w:rsid w:val="00DB343D"/>
    <w:rsid w:val="00DB37EA"/>
    <w:rsid w:val="00DB3876"/>
    <w:rsid w:val="00DB3E97"/>
    <w:rsid w:val="00DB3F2C"/>
    <w:rsid w:val="00DB45E1"/>
    <w:rsid w:val="00DB515C"/>
    <w:rsid w:val="00DB59C6"/>
    <w:rsid w:val="00DB5CBD"/>
    <w:rsid w:val="00DB5F16"/>
    <w:rsid w:val="00DB5F24"/>
    <w:rsid w:val="00DB6510"/>
    <w:rsid w:val="00DB6D79"/>
    <w:rsid w:val="00DC0435"/>
    <w:rsid w:val="00DC07B7"/>
    <w:rsid w:val="00DC0B9A"/>
    <w:rsid w:val="00DC0C30"/>
    <w:rsid w:val="00DC0CF1"/>
    <w:rsid w:val="00DC1855"/>
    <w:rsid w:val="00DC1F73"/>
    <w:rsid w:val="00DC305F"/>
    <w:rsid w:val="00DC39A9"/>
    <w:rsid w:val="00DC3B1D"/>
    <w:rsid w:val="00DC3FC5"/>
    <w:rsid w:val="00DC4B8D"/>
    <w:rsid w:val="00DC4D9A"/>
    <w:rsid w:val="00DC537F"/>
    <w:rsid w:val="00DC5843"/>
    <w:rsid w:val="00DC5B0E"/>
    <w:rsid w:val="00DC5E1B"/>
    <w:rsid w:val="00DC6D41"/>
    <w:rsid w:val="00DC6D6F"/>
    <w:rsid w:val="00DC7172"/>
    <w:rsid w:val="00DC7518"/>
    <w:rsid w:val="00DD07B3"/>
    <w:rsid w:val="00DD1D3F"/>
    <w:rsid w:val="00DD254A"/>
    <w:rsid w:val="00DD2C0D"/>
    <w:rsid w:val="00DD2D1B"/>
    <w:rsid w:val="00DD347F"/>
    <w:rsid w:val="00DD3B6A"/>
    <w:rsid w:val="00DD3C85"/>
    <w:rsid w:val="00DD4C09"/>
    <w:rsid w:val="00DD53BE"/>
    <w:rsid w:val="00DD5679"/>
    <w:rsid w:val="00DD58B6"/>
    <w:rsid w:val="00DD5B94"/>
    <w:rsid w:val="00DD5E58"/>
    <w:rsid w:val="00DD64CA"/>
    <w:rsid w:val="00DD740B"/>
    <w:rsid w:val="00DD78A9"/>
    <w:rsid w:val="00DD78C0"/>
    <w:rsid w:val="00DD7F8B"/>
    <w:rsid w:val="00DE0128"/>
    <w:rsid w:val="00DE0AEF"/>
    <w:rsid w:val="00DE11D0"/>
    <w:rsid w:val="00DE11E8"/>
    <w:rsid w:val="00DE1268"/>
    <w:rsid w:val="00DE1399"/>
    <w:rsid w:val="00DE16A9"/>
    <w:rsid w:val="00DE1AFC"/>
    <w:rsid w:val="00DE1D69"/>
    <w:rsid w:val="00DE2121"/>
    <w:rsid w:val="00DE21CF"/>
    <w:rsid w:val="00DE2769"/>
    <w:rsid w:val="00DE294A"/>
    <w:rsid w:val="00DE2B68"/>
    <w:rsid w:val="00DE30CC"/>
    <w:rsid w:val="00DE337A"/>
    <w:rsid w:val="00DE3CC8"/>
    <w:rsid w:val="00DE4706"/>
    <w:rsid w:val="00DE4805"/>
    <w:rsid w:val="00DE5DBD"/>
    <w:rsid w:val="00DE61C3"/>
    <w:rsid w:val="00DE662A"/>
    <w:rsid w:val="00DE72B6"/>
    <w:rsid w:val="00DE735D"/>
    <w:rsid w:val="00DE7398"/>
    <w:rsid w:val="00DE759A"/>
    <w:rsid w:val="00DE76B9"/>
    <w:rsid w:val="00DE7799"/>
    <w:rsid w:val="00DE7F4B"/>
    <w:rsid w:val="00DF0149"/>
    <w:rsid w:val="00DF07E6"/>
    <w:rsid w:val="00DF0CC4"/>
    <w:rsid w:val="00DF0E8F"/>
    <w:rsid w:val="00DF0F28"/>
    <w:rsid w:val="00DF1414"/>
    <w:rsid w:val="00DF14D6"/>
    <w:rsid w:val="00DF14F9"/>
    <w:rsid w:val="00DF1556"/>
    <w:rsid w:val="00DF16CB"/>
    <w:rsid w:val="00DF1DB2"/>
    <w:rsid w:val="00DF24BA"/>
    <w:rsid w:val="00DF2A15"/>
    <w:rsid w:val="00DF3068"/>
    <w:rsid w:val="00DF30D6"/>
    <w:rsid w:val="00DF3167"/>
    <w:rsid w:val="00DF3206"/>
    <w:rsid w:val="00DF3B7F"/>
    <w:rsid w:val="00DF4C8F"/>
    <w:rsid w:val="00DF4E98"/>
    <w:rsid w:val="00DF5626"/>
    <w:rsid w:val="00DF58D2"/>
    <w:rsid w:val="00DF5977"/>
    <w:rsid w:val="00DF5B14"/>
    <w:rsid w:val="00DF6192"/>
    <w:rsid w:val="00DF6304"/>
    <w:rsid w:val="00DF6D05"/>
    <w:rsid w:val="00DF6F9E"/>
    <w:rsid w:val="00DF7A9A"/>
    <w:rsid w:val="00DF7FC1"/>
    <w:rsid w:val="00E00BD1"/>
    <w:rsid w:val="00E00F99"/>
    <w:rsid w:val="00E0164E"/>
    <w:rsid w:val="00E019BE"/>
    <w:rsid w:val="00E02259"/>
    <w:rsid w:val="00E02764"/>
    <w:rsid w:val="00E02B1F"/>
    <w:rsid w:val="00E03D8C"/>
    <w:rsid w:val="00E043E6"/>
    <w:rsid w:val="00E04A19"/>
    <w:rsid w:val="00E04EDE"/>
    <w:rsid w:val="00E050A8"/>
    <w:rsid w:val="00E0529F"/>
    <w:rsid w:val="00E05432"/>
    <w:rsid w:val="00E056E3"/>
    <w:rsid w:val="00E057E4"/>
    <w:rsid w:val="00E05B05"/>
    <w:rsid w:val="00E06E7B"/>
    <w:rsid w:val="00E074B2"/>
    <w:rsid w:val="00E07F38"/>
    <w:rsid w:val="00E10151"/>
    <w:rsid w:val="00E102A6"/>
    <w:rsid w:val="00E109FB"/>
    <w:rsid w:val="00E10CB0"/>
    <w:rsid w:val="00E10CC3"/>
    <w:rsid w:val="00E10CFC"/>
    <w:rsid w:val="00E1107B"/>
    <w:rsid w:val="00E114C5"/>
    <w:rsid w:val="00E11BA1"/>
    <w:rsid w:val="00E11D68"/>
    <w:rsid w:val="00E11DE6"/>
    <w:rsid w:val="00E1241D"/>
    <w:rsid w:val="00E1258C"/>
    <w:rsid w:val="00E12E1C"/>
    <w:rsid w:val="00E13073"/>
    <w:rsid w:val="00E1375B"/>
    <w:rsid w:val="00E1436B"/>
    <w:rsid w:val="00E143EF"/>
    <w:rsid w:val="00E14A45"/>
    <w:rsid w:val="00E14ED9"/>
    <w:rsid w:val="00E1520E"/>
    <w:rsid w:val="00E15437"/>
    <w:rsid w:val="00E15A30"/>
    <w:rsid w:val="00E16226"/>
    <w:rsid w:val="00E166F9"/>
    <w:rsid w:val="00E17288"/>
    <w:rsid w:val="00E172E4"/>
    <w:rsid w:val="00E17C2B"/>
    <w:rsid w:val="00E20257"/>
    <w:rsid w:val="00E20969"/>
    <w:rsid w:val="00E20EB3"/>
    <w:rsid w:val="00E20EE6"/>
    <w:rsid w:val="00E216F5"/>
    <w:rsid w:val="00E21FAC"/>
    <w:rsid w:val="00E226C9"/>
    <w:rsid w:val="00E2270F"/>
    <w:rsid w:val="00E22A55"/>
    <w:rsid w:val="00E22D49"/>
    <w:rsid w:val="00E22E17"/>
    <w:rsid w:val="00E22FD8"/>
    <w:rsid w:val="00E234D9"/>
    <w:rsid w:val="00E2484F"/>
    <w:rsid w:val="00E256D4"/>
    <w:rsid w:val="00E25821"/>
    <w:rsid w:val="00E25CED"/>
    <w:rsid w:val="00E25F16"/>
    <w:rsid w:val="00E264DB"/>
    <w:rsid w:val="00E26778"/>
    <w:rsid w:val="00E2694B"/>
    <w:rsid w:val="00E26E12"/>
    <w:rsid w:val="00E27CC3"/>
    <w:rsid w:val="00E3022C"/>
    <w:rsid w:val="00E30565"/>
    <w:rsid w:val="00E30BDA"/>
    <w:rsid w:val="00E310EA"/>
    <w:rsid w:val="00E314F1"/>
    <w:rsid w:val="00E31F8A"/>
    <w:rsid w:val="00E32081"/>
    <w:rsid w:val="00E320DA"/>
    <w:rsid w:val="00E3237D"/>
    <w:rsid w:val="00E32737"/>
    <w:rsid w:val="00E32F7F"/>
    <w:rsid w:val="00E33054"/>
    <w:rsid w:val="00E33197"/>
    <w:rsid w:val="00E336A0"/>
    <w:rsid w:val="00E33B8E"/>
    <w:rsid w:val="00E33D27"/>
    <w:rsid w:val="00E342F3"/>
    <w:rsid w:val="00E34502"/>
    <w:rsid w:val="00E3488C"/>
    <w:rsid w:val="00E349AB"/>
    <w:rsid w:val="00E34B81"/>
    <w:rsid w:val="00E34E3C"/>
    <w:rsid w:val="00E34F85"/>
    <w:rsid w:val="00E3514A"/>
    <w:rsid w:val="00E354B3"/>
    <w:rsid w:val="00E3591F"/>
    <w:rsid w:val="00E35CB2"/>
    <w:rsid w:val="00E360BD"/>
    <w:rsid w:val="00E36389"/>
    <w:rsid w:val="00E36473"/>
    <w:rsid w:val="00E36DA2"/>
    <w:rsid w:val="00E37308"/>
    <w:rsid w:val="00E374F4"/>
    <w:rsid w:val="00E4137B"/>
    <w:rsid w:val="00E41607"/>
    <w:rsid w:val="00E41C16"/>
    <w:rsid w:val="00E41C50"/>
    <w:rsid w:val="00E41DD5"/>
    <w:rsid w:val="00E41F3A"/>
    <w:rsid w:val="00E41FB2"/>
    <w:rsid w:val="00E420D4"/>
    <w:rsid w:val="00E43146"/>
    <w:rsid w:val="00E4327D"/>
    <w:rsid w:val="00E435EF"/>
    <w:rsid w:val="00E436E5"/>
    <w:rsid w:val="00E43AF9"/>
    <w:rsid w:val="00E43DA9"/>
    <w:rsid w:val="00E4404A"/>
    <w:rsid w:val="00E4472E"/>
    <w:rsid w:val="00E44979"/>
    <w:rsid w:val="00E44D65"/>
    <w:rsid w:val="00E44E2C"/>
    <w:rsid w:val="00E451CF"/>
    <w:rsid w:val="00E45807"/>
    <w:rsid w:val="00E458DB"/>
    <w:rsid w:val="00E46992"/>
    <w:rsid w:val="00E475CF"/>
    <w:rsid w:val="00E47D57"/>
    <w:rsid w:val="00E505DE"/>
    <w:rsid w:val="00E5067F"/>
    <w:rsid w:val="00E5078E"/>
    <w:rsid w:val="00E5080A"/>
    <w:rsid w:val="00E5083E"/>
    <w:rsid w:val="00E509CC"/>
    <w:rsid w:val="00E51438"/>
    <w:rsid w:val="00E5151B"/>
    <w:rsid w:val="00E51D72"/>
    <w:rsid w:val="00E5211C"/>
    <w:rsid w:val="00E5238A"/>
    <w:rsid w:val="00E5254D"/>
    <w:rsid w:val="00E5280D"/>
    <w:rsid w:val="00E52B3D"/>
    <w:rsid w:val="00E52EB7"/>
    <w:rsid w:val="00E5304D"/>
    <w:rsid w:val="00E53243"/>
    <w:rsid w:val="00E53331"/>
    <w:rsid w:val="00E5364B"/>
    <w:rsid w:val="00E5379E"/>
    <w:rsid w:val="00E53A4D"/>
    <w:rsid w:val="00E53D3A"/>
    <w:rsid w:val="00E53E8D"/>
    <w:rsid w:val="00E54801"/>
    <w:rsid w:val="00E562F9"/>
    <w:rsid w:val="00E5649E"/>
    <w:rsid w:val="00E56C5A"/>
    <w:rsid w:val="00E57177"/>
    <w:rsid w:val="00E57827"/>
    <w:rsid w:val="00E57A6A"/>
    <w:rsid w:val="00E57E41"/>
    <w:rsid w:val="00E6005F"/>
    <w:rsid w:val="00E60128"/>
    <w:rsid w:val="00E60280"/>
    <w:rsid w:val="00E60B60"/>
    <w:rsid w:val="00E60E04"/>
    <w:rsid w:val="00E6135C"/>
    <w:rsid w:val="00E61A0A"/>
    <w:rsid w:val="00E61BD3"/>
    <w:rsid w:val="00E61E8E"/>
    <w:rsid w:val="00E61EFA"/>
    <w:rsid w:val="00E6270D"/>
    <w:rsid w:val="00E629CF"/>
    <w:rsid w:val="00E6318D"/>
    <w:rsid w:val="00E635E5"/>
    <w:rsid w:val="00E64441"/>
    <w:rsid w:val="00E64E79"/>
    <w:rsid w:val="00E65417"/>
    <w:rsid w:val="00E65A5A"/>
    <w:rsid w:val="00E65F9B"/>
    <w:rsid w:val="00E6603F"/>
    <w:rsid w:val="00E662EB"/>
    <w:rsid w:val="00E66C73"/>
    <w:rsid w:val="00E702CD"/>
    <w:rsid w:val="00E704AB"/>
    <w:rsid w:val="00E7060F"/>
    <w:rsid w:val="00E71003"/>
    <w:rsid w:val="00E71A63"/>
    <w:rsid w:val="00E71A91"/>
    <w:rsid w:val="00E71D7A"/>
    <w:rsid w:val="00E72632"/>
    <w:rsid w:val="00E73574"/>
    <w:rsid w:val="00E73B44"/>
    <w:rsid w:val="00E73B8C"/>
    <w:rsid w:val="00E73FDC"/>
    <w:rsid w:val="00E74398"/>
    <w:rsid w:val="00E743E6"/>
    <w:rsid w:val="00E74AA7"/>
    <w:rsid w:val="00E74F57"/>
    <w:rsid w:val="00E7559F"/>
    <w:rsid w:val="00E75781"/>
    <w:rsid w:val="00E7638A"/>
    <w:rsid w:val="00E76399"/>
    <w:rsid w:val="00E76AFF"/>
    <w:rsid w:val="00E76D16"/>
    <w:rsid w:val="00E7722F"/>
    <w:rsid w:val="00E77DBF"/>
    <w:rsid w:val="00E802E2"/>
    <w:rsid w:val="00E806A3"/>
    <w:rsid w:val="00E809CF"/>
    <w:rsid w:val="00E81653"/>
    <w:rsid w:val="00E81908"/>
    <w:rsid w:val="00E81B30"/>
    <w:rsid w:val="00E81EE9"/>
    <w:rsid w:val="00E81FF3"/>
    <w:rsid w:val="00E826BA"/>
    <w:rsid w:val="00E82BB6"/>
    <w:rsid w:val="00E83B8D"/>
    <w:rsid w:val="00E8417D"/>
    <w:rsid w:val="00E84596"/>
    <w:rsid w:val="00E84733"/>
    <w:rsid w:val="00E84C13"/>
    <w:rsid w:val="00E84F8C"/>
    <w:rsid w:val="00E85855"/>
    <w:rsid w:val="00E85CB9"/>
    <w:rsid w:val="00E85EE0"/>
    <w:rsid w:val="00E85F60"/>
    <w:rsid w:val="00E86111"/>
    <w:rsid w:val="00E8674E"/>
    <w:rsid w:val="00E869FF"/>
    <w:rsid w:val="00E86D41"/>
    <w:rsid w:val="00E86F40"/>
    <w:rsid w:val="00E87093"/>
    <w:rsid w:val="00E871C0"/>
    <w:rsid w:val="00E8772F"/>
    <w:rsid w:val="00E87CEC"/>
    <w:rsid w:val="00E87D87"/>
    <w:rsid w:val="00E900F1"/>
    <w:rsid w:val="00E902DA"/>
    <w:rsid w:val="00E9065E"/>
    <w:rsid w:val="00E90B30"/>
    <w:rsid w:val="00E90C80"/>
    <w:rsid w:val="00E90FB8"/>
    <w:rsid w:val="00E91504"/>
    <w:rsid w:val="00E91589"/>
    <w:rsid w:val="00E916CD"/>
    <w:rsid w:val="00E91C4D"/>
    <w:rsid w:val="00E91C9F"/>
    <w:rsid w:val="00E9205E"/>
    <w:rsid w:val="00E9279A"/>
    <w:rsid w:val="00E928D5"/>
    <w:rsid w:val="00E92CD0"/>
    <w:rsid w:val="00E92DBF"/>
    <w:rsid w:val="00E9336D"/>
    <w:rsid w:val="00E93443"/>
    <w:rsid w:val="00E93A5A"/>
    <w:rsid w:val="00E93D96"/>
    <w:rsid w:val="00E93F61"/>
    <w:rsid w:val="00E94812"/>
    <w:rsid w:val="00E94A2E"/>
    <w:rsid w:val="00E94F55"/>
    <w:rsid w:val="00E955C4"/>
    <w:rsid w:val="00E95E63"/>
    <w:rsid w:val="00E95E98"/>
    <w:rsid w:val="00E964F2"/>
    <w:rsid w:val="00E968F0"/>
    <w:rsid w:val="00E968F2"/>
    <w:rsid w:val="00E9691D"/>
    <w:rsid w:val="00E96CA8"/>
    <w:rsid w:val="00E96D8A"/>
    <w:rsid w:val="00E96F75"/>
    <w:rsid w:val="00E97388"/>
    <w:rsid w:val="00E9772C"/>
    <w:rsid w:val="00E9779C"/>
    <w:rsid w:val="00E97A23"/>
    <w:rsid w:val="00E97EBF"/>
    <w:rsid w:val="00EA0263"/>
    <w:rsid w:val="00EA0BF5"/>
    <w:rsid w:val="00EA13C8"/>
    <w:rsid w:val="00EA18F5"/>
    <w:rsid w:val="00EA191D"/>
    <w:rsid w:val="00EA1BB2"/>
    <w:rsid w:val="00EA1E61"/>
    <w:rsid w:val="00EA1EDC"/>
    <w:rsid w:val="00EA2042"/>
    <w:rsid w:val="00EA2180"/>
    <w:rsid w:val="00EA2BEB"/>
    <w:rsid w:val="00EA2CF6"/>
    <w:rsid w:val="00EA31DC"/>
    <w:rsid w:val="00EA38C1"/>
    <w:rsid w:val="00EA3E45"/>
    <w:rsid w:val="00EA406D"/>
    <w:rsid w:val="00EA41A4"/>
    <w:rsid w:val="00EA4BFC"/>
    <w:rsid w:val="00EA55C6"/>
    <w:rsid w:val="00EA56B8"/>
    <w:rsid w:val="00EA5E22"/>
    <w:rsid w:val="00EA5EE8"/>
    <w:rsid w:val="00EA65A0"/>
    <w:rsid w:val="00EA65F7"/>
    <w:rsid w:val="00EA6801"/>
    <w:rsid w:val="00EA6AD0"/>
    <w:rsid w:val="00EA6D31"/>
    <w:rsid w:val="00EA6DB4"/>
    <w:rsid w:val="00EA6E51"/>
    <w:rsid w:val="00EA747E"/>
    <w:rsid w:val="00EA76FB"/>
    <w:rsid w:val="00EA7725"/>
    <w:rsid w:val="00EA79B5"/>
    <w:rsid w:val="00EA7C54"/>
    <w:rsid w:val="00EA7E13"/>
    <w:rsid w:val="00EB00AD"/>
    <w:rsid w:val="00EB017A"/>
    <w:rsid w:val="00EB0A55"/>
    <w:rsid w:val="00EB0D1B"/>
    <w:rsid w:val="00EB1089"/>
    <w:rsid w:val="00EB1143"/>
    <w:rsid w:val="00EB126E"/>
    <w:rsid w:val="00EB142F"/>
    <w:rsid w:val="00EB14A1"/>
    <w:rsid w:val="00EB14DE"/>
    <w:rsid w:val="00EB154E"/>
    <w:rsid w:val="00EB1C78"/>
    <w:rsid w:val="00EB20E1"/>
    <w:rsid w:val="00EB240C"/>
    <w:rsid w:val="00EB359F"/>
    <w:rsid w:val="00EB3B5F"/>
    <w:rsid w:val="00EB4A6F"/>
    <w:rsid w:val="00EB4B87"/>
    <w:rsid w:val="00EB4F44"/>
    <w:rsid w:val="00EB50D2"/>
    <w:rsid w:val="00EB5E1C"/>
    <w:rsid w:val="00EB5ED0"/>
    <w:rsid w:val="00EB6921"/>
    <w:rsid w:val="00EB70EB"/>
    <w:rsid w:val="00EB789C"/>
    <w:rsid w:val="00EB7E6C"/>
    <w:rsid w:val="00EB7F26"/>
    <w:rsid w:val="00EC0E1A"/>
    <w:rsid w:val="00EC13A9"/>
    <w:rsid w:val="00EC15B0"/>
    <w:rsid w:val="00EC16B1"/>
    <w:rsid w:val="00EC174E"/>
    <w:rsid w:val="00EC17BE"/>
    <w:rsid w:val="00EC1BDD"/>
    <w:rsid w:val="00EC1E0E"/>
    <w:rsid w:val="00EC1F73"/>
    <w:rsid w:val="00EC24BB"/>
    <w:rsid w:val="00EC277F"/>
    <w:rsid w:val="00EC2A3B"/>
    <w:rsid w:val="00EC2AC6"/>
    <w:rsid w:val="00EC2C2D"/>
    <w:rsid w:val="00EC2CC6"/>
    <w:rsid w:val="00EC2F82"/>
    <w:rsid w:val="00EC395E"/>
    <w:rsid w:val="00EC39F7"/>
    <w:rsid w:val="00EC457E"/>
    <w:rsid w:val="00EC4C86"/>
    <w:rsid w:val="00EC50EE"/>
    <w:rsid w:val="00EC5182"/>
    <w:rsid w:val="00EC57A8"/>
    <w:rsid w:val="00EC57CA"/>
    <w:rsid w:val="00EC61A3"/>
    <w:rsid w:val="00EC6306"/>
    <w:rsid w:val="00EC6369"/>
    <w:rsid w:val="00EC64AE"/>
    <w:rsid w:val="00EC684C"/>
    <w:rsid w:val="00EC6ED6"/>
    <w:rsid w:val="00EC73F8"/>
    <w:rsid w:val="00EC74D7"/>
    <w:rsid w:val="00EC7A95"/>
    <w:rsid w:val="00ED0176"/>
    <w:rsid w:val="00ED030C"/>
    <w:rsid w:val="00ED03C7"/>
    <w:rsid w:val="00ED0517"/>
    <w:rsid w:val="00ED074E"/>
    <w:rsid w:val="00ED0904"/>
    <w:rsid w:val="00ED0AE0"/>
    <w:rsid w:val="00ED0B2D"/>
    <w:rsid w:val="00ED0FBF"/>
    <w:rsid w:val="00ED152F"/>
    <w:rsid w:val="00ED1A2B"/>
    <w:rsid w:val="00ED1E95"/>
    <w:rsid w:val="00ED1EB1"/>
    <w:rsid w:val="00ED1FD3"/>
    <w:rsid w:val="00ED35C6"/>
    <w:rsid w:val="00ED3A02"/>
    <w:rsid w:val="00ED3D08"/>
    <w:rsid w:val="00ED4112"/>
    <w:rsid w:val="00ED4541"/>
    <w:rsid w:val="00ED47AB"/>
    <w:rsid w:val="00ED47FD"/>
    <w:rsid w:val="00ED4A2E"/>
    <w:rsid w:val="00ED5260"/>
    <w:rsid w:val="00ED528E"/>
    <w:rsid w:val="00ED5D34"/>
    <w:rsid w:val="00ED61CB"/>
    <w:rsid w:val="00ED6538"/>
    <w:rsid w:val="00ED6897"/>
    <w:rsid w:val="00ED6A68"/>
    <w:rsid w:val="00ED6ABE"/>
    <w:rsid w:val="00ED74FF"/>
    <w:rsid w:val="00ED7545"/>
    <w:rsid w:val="00ED7795"/>
    <w:rsid w:val="00ED7BDE"/>
    <w:rsid w:val="00ED7CE5"/>
    <w:rsid w:val="00EE047F"/>
    <w:rsid w:val="00EE0494"/>
    <w:rsid w:val="00EE08DF"/>
    <w:rsid w:val="00EE0CDD"/>
    <w:rsid w:val="00EE1105"/>
    <w:rsid w:val="00EE1698"/>
    <w:rsid w:val="00EE2925"/>
    <w:rsid w:val="00EE2CEB"/>
    <w:rsid w:val="00EE2E34"/>
    <w:rsid w:val="00EE3031"/>
    <w:rsid w:val="00EE33AE"/>
    <w:rsid w:val="00EE3537"/>
    <w:rsid w:val="00EE3C7A"/>
    <w:rsid w:val="00EE40AB"/>
    <w:rsid w:val="00EE427E"/>
    <w:rsid w:val="00EE4FE1"/>
    <w:rsid w:val="00EE5754"/>
    <w:rsid w:val="00EE58BD"/>
    <w:rsid w:val="00EE5C2E"/>
    <w:rsid w:val="00EE5E32"/>
    <w:rsid w:val="00EE5E4F"/>
    <w:rsid w:val="00EE6191"/>
    <w:rsid w:val="00EE6549"/>
    <w:rsid w:val="00EE76F3"/>
    <w:rsid w:val="00EE7B4B"/>
    <w:rsid w:val="00EF0C3E"/>
    <w:rsid w:val="00EF15CC"/>
    <w:rsid w:val="00EF16BC"/>
    <w:rsid w:val="00EF1B96"/>
    <w:rsid w:val="00EF2008"/>
    <w:rsid w:val="00EF2121"/>
    <w:rsid w:val="00EF23A7"/>
    <w:rsid w:val="00EF2440"/>
    <w:rsid w:val="00EF250F"/>
    <w:rsid w:val="00EF30AB"/>
    <w:rsid w:val="00EF36C5"/>
    <w:rsid w:val="00EF3740"/>
    <w:rsid w:val="00EF42A6"/>
    <w:rsid w:val="00EF478E"/>
    <w:rsid w:val="00EF4B32"/>
    <w:rsid w:val="00EF5352"/>
    <w:rsid w:val="00EF54D6"/>
    <w:rsid w:val="00EF5504"/>
    <w:rsid w:val="00EF5647"/>
    <w:rsid w:val="00EF5846"/>
    <w:rsid w:val="00EF5A47"/>
    <w:rsid w:val="00EF6906"/>
    <w:rsid w:val="00EF697E"/>
    <w:rsid w:val="00EF6A31"/>
    <w:rsid w:val="00EF6C82"/>
    <w:rsid w:val="00EF6D74"/>
    <w:rsid w:val="00EF6DED"/>
    <w:rsid w:val="00EF72D8"/>
    <w:rsid w:val="00EF7509"/>
    <w:rsid w:val="00EF7722"/>
    <w:rsid w:val="00EF7E41"/>
    <w:rsid w:val="00F00D47"/>
    <w:rsid w:val="00F0100C"/>
    <w:rsid w:val="00F016B3"/>
    <w:rsid w:val="00F019D5"/>
    <w:rsid w:val="00F01B29"/>
    <w:rsid w:val="00F01F56"/>
    <w:rsid w:val="00F02105"/>
    <w:rsid w:val="00F0214E"/>
    <w:rsid w:val="00F02490"/>
    <w:rsid w:val="00F02C36"/>
    <w:rsid w:val="00F0332C"/>
    <w:rsid w:val="00F03541"/>
    <w:rsid w:val="00F03661"/>
    <w:rsid w:val="00F03A04"/>
    <w:rsid w:val="00F03B14"/>
    <w:rsid w:val="00F041AC"/>
    <w:rsid w:val="00F041E1"/>
    <w:rsid w:val="00F04838"/>
    <w:rsid w:val="00F04A42"/>
    <w:rsid w:val="00F04C8D"/>
    <w:rsid w:val="00F05591"/>
    <w:rsid w:val="00F058CF"/>
    <w:rsid w:val="00F077CD"/>
    <w:rsid w:val="00F07957"/>
    <w:rsid w:val="00F07A77"/>
    <w:rsid w:val="00F07F1C"/>
    <w:rsid w:val="00F07F87"/>
    <w:rsid w:val="00F1088B"/>
    <w:rsid w:val="00F1095E"/>
    <w:rsid w:val="00F10C43"/>
    <w:rsid w:val="00F10E64"/>
    <w:rsid w:val="00F10F34"/>
    <w:rsid w:val="00F118CE"/>
    <w:rsid w:val="00F1194A"/>
    <w:rsid w:val="00F126E7"/>
    <w:rsid w:val="00F127B7"/>
    <w:rsid w:val="00F1280D"/>
    <w:rsid w:val="00F12F36"/>
    <w:rsid w:val="00F130C1"/>
    <w:rsid w:val="00F130F2"/>
    <w:rsid w:val="00F13306"/>
    <w:rsid w:val="00F1345B"/>
    <w:rsid w:val="00F13C77"/>
    <w:rsid w:val="00F13EDD"/>
    <w:rsid w:val="00F13F0E"/>
    <w:rsid w:val="00F146F5"/>
    <w:rsid w:val="00F14893"/>
    <w:rsid w:val="00F14A7B"/>
    <w:rsid w:val="00F15191"/>
    <w:rsid w:val="00F15386"/>
    <w:rsid w:val="00F154F9"/>
    <w:rsid w:val="00F15630"/>
    <w:rsid w:val="00F1778D"/>
    <w:rsid w:val="00F1797D"/>
    <w:rsid w:val="00F17C86"/>
    <w:rsid w:val="00F17CA5"/>
    <w:rsid w:val="00F17EED"/>
    <w:rsid w:val="00F2007D"/>
    <w:rsid w:val="00F209A9"/>
    <w:rsid w:val="00F20BE2"/>
    <w:rsid w:val="00F20DD0"/>
    <w:rsid w:val="00F21659"/>
    <w:rsid w:val="00F219B4"/>
    <w:rsid w:val="00F21DE0"/>
    <w:rsid w:val="00F21FB2"/>
    <w:rsid w:val="00F2232B"/>
    <w:rsid w:val="00F22B9E"/>
    <w:rsid w:val="00F22C9C"/>
    <w:rsid w:val="00F22DAB"/>
    <w:rsid w:val="00F230BA"/>
    <w:rsid w:val="00F23E3F"/>
    <w:rsid w:val="00F2452E"/>
    <w:rsid w:val="00F245D5"/>
    <w:rsid w:val="00F259CC"/>
    <w:rsid w:val="00F25DE7"/>
    <w:rsid w:val="00F26024"/>
    <w:rsid w:val="00F262E0"/>
    <w:rsid w:val="00F26431"/>
    <w:rsid w:val="00F2699B"/>
    <w:rsid w:val="00F26BAF"/>
    <w:rsid w:val="00F26C24"/>
    <w:rsid w:val="00F27C7B"/>
    <w:rsid w:val="00F30073"/>
    <w:rsid w:val="00F30182"/>
    <w:rsid w:val="00F30972"/>
    <w:rsid w:val="00F30B8A"/>
    <w:rsid w:val="00F30C16"/>
    <w:rsid w:val="00F30D5D"/>
    <w:rsid w:val="00F30EFF"/>
    <w:rsid w:val="00F3107D"/>
    <w:rsid w:val="00F3110C"/>
    <w:rsid w:val="00F31249"/>
    <w:rsid w:val="00F31337"/>
    <w:rsid w:val="00F317A1"/>
    <w:rsid w:val="00F31831"/>
    <w:rsid w:val="00F31904"/>
    <w:rsid w:val="00F31D14"/>
    <w:rsid w:val="00F3282F"/>
    <w:rsid w:val="00F333F9"/>
    <w:rsid w:val="00F3362C"/>
    <w:rsid w:val="00F33767"/>
    <w:rsid w:val="00F3407B"/>
    <w:rsid w:val="00F3487E"/>
    <w:rsid w:val="00F351BD"/>
    <w:rsid w:val="00F35C66"/>
    <w:rsid w:val="00F36042"/>
    <w:rsid w:val="00F36449"/>
    <w:rsid w:val="00F36631"/>
    <w:rsid w:val="00F36850"/>
    <w:rsid w:val="00F36CAE"/>
    <w:rsid w:val="00F371D9"/>
    <w:rsid w:val="00F37449"/>
    <w:rsid w:val="00F3746E"/>
    <w:rsid w:val="00F374E3"/>
    <w:rsid w:val="00F377BC"/>
    <w:rsid w:val="00F37C99"/>
    <w:rsid w:val="00F37D4C"/>
    <w:rsid w:val="00F4008A"/>
    <w:rsid w:val="00F403E5"/>
    <w:rsid w:val="00F404E9"/>
    <w:rsid w:val="00F4063E"/>
    <w:rsid w:val="00F4077F"/>
    <w:rsid w:val="00F407FE"/>
    <w:rsid w:val="00F4134B"/>
    <w:rsid w:val="00F4137F"/>
    <w:rsid w:val="00F41634"/>
    <w:rsid w:val="00F41803"/>
    <w:rsid w:val="00F41DFC"/>
    <w:rsid w:val="00F41F2D"/>
    <w:rsid w:val="00F42379"/>
    <w:rsid w:val="00F42D05"/>
    <w:rsid w:val="00F43D3F"/>
    <w:rsid w:val="00F43EBE"/>
    <w:rsid w:val="00F44253"/>
    <w:rsid w:val="00F44601"/>
    <w:rsid w:val="00F4464D"/>
    <w:rsid w:val="00F44731"/>
    <w:rsid w:val="00F447B3"/>
    <w:rsid w:val="00F44B44"/>
    <w:rsid w:val="00F44D0C"/>
    <w:rsid w:val="00F45119"/>
    <w:rsid w:val="00F45D42"/>
    <w:rsid w:val="00F45F10"/>
    <w:rsid w:val="00F45FDD"/>
    <w:rsid w:val="00F46257"/>
    <w:rsid w:val="00F46328"/>
    <w:rsid w:val="00F469DB"/>
    <w:rsid w:val="00F46BAD"/>
    <w:rsid w:val="00F478B9"/>
    <w:rsid w:val="00F47F78"/>
    <w:rsid w:val="00F50A62"/>
    <w:rsid w:val="00F50B72"/>
    <w:rsid w:val="00F518A0"/>
    <w:rsid w:val="00F5316A"/>
    <w:rsid w:val="00F53193"/>
    <w:rsid w:val="00F533C7"/>
    <w:rsid w:val="00F53897"/>
    <w:rsid w:val="00F53955"/>
    <w:rsid w:val="00F53B13"/>
    <w:rsid w:val="00F53F81"/>
    <w:rsid w:val="00F540A9"/>
    <w:rsid w:val="00F54953"/>
    <w:rsid w:val="00F54AD6"/>
    <w:rsid w:val="00F556ED"/>
    <w:rsid w:val="00F563C8"/>
    <w:rsid w:val="00F56693"/>
    <w:rsid w:val="00F56788"/>
    <w:rsid w:val="00F567A0"/>
    <w:rsid w:val="00F567D2"/>
    <w:rsid w:val="00F56C78"/>
    <w:rsid w:val="00F5754D"/>
    <w:rsid w:val="00F5757D"/>
    <w:rsid w:val="00F576FB"/>
    <w:rsid w:val="00F577CB"/>
    <w:rsid w:val="00F5782B"/>
    <w:rsid w:val="00F607AB"/>
    <w:rsid w:val="00F60B00"/>
    <w:rsid w:val="00F6102F"/>
    <w:rsid w:val="00F6107F"/>
    <w:rsid w:val="00F61400"/>
    <w:rsid w:val="00F617EC"/>
    <w:rsid w:val="00F62157"/>
    <w:rsid w:val="00F62440"/>
    <w:rsid w:val="00F6282B"/>
    <w:rsid w:val="00F62BCD"/>
    <w:rsid w:val="00F62C41"/>
    <w:rsid w:val="00F63326"/>
    <w:rsid w:val="00F64DD9"/>
    <w:rsid w:val="00F65380"/>
    <w:rsid w:val="00F6553A"/>
    <w:rsid w:val="00F65577"/>
    <w:rsid w:val="00F656AB"/>
    <w:rsid w:val="00F65AA2"/>
    <w:rsid w:val="00F6644E"/>
    <w:rsid w:val="00F664EF"/>
    <w:rsid w:val="00F66655"/>
    <w:rsid w:val="00F66BA4"/>
    <w:rsid w:val="00F66D89"/>
    <w:rsid w:val="00F6706D"/>
    <w:rsid w:val="00F6763A"/>
    <w:rsid w:val="00F67A69"/>
    <w:rsid w:val="00F67EF8"/>
    <w:rsid w:val="00F67F5E"/>
    <w:rsid w:val="00F702BD"/>
    <w:rsid w:val="00F706FA"/>
    <w:rsid w:val="00F70968"/>
    <w:rsid w:val="00F70CFC"/>
    <w:rsid w:val="00F70E41"/>
    <w:rsid w:val="00F70F5F"/>
    <w:rsid w:val="00F70FB3"/>
    <w:rsid w:val="00F71094"/>
    <w:rsid w:val="00F7122C"/>
    <w:rsid w:val="00F7135D"/>
    <w:rsid w:val="00F71738"/>
    <w:rsid w:val="00F72497"/>
    <w:rsid w:val="00F72C2F"/>
    <w:rsid w:val="00F72C40"/>
    <w:rsid w:val="00F72E34"/>
    <w:rsid w:val="00F7308D"/>
    <w:rsid w:val="00F73145"/>
    <w:rsid w:val="00F731E5"/>
    <w:rsid w:val="00F7393C"/>
    <w:rsid w:val="00F73C16"/>
    <w:rsid w:val="00F73E9A"/>
    <w:rsid w:val="00F7474D"/>
    <w:rsid w:val="00F74B95"/>
    <w:rsid w:val="00F74BFC"/>
    <w:rsid w:val="00F74F75"/>
    <w:rsid w:val="00F750AC"/>
    <w:rsid w:val="00F75168"/>
    <w:rsid w:val="00F759F5"/>
    <w:rsid w:val="00F75C26"/>
    <w:rsid w:val="00F75C97"/>
    <w:rsid w:val="00F75CB4"/>
    <w:rsid w:val="00F761A9"/>
    <w:rsid w:val="00F76885"/>
    <w:rsid w:val="00F80925"/>
    <w:rsid w:val="00F80B5B"/>
    <w:rsid w:val="00F80C61"/>
    <w:rsid w:val="00F80CEC"/>
    <w:rsid w:val="00F81098"/>
    <w:rsid w:val="00F819B0"/>
    <w:rsid w:val="00F81CA8"/>
    <w:rsid w:val="00F82A87"/>
    <w:rsid w:val="00F82D21"/>
    <w:rsid w:val="00F83031"/>
    <w:rsid w:val="00F832EF"/>
    <w:rsid w:val="00F83C34"/>
    <w:rsid w:val="00F83D67"/>
    <w:rsid w:val="00F83E79"/>
    <w:rsid w:val="00F84259"/>
    <w:rsid w:val="00F8426C"/>
    <w:rsid w:val="00F84595"/>
    <w:rsid w:val="00F847BB"/>
    <w:rsid w:val="00F85192"/>
    <w:rsid w:val="00F851D0"/>
    <w:rsid w:val="00F85DDE"/>
    <w:rsid w:val="00F85F62"/>
    <w:rsid w:val="00F86286"/>
    <w:rsid w:val="00F8640E"/>
    <w:rsid w:val="00F86661"/>
    <w:rsid w:val="00F869AD"/>
    <w:rsid w:val="00F86CBF"/>
    <w:rsid w:val="00F86D61"/>
    <w:rsid w:val="00F86F10"/>
    <w:rsid w:val="00F8704D"/>
    <w:rsid w:val="00F87409"/>
    <w:rsid w:val="00F87C6B"/>
    <w:rsid w:val="00F87F87"/>
    <w:rsid w:val="00F900AE"/>
    <w:rsid w:val="00F900F7"/>
    <w:rsid w:val="00F9041B"/>
    <w:rsid w:val="00F90712"/>
    <w:rsid w:val="00F90A47"/>
    <w:rsid w:val="00F90D26"/>
    <w:rsid w:val="00F90FAE"/>
    <w:rsid w:val="00F914C6"/>
    <w:rsid w:val="00F91999"/>
    <w:rsid w:val="00F91AFE"/>
    <w:rsid w:val="00F9288F"/>
    <w:rsid w:val="00F92DCC"/>
    <w:rsid w:val="00F930E2"/>
    <w:rsid w:val="00F938BF"/>
    <w:rsid w:val="00F93908"/>
    <w:rsid w:val="00F9419A"/>
    <w:rsid w:val="00F94659"/>
    <w:rsid w:val="00F94B68"/>
    <w:rsid w:val="00F94DB4"/>
    <w:rsid w:val="00F94DCC"/>
    <w:rsid w:val="00F95560"/>
    <w:rsid w:val="00F95C81"/>
    <w:rsid w:val="00F961B6"/>
    <w:rsid w:val="00F9646F"/>
    <w:rsid w:val="00F973A3"/>
    <w:rsid w:val="00F97452"/>
    <w:rsid w:val="00F974AD"/>
    <w:rsid w:val="00F9763B"/>
    <w:rsid w:val="00F976EB"/>
    <w:rsid w:val="00F97802"/>
    <w:rsid w:val="00F97911"/>
    <w:rsid w:val="00FA0F3F"/>
    <w:rsid w:val="00FA1A0C"/>
    <w:rsid w:val="00FA1C75"/>
    <w:rsid w:val="00FA1D03"/>
    <w:rsid w:val="00FA1ED7"/>
    <w:rsid w:val="00FA2998"/>
    <w:rsid w:val="00FA2A1B"/>
    <w:rsid w:val="00FA2F09"/>
    <w:rsid w:val="00FA30CE"/>
    <w:rsid w:val="00FA3124"/>
    <w:rsid w:val="00FA35E5"/>
    <w:rsid w:val="00FA384E"/>
    <w:rsid w:val="00FA4116"/>
    <w:rsid w:val="00FA459C"/>
    <w:rsid w:val="00FA47F5"/>
    <w:rsid w:val="00FA4896"/>
    <w:rsid w:val="00FA4DC5"/>
    <w:rsid w:val="00FA4F6D"/>
    <w:rsid w:val="00FA52FF"/>
    <w:rsid w:val="00FA5326"/>
    <w:rsid w:val="00FA5677"/>
    <w:rsid w:val="00FA5F87"/>
    <w:rsid w:val="00FA6327"/>
    <w:rsid w:val="00FA6504"/>
    <w:rsid w:val="00FA663E"/>
    <w:rsid w:val="00FA67E9"/>
    <w:rsid w:val="00FA73D5"/>
    <w:rsid w:val="00FA7DE3"/>
    <w:rsid w:val="00FB0142"/>
    <w:rsid w:val="00FB05A7"/>
    <w:rsid w:val="00FB06AE"/>
    <w:rsid w:val="00FB09B3"/>
    <w:rsid w:val="00FB0DDB"/>
    <w:rsid w:val="00FB11CF"/>
    <w:rsid w:val="00FB1215"/>
    <w:rsid w:val="00FB1833"/>
    <w:rsid w:val="00FB2278"/>
    <w:rsid w:val="00FB2905"/>
    <w:rsid w:val="00FB32A2"/>
    <w:rsid w:val="00FB32E5"/>
    <w:rsid w:val="00FB3888"/>
    <w:rsid w:val="00FB3C68"/>
    <w:rsid w:val="00FB4328"/>
    <w:rsid w:val="00FB43DC"/>
    <w:rsid w:val="00FB492B"/>
    <w:rsid w:val="00FB5543"/>
    <w:rsid w:val="00FB566D"/>
    <w:rsid w:val="00FB56E1"/>
    <w:rsid w:val="00FB6FD0"/>
    <w:rsid w:val="00FB76F0"/>
    <w:rsid w:val="00FB7710"/>
    <w:rsid w:val="00FB7FF1"/>
    <w:rsid w:val="00FC01F2"/>
    <w:rsid w:val="00FC04A0"/>
    <w:rsid w:val="00FC0C51"/>
    <w:rsid w:val="00FC0E4F"/>
    <w:rsid w:val="00FC0FE4"/>
    <w:rsid w:val="00FC10BA"/>
    <w:rsid w:val="00FC1A4A"/>
    <w:rsid w:val="00FC2350"/>
    <w:rsid w:val="00FC250E"/>
    <w:rsid w:val="00FC266B"/>
    <w:rsid w:val="00FC29BA"/>
    <w:rsid w:val="00FC334B"/>
    <w:rsid w:val="00FC3C24"/>
    <w:rsid w:val="00FC3D83"/>
    <w:rsid w:val="00FC4211"/>
    <w:rsid w:val="00FC4421"/>
    <w:rsid w:val="00FC482E"/>
    <w:rsid w:val="00FC4BF8"/>
    <w:rsid w:val="00FC4E8A"/>
    <w:rsid w:val="00FC504C"/>
    <w:rsid w:val="00FC52C4"/>
    <w:rsid w:val="00FC55F8"/>
    <w:rsid w:val="00FC5611"/>
    <w:rsid w:val="00FC5951"/>
    <w:rsid w:val="00FC5E3B"/>
    <w:rsid w:val="00FC62A3"/>
    <w:rsid w:val="00FC70BE"/>
    <w:rsid w:val="00FC7537"/>
    <w:rsid w:val="00FC76CE"/>
    <w:rsid w:val="00FC776B"/>
    <w:rsid w:val="00FC7987"/>
    <w:rsid w:val="00FC79EB"/>
    <w:rsid w:val="00FC7C39"/>
    <w:rsid w:val="00FC7CA2"/>
    <w:rsid w:val="00FC7F88"/>
    <w:rsid w:val="00FD0A2F"/>
    <w:rsid w:val="00FD0EF5"/>
    <w:rsid w:val="00FD10E6"/>
    <w:rsid w:val="00FD191A"/>
    <w:rsid w:val="00FD2717"/>
    <w:rsid w:val="00FD2804"/>
    <w:rsid w:val="00FD31AC"/>
    <w:rsid w:val="00FD36C6"/>
    <w:rsid w:val="00FD39A1"/>
    <w:rsid w:val="00FD3BAF"/>
    <w:rsid w:val="00FD4005"/>
    <w:rsid w:val="00FD4332"/>
    <w:rsid w:val="00FD4647"/>
    <w:rsid w:val="00FD481E"/>
    <w:rsid w:val="00FD4ABB"/>
    <w:rsid w:val="00FD4C0A"/>
    <w:rsid w:val="00FD4CAB"/>
    <w:rsid w:val="00FD4F34"/>
    <w:rsid w:val="00FD4F60"/>
    <w:rsid w:val="00FD50D7"/>
    <w:rsid w:val="00FD549A"/>
    <w:rsid w:val="00FD5CE3"/>
    <w:rsid w:val="00FD6019"/>
    <w:rsid w:val="00FD6130"/>
    <w:rsid w:val="00FD64AD"/>
    <w:rsid w:val="00FD6BE3"/>
    <w:rsid w:val="00FD6C38"/>
    <w:rsid w:val="00FD74D9"/>
    <w:rsid w:val="00FE09B7"/>
    <w:rsid w:val="00FE16A3"/>
    <w:rsid w:val="00FE1751"/>
    <w:rsid w:val="00FE17E2"/>
    <w:rsid w:val="00FE1DB2"/>
    <w:rsid w:val="00FE2AC9"/>
    <w:rsid w:val="00FE2B0C"/>
    <w:rsid w:val="00FE2C71"/>
    <w:rsid w:val="00FE324C"/>
    <w:rsid w:val="00FE3938"/>
    <w:rsid w:val="00FE55DF"/>
    <w:rsid w:val="00FE5B72"/>
    <w:rsid w:val="00FE5B7D"/>
    <w:rsid w:val="00FE5F94"/>
    <w:rsid w:val="00FE6107"/>
    <w:rsid w:val="00FE6A58"/>
    <w:rsid w:val="00FE76A3"/>
    <w:rsid w:val="00FE7963"/>
    <w:rsid w:val="00FE7B81"/>
    <w:rsid w:val="00FF02F1"/>
    <w:rsid w:val="00FF0454"/>
    <w:rsid w:val="00FF12A7"/>
    <w:rsid w:val="00FF235B"/>
    <w:rsid w:val="00FF2B45"/>
    <w:rsid w:val="00FF2CC9"/>
    <w:rsid w:val="00FF2DAB"/>
    <w:rsid w:val="00FF2FF4"/>
    <w:rsid w:val="00FF32DA"/>
    <w:rsid w:val="00FF3C49"/>
    <w:rsid w:val="00FF401A"/>
    <w:rsid w:val="00FF420B"/>
    <w:rsid w:val="00FF4612"/>
    <w:rsid w:val="00FF4D56"/>
    <w:rsid w:val="00FF4F02"/>
    <w:rsid w:val="00FF521F"/>
    <w:rsid w:val="00FF5469"/>
    <w:rsid w:val="00FF54C9"/>
    <w:rsid w:val="00FF5508"/>
    <w:rsid w:val="00FF5CE1"/>
    <w:rsid w:val="00FF5DFB"/>
    <w:rsid w:val="00FF60C4"/>
    <w:rsid w:val="00FF6934"/>
    <w:rsid w:val="00FF7025"/>
    <w:rsid w:val="00FF70FC"/>
    <w:rsid w:val="00FF7128"/>
    <w:rsid w:val="00FF7CDD"/>
    <w:rsid w:val="00FF7D64"/>
    <w:rsid w:val="00FF7E9B"/>
    <w:rsid w:val="00FF7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  <w14:docId w14:val="3538B11C"/>
  <w15:chartTrackingRefBased/>
  <w15:docId w15:val="{98A58FE7-B93A-4B15-9734-0E0326094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02A4A"/>
  </w:style>
  <w:style w:type="paragraph" w:styleId="Heading1">
    <w:name w:val="heading 1"/>
    <w:basedOn w:val="Normal"/>
    <w:next w:val="Normal"/>
    <w:link w:val="Heading1Char"/>
    <w:uiPriority w:val="9"/>
    <w:qFormat/>
    <w:rsid w:val="00002A4A"/>
    <w:pPr>
      <w:keepNext/>
      <w:keepLines/>
      <w:pBdr>
        <w:left w:val="single" w:sz="12" w:space="12" w:color="ED7D31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2A4A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2A4A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2A4A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2A4A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2A4A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2A4A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2A4A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2A4A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903D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903D7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F30D6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B2FA9"/>
    <w:rPr>
      <w:color w:val="0000FF"/>
      <w:u w:val="single"/>
    </w:rPr>
  </w:style>
  <w:style w:type="paragraph" w:styleId="NoSpacing">
    <w:name w:val="No Spacing"/>
    <w:uiPriority w:val="1"/>
    <w:qFormat/>
    <w:rsid w:val="00002A4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002A4A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2A4A"/>
    <w:rPr>
      <w:rFonts w:asciiTheme="majorHAnsi" w:eastAsiaTheme="majorEastAsia" w:hAnsiTheme="majorHAnsi" w:cstheme="majorBidi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2A4A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2A4A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2A4A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2A4A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2A4A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2A4A"/>
    <w:rPr>
      <w:rFonts w:asciiTheme="majorHAnsi" w:eastAsiaTheme="majorEastAsia" w:hAnsiTheme="majorHAnsi" w:cstheme="majorBidi"/>
      <w:cap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2A4A"/>
    <w:rPr>
      <w:rFonts w:asciiTheme="majorHAnsi" w:eastAsiaTheme="majorEastAsia" w:hAnsiTheme="majorHAnsi" w:cstheme="majorBidi"/>
      <w:i/>
      <w:iCs/>
      <w:cap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02A4A"/>
    <w:pPr>
      <w:spacing w:line="240" w:lineRule="auto"/>
    </w:pPr>
    <w:rPr>
      <w:b/>
      <w:bCs/>
      <w:color w:val="ED7D31" w:themeColor="accent2"/>
      <w:spacing w:val="10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02A4A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itleChar">
    <w:name w:val="Title Char"/>
    <w:basedOn w:val="DefaultParagraphFont"/>
    <w:link w:val="Title"/>
    <w:uiPriority w:val="10"/>
    <w:rsid w:val="00002A4A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2A4A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02A4A"/>
    <w:rPr>
      <w:color w:val="000000" w:themeColor="text1"/>
      <w:sz w:val="24"/>
      <w:szCs w:val="24"/>
    </w:rPr>
  </w:style>
  <w:style w:type="character" w:styleId="Strong">
    <w:name w:val="Strong"/>
    <w:basedOn w:val="DefaultParagraphFont"/>
    <w:uiPriority w:val="22"/>
    <w:qFormat/>
    <w:rsid w:val="00002A4A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002A4A"/>
    <w:rPr>
      <w:rFonts w:asciiTheme="minorHAnsi" w:eastAsiaTheme="minorEastAsia" w:hAnsiTheme="minorHAnsi" w:cstheme="minorBidi"/>
      <w:i/>
      <w:iCs/>
      <w:color w:val="C45911" w:themeColor="accent2" w:themeShade="BF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002A4A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02A4A"/>
    <w:rPr>
      <w:rFonts w:asciiTheme="majorHAnsi" w:eastAsiaTheme="majorEastAsia" w:hAnsiTheme="majorHAnsi" w:cstheme="majorBidi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2A4A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2A4A"/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002A4A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002A4A"/>
    <w:rPr>
      <w:rFonts w:asciiTheme="minorHAnsi" w:eastAsiaTheme="minorEastAsia" w:hAnsiTheme="minorHAnsi" w:cstheme="minorBidi"/>
      <w:b/>
      <w:bCs/>
      <w:i/>
      <w:iCs/>
      <w:color w:val="C45911" w:themeColor="accent2" w:themeShade="BF"/>
      <w:spacing w:val="0"/>
      <w:w w:val="100"/>
      <w:position w:val="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002A4A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02A4A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BookTitle">
    <w:name w:val="Book Title"/>
    <w:basedOn w:val="DefaultParagraphFont"/>
    <w:uiPriority w:val="33"/>
    <w:qFormat/>
    <w:rsid w:val="00002A4A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02A4A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61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customXml" Target="ink/ink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c7ffd6e1d64ecd77/Documents%20from%20Surface%20Pro%203/Documents/Custom%20Office%20Templates/Coleman%20Oil%20Letterhead%20Lewiston%202016%2002%2023.dotx" TargetMode="Externa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4-17T06:01:24.547"/>
    </inkml:context>
    <inkml:brush xml:id="br0">
      <inkml:brushProperty name="width" value="0.05" units="cm"/>
      <inkml:brushProperty name="height" value="0.05" units="cm"/>
      <inkml:brushProperty name="color" value="#004F8B"/>
    </inkml:brush>
  </inkml:definitions>
  <inkml:trace contextRef="#ctx0" brushRef="#br0">663 338 3552,'21'-9'486,"-14"7"-325,0-1 0,0 0-1,0-1 1,-1 0-1,1 0 1,-1 0 0,4-3-161,58-65 5066,-67 72-4189,-1 1-235,-5 7 146,-12 11 286,-72 43 820,54-32-1349,2 1 1,-13 18-546,-33 30 370,4-13-250,23-22 5,-35 40-125,30-16-6,-9 19 6,-11 13-3220,70-95 1665,9-12-554,2-4 589</inkml:trace>
  <inkml:trace contextRef="#ctx0" brushRef="#br0" timeOffset="2497.28">157 235 2560,'-16'-4'832,"16"4"-816,-1 0 0,1 1 0,0-1 0,0 0 0,0 0 0,0 0 0,-1 0 1,1-1-1,0 1 0,0 0 0,0 0 0,0 0 0,0 0 0,-1 0 0,1 0 0,0 0 0,0 0 0,0 0 1,0 0-1,0 0 0,-1 0 0,1 0 0,0-1 0,0 1 0,0 0 0,0 0 0,0 0 0,0 0 0,0 0 0,0-1 1,-1 1-1,1 0 0,0 0 0,0 0 0,0 0 0,0 0 0,0-1 0,0 1 0,0 0 0,0 0 0,0 0 0,0 0 1,0-1-1,0 1 0,0 0 0,0 0 0,0 0 0,0 0 0,0 0 0,0-1 0,1 1 0,-1 0 0,0 0 0,0 0 1,0 0-1,0 0 0,0-1 0,0 1 0,0 0 0,0 0 0,1 0-16,8-9 582,12-2-286,0 0 0,1 2 1,0 0-1,0 1 0,7 0-296,8-4 166,53-15 620,1 5-1,55-6-785,191-13 2205,-254 34-1631,1 4-1,42 4-573,-73 6 165,-52-7-153,1 0-1,0 0 0,0 1 1,-1-1-1,1 1 0,0 0 0,-1-1 1,1 1-1,-1 0 0,1 0 1,-1 0-1,0 0 0,2 1-11,-3-2 7,0 1-1,0 0 1,1 0-1,-1-1 1,0 1-1,0 0 1,0 0-1,0 0 1,0-1 0,0 1-1,0 0 1,0 0-1,0-1 1,0 1-1,0 0 1,-1 0-1,1 0 1,0-1-1,-1 1 1,1 0-1,0-1 1,-1 1-1,1 0 1,-1-1-1,1 1 1,-1 0-1,1-1 1,-1 1-1,0-1-6,-11 15 112,-1-2-1,-1 0 1,0 0 0,0-2-1,-1 1 1,-1-2-1,-9 5-111,-25 12 281,-47 18-281,-59 16 60,-10 3-31,129-47-27,1 1 1,1 2-1,-13 10-2,44-27-1,-11 7-23,1 1-1,-8 7 25,19-15-9,0 0-1,1 0 1,-1 0 0,0 0-1,1 0 1,0 1 0,0-1-1,0 1 1,0 0 0,0-1 0,1 1-1,0 0 1,-1 2 9,2-5-10,-1 0 0,1 0 0,0 0 0,0 0 0,0-1 0,0 1 0,0 0 0,0 0 0,0 0 0,1 0 0,-1 0 0,0-1 0,0 1 1,1 0-1,-1 0 0,0 0 0,1-1 0,-1 1 0,1 0 0,-1 0 0,1-1 0,-1 1 0,1 0 0,0-1 10,1 1-15,-1 1 0,1-1 0,0 0 0,0 0 0,0 0 0,0-1 0,0 1 0,1-1 0,-1 1 0,0-1 15,19 3-64,-1-1 1,1-1 0,0-1-1,-1 0 1,6-3 63,-5 1-65,1 1 1,0 1-1,0 1 0,0 1 1,0 1 64,-20-3 4,0 1 0,-1-1 0,1 1 0,0 0 0,0-1 0,0 1 0,0 0 1,0 0-1,-1 0 0,1 0 0,-1 0 0,1 0 0,0 1 0,-1-1 0,0 1 0,1-1 0,-1 1 1,0-1-1,0 1 0,0 0 0,0-1 0,0 1 0,0 0-4,0 1 11,-1-1 1,1 0-1,-1 0 0,0 0 0,0 0 1,0 1-1,0-1 0,0 0 0,-1 0 1,1 0-1,0 0 0,-1 0 0,0 0 1,1 1-1,-1-1 0,0-1 0,0 1 1,0 0-1,0 0 0,-1 0 0,0 1-11,-2 2 27,-1 0 0,0 0 0,0 0-1,0 0 1,-1-1 0,0 0 0,-1 1-27,-47 24 211,10-5 94,0 4 302,-4 7-607,16-10 544,-2-2 1,-28 14-545,12-12 534,-2-2-1,-23 6-533,50-21 172,-1-1 1,0 0-1,0-3 1,0 0-1,0-1 0,-9-1-172,28-2 20,0 0 0,0-1-1,1 1 1,-1-1 0,0-1-1,1 1 1,-1-1 0,1-1-1,-3 0-19,7 2 0,0 0 0,0 0 1,0-1-1,0 1 0,0-1 0,0 1 0,0-1 1,1 0-1,-1 0 0,1 1 0,-1-1 0,1 0 0,0 0 1,-1-1-1,1 1 0,0 0 0,0 0 0,1 0 1,-1-1-1,0 1 0,1-1 0,0 1 0,-1 0 0,1-1 1,0 1-1,0-3 0,1-1 1,0 0 1,0 0 0,0 0-1,1 0 1,0 0-1,0 0 1,1 0-1,-1 1 1,1-1 0,1 1-1,-1 0 1,1 0-1,-1 0 1,1 0-1,1 1 1,-1-1 0,1 1-1,2-1-1,5-5-17,1 1 0,0 0 0,1 1-1,0 1 1,0 0 0,11-3 17,45-14-150,63-13 150,75-7-89,-117 26-77,-4 2-495,-16 3-769,2-3 1430,-65 14-61,-6 1 48,0 1-1,0 0 0,0-1 0,0 0 1,0 1-1,0-1 0,0 0 0,0 0 0,0 0 1,-1 0-1,1 0 0,0-1 0,0 0 14,-2 2-3,0 0 0,0 0 0,0 0 0,0 0 0,0 0 0,0 0 0,0 0 0,0 0 1,0 0-1,0 0 0,1 0 0,-1 0 0,0 0 0,0-1 0,0 1 0,0 0 0,0 0 0,0 0 0,0 0 0,0 0 0,0 0 0,0 0 0,0 0 0,0 0 0,0 0 0,0-1 0,0 1 0,0 0 0,0 0 0,0 0 0,0 0 0,0 0 0,-1 0 0,1 0 0,0 0 0,0 0 0,0 0 0,0 0 0,0 0 0,0-1 1,0 1-1,0 0 0,0 0 0,0 0 0,0 0 0,0 0 0,0 0 0,-1 0 3,-5-1-57,-7 1 27,10 1 34,0 0-1,0-1 1,0 1-1,0 0 1,0 0 0,0 1-1,1-1 1,-1 0-1,0 1 1,1 0 0,-1 0-1,1 0-3,0-1 49,1 1 0,-1-1 0,1 1 0,0-1 0,0 1-1,0 0 1,0 0 0,0 0 0,0-1 0,1 1 0,-1 0-1,1 0 1,-1 0 0,1 0 0,0 0 0,-1 0 0,1 0 0,0 1-49,0-2 298,1 4 1114,-1-5-1406,0 0 0,0 0 0,0 1 0,0-1 0,0 0 0,0 0 0,0 0 0,0 0 0,0 1 0,0-1 0,-1 0 0,1 0 0,0 0 0,0 0 0,0 0 0,0 1 0,1-1 0,-1 0 0,0 0 0,0 0 0,0 0 0,0 1 0,0-1 0,0 0 1,0 0-1,0 0 0,0 0 0,0 0 0,0 1 0,0-1 0,1 0 0,-1 0 0,0 0 0,0 0 0,0 0 0,0 0 0,0 0 0,0 1 0,1-1 0,-1 0 0,0 0 0,0 0 0,0 0 0,0 0 0,0 0 0,1 0 0,-1 0 0,0 0 0,0 0 0,0 0 0,0 0 0,1 0 0,-1 0 0,0 0 0,0 0 0,0 0 0,1 0-6,2 0 35,0-1 0,0 1-1,1 0 1,-1-1 0,0 0 0,1 0 0,1-1-35,-4 2-2,0 0 0,0-1 0,0 1 0,0-1 0,0 1 0,0-1 0,-1 0 0,1 1 0,0-1 0,0 0 0,0 1 0,-1-1 0,1 0 0,0 0 0,-1 0 0,1 0 0,-1 0 0,1 1 0,-1-1 0,0 0 0,1 0 0,-1 0 0,0 0 0,1 0 0,-1 0 0,0-2 2,2 4-34,0-1 1,0 1 0,1-1-1,-1 0 1,0 0 0,0 0-1,0 0 1,1 0 33,14-6-276,-17 6 273,1 0 0,-1 0-1,1-1 1,-1 1 0,1 0 0,-1 0 0,0-1 0,1 1 0,-1 0 0,1-1 0,-1 1 0,0 0-1,1-1 1,-1 1 0,0 0 0,0-1 0,1 1 0,-1-1 0,0 1 0,0-1 0,1 1 0,-1-1-1,0 1 1,0-1 0,0 1 0,0 0 0,0-1 0,0 1 0,0-1 0,0 1 0,0-1 0,0 1 0,0-1 2,0 0 5,-1 1 0,1 0 0,0 0 0,-1-1 0,1 1 0,0 0-1,-1 0 1,1 0 0,0-1 0,-1 1 0,1 0 0,-1 0 0,1 0-1,0 0 1,-1 0 0,1 0 0,-1 0 0,1 0 0,0 0 0,-1 0-1,1 0 1,-1 0 0,1 0 0,0 0 0,-1 1 0,1-1-1,0 0 1,-1 0 0,1 0 0,-1 1 0,1-1 0,0 0 0,-1 0-4,-12 8 38,-32 28 190,30-24-49,1-1 0,-14 8-179,-5 0 127,-22 12-10,50-27-106,0-1-1,1 0 1,0 1 0,0 0 0,0 0 0,0 0 0,0 0 0,1 1 0,-1 2-11,3-7 5,1 0 1,0 1-1,-1 0 0,1-1 1,0 1-1,-1-1 1,1 1-1,0-1 0,0 1 1,0-1-1,0 1 0,-1 0 1,1-1-1,0 1 1,0 0-1,0-1 0,0 1 1,0-1-1,0 1 1,1 0-1,-1-1 0,0 1 1,0-1-1,0 1 1,1 0-1,-1-1 0,0 1 1,0-1-1,1 1 0,-1-1 1,0 1-1,1-1 1,-1 1-1,1-1 0,-1 0 1,1 1-1,-1-1 1,1 1-1,-1-1 0,1 0 1,-1 0-1,1 1 1,-1-1-1,1 0 0,0 0 1,-1 1-1,1-1 0,-1 0 1,1 0-1,0 0 1,-1 0-6,5 1-19,-1-1 0,0 0 1,0 1-1,0-1 0,0-1 0,0 1 1,1-1 18,16-4-61,0-1 0,-1-1 1,0-1-1,-1 0 0,0-2 1,0 0-1,0-1 0,0-2 61,-13 8-18,1 0 0,-1 0 0,0-1 0,-1 0 0,0 1 0,5-7 18,-9 10-20,1-1 0,0 1-1,-1 0 1,0-1 0,1 1 0,-1 0-1,0-1 1,0 0 0,-1 1 0,1-1-1,0 0 1,-1 1 0,0-1 0,1 0 0,-1 1-1,0-1 1,-1 0 0,1 0 0,0 1-1,-1-1 1,0-1 20,0 2-35,1 1 1,-1-1-1,0 1 0,0 0 0,0-1 1,0 1-1,-1 0 0,1 0 1,0 0-1,0 0 0,-1 0 0,1 0 1,-1 0-1,1 0 0,-1 0 0,1 1 1,-1-1-1,1 1 0,-1-1 0,0 1 1,1 0-1,-1-1 0,0 1 1,1 0-1,-1 0 0,0 0 0,1 0 1,-1 1-1,0-1 0,1 0 0,-1 1 1,1-1-1,-1 1 0,0-1 0,1 1 1,-1 0-1,1 0 0,0 0 1,-2 0 34,3 0-55,-1-1 1,1 0-1,0 0 1,-1 1-1,1-1 1,0 0-1,0 0 1,-1 1-1,1-1 1,0 0-1,0 1 1,0-1-1,-1 0 1,1 1 0,0-1-1,0 1 1,0-1-1,0 0 1,0 1-1,0-1 1,0 0-1,0 1 1,0-1-1,0 1 1,0-1-1,0 0 1,0 1-1,0-1 1,0 1 0,0-1-1,0 0 1,0 1-1,1-1 1,-1 0-1,0 1 1,0-1-1,0 0 1,1 1-1,-1-1 1,0 0-1,0 1 1,1-1-1,-1 0 1,0 0 0,1 1-1,-1-1 1,0 0-1,1 0 1,-1 0-1,0 0 1,1 1-1,-1-1 1,1 0-1,-1 0 1,1 0 54,21 6-1191,-11-4 1002,-1-1 0,1-1 0,-1 0 0,1 0 0,-1-1 0,1-1 0,6-1 189,5-3 507,1-1 0,18-8-507,-39 14 78,-1 1 1,0-1-1,1 1 1,-1-1-1,1 1 1,0-1-1,-1 1 1,1 0-1,-1 0 1,1 0-1,-1 0 1,1 0-1,-1 0 1,1 0-1,0 1-78,-1-1 29,-1 0 1,0 0-1,1 1 0,-1-1 0,0 0 0,1 0 0,-1 1 0,0-1 0,1 0 0,-1 1 0,0-1 1,0 0-1,1 1 0,-1-1 0,0 0 0,0 1 0,0-1 0,0 1 0,1-1 0,-1 0 0,0 1-29,-2 14 441,1-10-312,-1 0 0,0-1-1,0 0 1,-1 1 0,1-1 0,-1 0-1,0 0 1,0-1 0,0 1 0,-1 0 0,1-1-1,-1 0 1,-1 1-129,-8 5 262,-1 0 0,0-1 1,-5 2-263,-11 6 211,9-3-151,1 1-1,0 2 1,1 0 0,0 0 0,-11 16-60,18-21-155,8-9-145,6-7-483,9-8 277,0 0 0,1 1 0,0 1 1,1 0-1,0 0 0,0 1 0,12-6 506,2-2-779,11-11 779,-21 13-156,-1-1 0,-1 0 1,10-14 155,10-12-7,-30 38 92,0 0 1,0 0 0,0 1 0,1-1 0,1 0-86,-5 4 38,-1 0 0,1 1 0,0-1 0,0 0 1,-1 0-1,1 1 0,0-1 0,0 1 0,0-1 1,0 1-39,-1 0 23,0 0 1,-1 0 0,1 0-1,0 0 1,0 0 0,-1 0-1,1 1 1,0-1 0,-1 0-1,1 0 1,0 1 0,-1-1-1,1 0 1,0 1 0,-1-1-1,1 1 1,-1-1 0,1 1-1,-1-1 1,1 1 0,-1-1-1,1 1 1,-1-1 0,1 1-1,-1 0-23,1 1 44,-1-1-1,1 1 0,-1-1 0,0 1 1,1 0-1,-1-1 0,0 1 0,0 0 1,0-1-1,0 1 0,0 0 0,-1-1 1,1 1-1,-1 0 0,1-1 0,-1 1 1,1 0-44,-14 27 539,11-24-450,-1-1 0,1 0 0,-1 0 0,0 0 0,0 0 0,0 0 0,0-1 0,0 0 0,-3 2-89,-7 2 187,0 1 1,-8 2-188,10-6 62,1 1 0,0 1 0,0 0 0,-7 6-62,18-12-3,-1 0 0,1 0 0,0 0 0,0 1 0,-1-1 0,1 0 0,0 0 0,0 0 0,0 0 0,-1 1 0,1-1 0,0 0 0,0 0 0,0 0 0,0 1 0,-1-1 0,1 0 0,0 0 0,0 1 0,0-1 0,0 0 0,0 0 0,0 1 0,0-1 0,0 0 0,0 0 0,0 1 0,0-1 0,0 0 0,0 0 0,0 1 0,0-1 0,0 0 0,0 0 0,0 1 0,0-1 0,0 0 0,0 0 3,11 6-87,14-3-5,15-6-20,-34 2 86,1 0 1,0 0-1,0 1 1,-1 0-1,1 0 1,0 1-1,0 0 1,0 0-1,-1 0 26,-5 0 7,-1-1 1,1 1-1,0-1 0,-1 1 0,1 0 0,-1-1 0,0 1 0,1 0 0,-1-1 0,0 1 1,1 0-1,-1-1 0,0 1 0,1 0 0,-1 0 0,0-1 0,0 1 0,0 0 1,0 0-1,0-1 0,0 1 0,0 0 0,0 0 0,0-1 0,0 1 0,0 0 1,-1 0-1,1-1 0,0 1 0,0 0 0,-1-1 0,1 2-7,-12 24 103,7-19 123,0 1 0,-1-2-1,0 1 1,0 0 0,0-1 0,-1 0 0,0-1 0,0 1 0,-1-1-1,1-1 1,-1 0 0,0 0 0,-3 1-226,-5 1 433,-1 0 1,1-2-1,-1 0 0,0-1 0,0 0 1,-7-1-434,-16-2 709,38 0-685,0 0 1,0-1-1,0 1 0,-1 0 1,1-1-1,0 0 0,0 1 1,0-1-1,0 0 0,1 0 1,-1 0-1,0 0 0,0 0 1,0-1-1,1 1 0,-2-1-24,4 0-644,3 2 43,6 2-607,-4 1-192,0 0 0,0 0 0,0 1 0,-1 0 0,0 0 0,0 0 0,0 1 0,0-1-1,1 3 1401,0-1-1649,5 4-815</inkml:trace>
  <inkml:trace contextRef="#ctx0" brushRef="#br0" timeOffset="3250.26">2558 215 6976,'37'-10'2256,"-36"10"-2194,0-1 0,0 1 0,0 0 0,0 0 0,0 0 0,0 0 1,0 0-1,0 0 0,0 0 0,0 0 0,0 1 0,0-1 0,0 0 1,0 1-1,0-1 0,-1 0 0,1 1 0,0-1 0,0 1 0,0-1 0,0 1 1,-1 0-1,1-1 0,0 1 0,-1 0 0,1 0 0,0-1 0,-1 1 0,1 0 1,-1 0-1,1 0 0,-1 0 0,0 0 0,1-1 0,-1 1 0,0 0 0,0 0 1,1 0-1,-1 0 0,0 0 0,0 0 0,0 1-62,0 1 104,0-1 0,0 1 0,0-1 0,0 1 0,-1-1-1,1 1 1,-1 0 0,0-1 0,0 0 0,0 1 0,0-1 0,0 1 0,0-1 0,-1 1-104,-2 1 92,-1 0 0,1-1 0,-1 1 1,0-1-1,0 0 0,0-1 0,-1 1 1,1-1-1,-1 0 0,-2 0-92,7-1-5,1-1 0,0 0 0,0 0 0,0 0 0,0 0 0,0 0 0,-1 0 0,1 1 0,0-1 0,0 0 0,0 0 0,0 0 0,-1 0-1,1 0 1,0 0 0,0 0 0,0 0 0,-1 0 0,1 0 0,0 0 0,0 0 0,0 0 0,-1 0 0,1 0 0,0 0 0,0 0 0,0 0 0,-1 0 0,1 0 0,0 0 0,0 0 0,0 0-1,-1-1 1,1 1 0,0 0 0,0 0 0,0 0 0,0 0 0,0 0 0,-1-1 0,1 1 0,0 0 0,0 0 0,0 0 0,0 0 0,0-1 0,0 1 0,0 0 0,0 0 0,-1 0 0,1-1-1,0 1 1,0 0 0,0 0 0,0 0 0,0-1 0,0 1 0,0 0 0,0 0 0,0 0 0,0-1 0,1 1 0,-1 0 0,0 0 5,7-17-547,-3 9 335,13-37-1417,-2 0 1,-2 0-1,2-20 1629,-14 62-22,0 0 0,-1-1 0,0 1-1,1-1 1,-1 1 0,0 0 0,-1-1-1,1 1 1,0-1 0,-1 1 0,0-1 22,0 2 14,0 0 0,0 1 0,0-1 0,0 1 0,0 0 0,0-1 0,0 1 0,0 0 0,-1 0 0,1 0 0,0 0 0,-1 0 0,1 0 0,-1 0 0,0 0 0,1 0 0,-1 1 0,1-1 0,-1 1 0,0-1 0,1 1 0,-2-1-14,-7 0 130,0 0 0,0 0-1,0 1 1,0 0-1,1 0 1,-1 1-1,0 1 1,0-1 0,1 2-1,-1-1 1,1 1-1,-1 1 1,1 0 0,-8 5-130,-14 8 551,0 3 0,1 0 1,-11 12-552,31-24 89,-46 34 558,-34 27 930,-68 67-1577,113-92 193,2 1 1,2 3 0,-9 16-194,43-56 5,1 1 0,1 1 0,0-1 1,0 1-1,1 0 0,0 0 0,-1 4-5,5-11 5,-1 0 1,0 1-1,1-1 0,0 0 0,-1 1 0,1-1 0,1 0 0,-1 1 1,0-1-1,1 0 0,0 1 0,0-1 0,0 0 0,0 0 1,0 0-1,0 0 0,1 0 0,0 0 0,0 0 0,-1 0 0,2-1 1,-1 1-1,0 0 0,1 0-5,2 1 12,-1-1 1,1 0-1,0 0 0,0 0 1,0 0-1,0-1 1,0 1-1,0-1 0,1-1 1,-1 1-1,1-1 1,-1 0-1,1 0 0,1-1-12,14 2-6,0-2 0,0-1 1,6-2 5,-11 2-39,130-15-1581,-103 8-2797,11-4 4417,-33 6-3189</inkml:trace>
  <inkml:trace contextRef="#ctx0" brushRef="#br0" timeOffset="4902.84">2319 672 4576,'0'-1'79,"0"1"-1,0 0 1,0-1 0,0 1 0,0-1 0,-1 1-1,1 0 1,0-1 0,0 1 0,-1 0 0,1-1-1,0 1 1,-1 0 0,1-1 0,0 1 0,-1 0-1,1-1 1,0 1 0,-1 0 0,1 0 0,0-1-1,-1 1 1,1 0 0,-1 0 0,1 0-79,-9 7 2442,5-2-1857,-18 15 757,-11 11 40,31-29-1312,0 1 1,1-1 0,-1 0-1,0 1 1,1-1 0,0 1 0,-1-1-1,1 1 1,0 0 0,0 0-1,1 0 1,-1-1 0,1 1-71,-1-2 21,1 1 1,0-1-1,0 0 1,0 0-1,0 0 1,0 0 0,0 0-1,0 0 1,1 0-1,-1 0 1,0 0-1,1 0 1,-1 0 0,0 0-1,1 0 1,-1 0-1,1 0 1,0-1-1,-1 1 1,1 0-1,0 0 1,0 0-22,0 0 24,1 0 0,-1-1 1,0 1-1,1 0 0,-1-1 0,0 0 0,1 1 1,-1-1-1,1 0 0,-1 1 0,1-1 0,-1 0 1,1 0-1,0 0-24,7-1 54,0-1-1,0 0 1,0 0-1,-1 0 1,2-2-54,-6 3-4,19-7 42,8-1 139,0-2 0,12-8-177,-34 15 25,0-1 1,0 0-1,0-1 0,-1 0 0,0-1 0,0 1 0,-1-1 0,0-1 1,6-7-26,-4 4-31,-2-1 0,1-1 0,-2 0 0,6-11 31,-9 16-37,-1 0 1,1 1-1,-1-1 0,-1 0 1,1 0-1,-1 0 1,-1 0-1,1 0 0,-1-4 37,0 12-17,0-1-1,0 0 1,0 0-1,0 1 1,0-1-1,-1 0 1,1 0-1,0 1 1,0-1-1,0 0 0,-1 0 1,1 1-1,0-1 1,-1 0-1,1 1 1,-1-1-1,1 1 1,-1-1 17,1 1-13,0 0-1,-1 0 1,1 0 0,0 0 0,-1 0-1,1 0 1,0 1 0,0-1 0,-1 0 0,1 0-1,0 0 1,0 1 0,-1-1 0,1 0 0,0 0-1,0 0 1,0 1 0,-1-1 0,1 0-1,0 1 1,0-1 0,0 0 0,0 0 0,-1 1-1,1-1 1,0 1 13,-1 2-98,-1 0-1,1 1 0,0-1 1,0 1-1,0-1 1,1 1-1,-1-1 99,1 0-104,0 0 0,1-1 1,-1 1-1,0-1 0,1 1 0,0 0 0,-1-1 1,1 1-1,0-1 0,0 1 0,1-1 0,-1 0 1,0 1-1,1-1 0,-1 0 0,1 0 0,0 0 1,0 0-1,0 0 0,0-1 0,0 1 0,0-1 1,2 2 103,0-1-17,1 1 1,0-1 0,0 0 0,0-1 0,0 1 0,0-1-1,0 0 1,1 0 0,-1-1 0,0 0 0,2 0 16,-7 0 26,0 0 1,1 0 0,-1 0 0,0 0 0,0 0-1,0 0 1,0 0 0,0 0 0,0 1-1,1-1 1,-1 0 0,0 0 0,0 0-1,0 0 1,0 0 0,0 0 0,0 0-1,0 0 1,1 0 0,-1 0 0,0 0 0,0 0-1,0 1 1,0-1 0,0 0 0,0 0-1,0 0 1,0 0 0,0 0 0,0 0-1,0 0 1,0 1 0,0-1 0,0 0-1,0 0 1,0 0 0,0 0 0,0 0 0,0 0-1,0 1 1,0-1 0,0 0 0,0 0-1,0 0 1,0 0 0,0 0 0,0 0-1,0 1 1,0-1 0,0 0 0,0 0 0,0 0-1,0 0 1,0 0 0,0 0 0,0 0-1,-1 1 1,1-1 0,0 0-27,-9 12 1167,-15 12 380,9-13-842,1-1 0,-5 1-705,8-4 185,0 0-1,0 1 1,0 0 0,-7 8-185,17-14 18,-1-1 0,1 1 0,0-1 0,0 1 1,0-1-1,-1 1 0,1 0 0,1-1 0,-1 1 0,0 0 0,0 0 0,1 0 0,-1 0 0,1 0 0,-1 0 0,1 0 1,0 0-1,0 0 0,0 0 0,0 0 0,0 0 0,1 1-18,-1-1 8,1 0-1,0-1 1,0 0 0,0 1-1,0-1 1,0 1 0,0-1-1,0 0 1,0 0 0,0 0-1,1 1 1,-1-1 0,0 0-1,1-1 1,-1 1 0,1 0-1,-1 0 1,1-1 0,-1 1-1,1-1 1,0 1 0,-1-1-1,1 1 1,-1-1 0,1 0-1,1 0-7,5 1-7,0-1-1,0-1 1,0 1-1,0-1 1,0 0-1,5-2 8,48-16-2,-25 7 1,5 0-17,-10 4-60,-2-1 0,1-1 0,-1-2 0,25-14 78,-19 4-35,0-2 0,-1-2 1,-2-1-1,0-1 35,-14 5 344,-14 17 40,-11 16 3,3-5-329,-15 23 546,-14 13-604,24-31 33,0-1 0,0-1-1,-1 1 1,0-2 0,0 1-1,-1-1-32,-34 19 77,13-9 298,-10 10-375,33-21 61,0 1 1,1 0 0,0 0-1,0 1 1,0 0 0,-3 6-62,9-12 20,1 0 1,-1 0-1,1 0 0,0 0 1,0 0-1,0 0 1,0 1-1,0-1 0,1 0 1,-1 1-1,1-1 1,-1 0-1,1 1 1,0-1-1,0 2-20,0-3 11,0 0-1,1 0 1,-1 0-1,1 0 1,-1 1 0,1-1-1,-1 0 1,1 0-1,0 0 1,-1 0-1,1 0 1,0-1 0,0 1-1,0 0 1,0 0-1,0 0 1,0-1 0,0 1-1,0 0 1,0-1-1,0 1 1,0-1 0,0 0-1,0 1 1,0-1-1,0 0 1,1 1 0,-1-1-1,0 0 1,0 0-1,1 0-10,9 1-140,0 0-1,0-1 0,1-1 0,-1 0 1,0 0-1,0-1 0,0 0 1,5-3 140,22-7-3537,27-13 3537,-45 16-1049,-11 6 694,-2 0-206,0 1 0,-1-1 0,1 0 0,-1-1 0,1 0 0,-1 0 0,0 0 0,4-4 561,-10 8-70,0-1 0,0 1 0,1 0-1,-1 0 1,0-1 0,0 1 0,1 0 0,-1-1 0,0 1-1,0 0 1,0-1 0,0 1 0,1 0 0,-1-1 0,0 1-1,0 0 1,0-1 0,0 1 0,0 0 0,0-1 0,0 1 0,0 0-1,0-1 1,0 1 0,0 0 0,0-1 0,0 1 0,-1 0-1,1-1 1,0 1 70,-10-7-1532,-15 2-137,-46 0 2732,-34 4-1063,103 1 78,-1 0 330,4 1-133,8 1 3,18 1 110,10-4 470,0-1 1,31-7-859,-8 2 950,18-3 917,48-3 1295,-125 13-3141,0-1 1,0 1 0,0 0-1,0 0 1,0 0 0,0 1-1,-1-1 1,1 0-1,0 0 1,0 0 0,0 1-1,0-1 1,0 0 0,-1 1-1,1-1 1,0 1-1,0-1 1,-1 1 0,1-1-1,0 1 1,0 0-22,-1-1 9,0 1 0,0-1-1,0 1 1,0-1 0,0 1 0,0-1 0,0 1-1,0-1 1,0 1 0,0-1 0,0 1 0,0-1 0,0 1-1,0-1 1,0 1 0,-1-1 0,1 1 0,0-1 0,0 1-1,-1-1 1,1 0 0,0 1 0,0-1 0,-1 1-1,1-1 1,0 0 0,-1 1 0,1-1 0,-1 0 0,1 0-1,-1 1 1,1-1 0,0 0 0,-1 0 0,1 1 0,-1-1-1,1 0 1,-1 0-9,-15 8 38,0-1-1,-1 0 1,-4 0-38,1 0 104,1 0-1,-3 3-103,10-4 89,1 0 0,-1 0 0,1 1 0,1 1 0,0 0 0,-7 7-89,22-19 38,0 1 1,0 0-1,1 0 1,-1 1-1,1-1 1,2 0-39,47-15 3,19-3 338,-5 1 270,0 2 0,7 3-611,-35 12 496,-41 4-485,0-1 0,0 0 0,0 0 0,0 0 0,0 0 0,0 0 0,0 0 1,0 0-1,0 0 0,0 1 0,0-1 0,0 0 0,0 0 0,0 0 0,0 0 0,0 0 0,0 0 1,0 0-1,0 0 0,0 1 0,0-1 0,0 0 0,0 0 0,0 0 0,0 0 0,0 0 0,0 0 1,0 0-1,0 0 0,0 0 0,0 1 0,1-1 0,-1 0 0,0 0 0,0 0 0,0 0 1,0 0-1,0 0 0,0 0 0,0 0 0,0 0 0,0 0 0,0 0 0,1 0-11,-15 7 279,11-6-246,-11 5 109,-46 23 160,53-25-275,0 0-1,0 0 0,1 1 1,0 0-1,0 0 1,1 1-1,-3 2-26,1 3 41,7-11-46,0 0 1,0 0-1,0 0 0,0 0 0,0 0 0,0 0 0,0 0 1,0 0-1,0 0 0,0 0 0,0 0 0,0 1 1,0-1-1,0 0 0,0 0 0,0 0 0,0 0 0,0 0 1,0 0-1,0 0 0,0 0 0,0 0 0,0 0 0,0 1 1,0-1-1,0 0 0,0 0 0,0 0 0,0 0 1,0 0-1,0 0 0,0 0 0,1 0 0,-1 0 0,0 0 1,0 0-1,0 0 0,0 0 0,0 0 0,0 0 1,0 0-1,0 0 0,0 1 0,0-1 0,0 0 0,0 0 1,1 0-1,-1 0 0,0 0 0,0 0 0,0 0 0,0 0 1,0 0-1,0 0 5,21-8-588,-21 8 584,60-22-346,2 2 0,7 1 350,-13 4 162,-40 10-156,-11 3 64,0 0 0,1 0 0,0 1-1,-1 0 1,1 0 0,0 0 0,0 1 0,2 0-70,-8 0 9,0 0 0,0 0-1,1 0 1,-1 0 0,0 0-1,0 0 1,0 0 0,0 0 0,1 0-1,-1 0 1,0 0 0,0 0 0,0 0-1,0 0 1,0 0 0,1 0-1,-1 0 1,0 0 0,0 1 0,0-1-1,0 0 1,0 0 0,0 0 0,0 0-1,1 0 1,-1 0 0,0 1-1,0-1 1,0 0 0,0 0 0,0 0-1,0 0 1,0 0 0,0 1-1,0-1 1,0 0 0,0 0 0,0 0-1,0 0 1,0 1 0,0-1 0,0 0-1,0 0 1,0 0 0,0 0-1,0 1 1,0-1 0,0 0 0,0 0-1,0 0 1,0 0 0,0 0 0,-1 1-1,1-1 1,0 0 0,0 0-1,0 0 1,0 0-9,-7 7 289,-35 14 169,28-15-251,1 0 0,-9 7-207,18-11-229,1 0 0,0 1 1,0-1-1,0 1 0,1 0 1,-1-1-1,1 1 0,-1 0 1,1 0-1,0 1 0,0-1 1,-1 2 228,3-4-254,0 0 1,-1 0-1,1 0 1,0-1-1,0 1 1,-1 0-1,1 0 1,0 0-1,0 0 0,0 0 1,0-1-1,0 1 1,0 0-1,0 0 1,0 0-1,1 0 1,-1 0-1,0-1 1,0 1-1,1 0 1,-1 0-1,0 0 1,1-1-1,-1 1 1,1 0-1,-1-1 0,1 1 1,0 0-1,-1-1 1,1 1-1,0-1 1,-1 1-1,1-1 1,0 1-1,-1-1 1,1 1-1,0-1 1,0 0-1,0 1 254,10 5-4725</inkml:trace>
  <inkml:trace contextRef="#ctx0" brushRef="#br0" timeOffset="5869.24">3805 744 4896,'6'-4'1767,"-6"7"1279,-7 11-19,3-8-2575,0-1 0,-1 1 0,0-1 1,0 0-1,-6 4-452,20-26 480,-4 13-394,-1 0 1,1 1-1,-1 0 1,1 0-1,0 0 1,0 0-1,5-1-86,40-12 534,-32 10-335,35-9 1180,1 2 0,42-3-1379,-89 15 116,-5 0-88,0 0 0,0 1-1,0 0 1,0-1 0,1 1-1,-1 0 1,0 0 0,0 0-1,0 0 1,0 1-1,0-1 1,0 0 0,0 1-1,0 0 1,0-1 0,0 1-1,1 1-27,-3-2 5,1 0 0,-1 0-1,0 1 1,0-1 0,1 0-1,-1 0 1,0 1 0,0-1-1,0 0 1,1 1-1,-1-1 1,0 0 0,0 1-1,0-1 1,0 0 0,0 1-1,0-1 1,0 0 0,0 1-1,0-1 1,0 0 0,0 1-1,0-1 1,0 0-1,0 1 1,0-1 0,0 1-1,0-1 1,0 0 0,0 0-1,-1 1-4,-8 10 121,-15 4-28,7-7-543,0 1 1,1 1-1,-11 8 450,21-14-699,1 1 1,-1 0-1,1 0 0,0 1 1,1 0-1,-1-1 0,1 1 0,0 1 1,1-1-1,0 1 0,-1 0 699,4-6-136,0-1 0,0 1-1,0-1 1,0 1 0,0-1-1,0 1 1,-1-1 0,1 1-1,0-1 1,0 1 0,-1-1-1,1 1 1,0-1 0,-1 1-1,1-1 1,0 0 0,-1 1-1,1-1 1,-1 0 0,1 1-1,0-1 1,-1 0 0,1 1-1,-1-1 1,1 0 0,-1 0-1,1 0 1,-1 0 0,1 1-1,-1-1 1,1 0 0,-1 0-1,1 0 1,-1 0 0,0 0 136,0-1-295,-1 0 0,1 0 1,0 0-1,-1 0 1,1 0-1,0 0 0,0-1 1,0 1-1,-2-2 295,-5-6 245,0 1 61,-2 1 1,1 0-1,-1 1 0,0 0 1,-5-2-307,5 3 769,0 0 1,1-1-1,0 0 1,0-1-1,0 0 1,-1-2-770,10 9 30,0 0 1,-1 0-1,1 0 0,0-1 1,0 1-1,0 0 0,-1 0 1,1 0-1,0-1 0,0 1 1,0 0-1,0 0 0,-1-1 0,1 1 1,0 0-1,0 0 0,0-1 1,0 1-1,0 0 0,0 0 1,0-1-1,0 1 0,0 0 1,0-1-1,0 1 0,0 0 1,0 0-1,0-1 0,0 1 1,0 0-1,0-1 0,0 1 1,0 0-1,0 0 0,0-1 1,1 1-31,10-4 351,23 6-411,-28-2 154,78 10 366,-58-6 229,1-1-1,0-1 1,0-1 0,-1-1-1,1-2 1,4-1-689,-24 2 251,-8 1-258,0 0 1,0 1-1,0-1 0,0 1 1,0-1-1,0 1 1,0 0-1,0-1 0,0 1 1,0 0-1,0 0 1,0-1-1,0 1 0,1 0 1,-1 0-1,0 0 1,1 0-1,-1 0 0,0 0 1,1 0-1,-1 1 7,16-3-123,39-12 478,-34 7 40,-1 1-1,2 1 0,2 1-394,-17 2 62,0 1-1,0-1 1,0 2 0,0-1-1,0 1 1,0 0 0,0 0-1,0 0 1,-1 1-1,1 0 1,-1 0 0,6 3-62,-7-2-102,1-1 1,-1 0-1,1 0 1,0 0-1,0 0 1,0-1-1,0 0 1,0 0 0,0 0-1,0-1 1,0 0-1,0 0 1,1 0 101,-2-1-246,-1 1 1,1-1 0,-1 0 0,1 0 0,-1-1-1,1 1 1,-1-1 0,0 0 0,0 0-1,0 0 1,0 0 0,0 0 0,0-1-1,0 1 1,-1-1 0,1 0 0,-1 0 0,1-1 245,17-27-927,12-23 927,-12 19 725,8-9-725,-20 34 541,-1 0 0,1 0 0,1 1 1,0 0-1,0 0 0,4-1-541,-3 5 906,-4 7-94,-6-1-747,0 0 0,0 0 0,0 0 0,1 0 0,-1 0 1,0 0-1,-1 0 0,1 0 0,0 0 0,0 0 0,0 0 0,-1 0 1,1 0-1,0 0 0,-1 0 0,1 0 0,-1 0 0,0 0-65,-7 16 445,-2-1-1,0 0 1,-1-1-1,-2 2-444,-53 58 1075,9-10-1800,27-28-849,-7 8-5166,8-12 2127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Coleman%20Oil%20Letterhead%20Lewiston%202016%2002%2023.dotx</Template>
  <TotalTime>2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CO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Bob Coleman</dc:creator>
  <cp:keywords/>
  <dc:description/>
  <cp:lastModifiedBy>Bob Coleman</cp:lastModifiedBy>
  <cp:revision>2</cp:revision>
  <cp:lastPrinted>2014-04-09T18:07:00Z</cp:lastPrinted>
  <dcterms:created xsi:type="dcterms:W3CDTF">2020-04-17T06:11:00Z</dcterms:created>
  <dcterms:modified xsi:type="dcterms:W3CDTF">2020-04-17T06:11:00Z</dcterms:modified>
</cp:coreProperties>
</file>